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075039" w14:textId="77777777" w:rsidR="008723F3" w:rsidRPr="001644B8" w:rsidRDefault="002D465F" w:rsidP="00143A26">
      <w:pPr>
        <w:pStyle w:val="berschrift2"/>
        <w:spacing w:before="240" w:after="360"/>
        <w:rPr>
          <w:color w:val="1F497D" w:themeColor="text2"/>
        </w:rPr>
      </w:pPr>
      <w:r w:rsidRPr="001644B8">
        <w:rPr>
          <w:color w:val="1F497D" w:themeColor="text2"/>
        </w:rPr>
        <w:t>Daten zum Unternehmen</w:t>
      </w:r>
    </w:p>
    <w:p w14:paraId="3507503A" w14:textId="77777777" w:rsidR="002D465F" w:rsidRDefault="008338C9" w:rsidP="00192C28">
      <w:pPr>
        <w:tabs>
          <w:tab w:val="left" w:pos="3402"/>
        </w:tabs>
        <w:spacing w:after="0"/>
        <w:ind w:left="3402" w:hanging="3402"/>
      </w:pPr>
      <w:r w:rsidRPr="008338C9">
        <w:rPr>
          <w:b/>
          <w:sz w:val="24"/>
          <w:szCs w:val="24"/>
        </w:rPr>
        <w:t>Unternehmen</w:t>
      </w:r>
      <w:r>
        <w:tab/>
      </w:r>
      <w:sdt>
        <w:sdtPr>
          <w:alias w:val="Unternehmen"/>
          <w:tag w:val="Unternehmen"/>
          <w:id w:val="2048563817"/>
          <w:placeholder>
            <w:docPart w:val="32C9793603584F5AAA6FA47A6147AC32"/>
          </w:placeholder>
          <w:showingPlcHdr/>
        </w:sdtPr>
        <w:sdtEndPr/>
        <w:sdtContent>
          <w:r>
            <w:rPr>
              <w:rStyle w:val="Platzhaltertext"/>
            </w:rPr>
            <w:t>Unternehmen</w:t>
          </w:r>
        </w:sdtContent>
      </w:sdt>
    </w:p>
    <w:p w14:paraId="3507503B" w14:textId="77777777" w:rsidR="008338C9" w:rsidRDefault="008338C9" w:rsidP="008338C9">
      <w:pPr>
        <w:tabs>
          <w:tab w:val="left" w:pos="3402"/>
        </w:tabs>
        <w:spacing w:after="0"/>
      </w:pPr>
      <w:r>
        <w:t>(Name, Rechtsform)</w:t>
      </w:r>
    </w:p>
    <w:p w14:paraId="3507503C" w14:textId="77777777" w:rsidR="008338C9" w:rsidRDefault="008338C9" w:rsidP="00192C28">
      <w:pPr>
        <w:tabs>
          <w:tab w:val="left" w:pos="3402"/>
        </w:tabs>
        <w:spacing w:before="200" w:after="0"/>
        <w:ind w:left="3402" w:hanging="3402"/>
      </w:pPr>
      <w:r w:rsidRPr="008338C9">
        <w:rPr>
          <w:b/>
          <w:sz w:val="24"/>
          <w:szCs w:val="24"/>
        </w:rPr>
        <w:t>Kontaktdaten</w:t>
      </w:r>
      <w:r>
        <w:tab/>
      </w:r>
      <w:sdt>
        <w:sdtPr>
          <w:alias w:val="Anschrift"/>
          <w:tag w:val="Anschrift"/>
          <w:id w:val="-1810316498"/>
          <w:placeholder>
            <w:docPart w:val="CA8CE7730ADD46C884DE08281962BC42"/>
          </w:placeholder>
          <w:showingPlcHdr/>
        </w:sdtPr>
        <w:sdtEndPr/>
        <w:sdtContent>
          <w:r>
            <w:rPr>
              <w:rStyle w:val="Platzhaltertext"/>
            </w:rPr>
            <w:t>Anschrift</w:t>
          </w:r>
        </w:sdtContent>
      </w:sdt>
    </w:p>
    <w:p w14:paraId="3507503D" w14:textId="77777777" w:rsidR="008338C9" w:rsidRDefault="008338C9" w:rsidP="008338C9">
      <w:pPr>
        <w:tabs>
          <w:tab w:val="left" w:pos="3402"/>
        </w:tabs>
        <w:spacing w:before="120" w:after="0"/>
      </w:pPr>
      <w:r>
        <w:tab/>
      </w:r>
      <w:sdt>
        <w:sdtPr>
          <w:alias w:val="Telefon"/>
          <w:tag w:val="Telefon"/>
          <w:id w:val="841205444"/>
          <w:placeholder>
            <w:docPart w:val="AB16202C6AB644C0B01C7BA6121803C5"/>
          </w:placeholder>
          <w:showingPlcHdr/>
        </w:sdtPr>
        <w:sdtEndPr/>
        <w:sdtContent>
          <w:r>
            <w:rPr>
              <w:rStyle w:val="Platzhaltertext"/>
            </w:rPr>
            <w:t>Telefon</w:t>
          </w:r>
        </w:sdtContent>
      </w:sdt>
    </w:p>
    <w:p w14:paraId="3507503E" w14:textId="77777777" w:rsidR="008338C9" w:rsidRDefault="008338C9" w:rsidP="008338C9">
      <w:pPr>
        <w:tabs>
          <w:tab w:val="left" w:pos="3402"/>
        </w:tabs>
        <w:spacing w:before="120" w:after="0"/>
      </w:pPr>
      <w:r>
        <w:tab/>
      </w:r>
      <w:sdt>
        <w:sdtPr>
          <w:alias w:val="Fax"/>
          <w:tag w:val="Fax"/>
          <w:id w:val="-670410303"/>
          <w:placeholder>
            <w:docPart w:val="267EAFA779B645B2A454B63C0625BFB0"/>
          </w:placeholder>
          <w:showingPlcHdr/>
        </w:sdtPr>
        <w:sdtEndPr/>
        <w:sdtContent>
          <w:r>
            <w:rPr>
              <w:rStyle w:val="Platzhaltertext"/>
            </w:rPr>
            <w:t>Fax</w:t>
          </w:r>
        </w:sdtContent>
      </w:sdt>
    </w:p>
    <w:p w14:paraId="3507503F" w14:textId="77777777" w:rsidR="008338C9" w:rsidRDefault="008338C9" w:rsidP="008338C9">
      <w:pPr>
        <w:tabs>
          <w:tab w:val="left" w:pos="3402"/>
        </w:tabs>
        <w:spacing w:before="120" w:after="0"/>
      </w:pPr>
      <w:r>
        <w:tab/>
      </w:r>
      <w:sdt>
        <w:sdtPr>
          <w:alias w:val="E-Mail"/>
          <w:tag w:val="E-Mail"/>
          <w:id w:val="1828476470"/>
          <w:placeholder>
            <w:docPart w:val="DA212858E82548F58E6F45212B15A772"/>
          </w:placeholder>
          <w:showingPlcHdr/>
        </w:sdtPr>
        <w:sdtEndPr/>
        <w:sdtContent>
          <w:r>
            <w:rPr>
              <w:rStyle w:val="Platzhaltertext"/>
            </w:rPr>
            <w:t>E-Mail</w:t>
          </w:r>
        </w:sdtContent>
      </w:sdt>
    </w:p>
    <w:p w14:paraId="35075040" w14:textId="77777777" w:rsidR="008338C9" w:rsidRDefault="008338C9" w:rsidP="008338C9">
      <w:pPr>
        <w:tabs>
          <w:tab w:val="left" w:pos="3402"/>
        </w:tabs>
        <w:spacing w:before="120" w:after="0"/>
      </w:pPr>
      <w:r>
        <w:tab/>
      </w:r>
      <w:sdt>
        <w:sdtPr>
          <w:alias w:val="Internet"/>
          <w:tag w:val="Internet"/>
          <w:id w:val="1728872817"/>
          <w:placeholder>
            <w:docPart w:val="0769CA9EF737410992757A0D0844DDC7"/>
          </w:placeholder>
          <w:showingPlcHdr/>
        </w:sdtPr>
        <w:sdtEndPr/>
        <w:sdtContent>
          <w:bookmarkStart w:id="0" w:name="_GoBack"/>
          <w:r>
            <w:rPr>
              <w:rStyle w:val="Platzhaltertext"/>
            </w:rPr>
            <w:t>Internet</w:t>
          </w:r>
          <w:bookmarkEnd w:id="0"/>
        </w:sdtContent>
      </w:sdt>
    </w:p>
    <w:p w14:paraId="35075041" w14:textId="77777777" w:rsidR="008338C9" w:rsidRDefault="001644B8" w:rsidP="00192C28">
      <w:pPr>
        <w:tabs>
          <w:tab w:val="left" w:pos="3402"/>
          <w:tab w:val="left" w:pos="5670"/>
        </w:tabs>
        <w:spacing w:before="240" w:after="0"/>
      </w:pPr>
      <w:r>
        <w:rPr>
          <w:b/>
          <w:sz w:val="24"/>
          <w:szCs w:val="24"/>
        </w:rPr>
        <w:t>Unternehmensleitung</w:t>
      </w:r>
      <w:r w:rsidR="008338C9">
        <w:tab/>
      </w:r>
      <w:sdt>
        <w:sdtPr>
          <w:alias w:val="Name GF"/>
          <w:tag w:val="Name GF"/>
          <w:id w:val="916675409"/>
          <w:placeholder>
            <w:docPart w:val="0FBA1A508F93445C8237FCB8B9991C05"/>
          </w:placeholder>
          <w:showingPlcHdr/>
        </w:sdtPr>
        <w:sdtEndPr/>
        <w:sdtContent>
          <w:r w:rsidR="002E5646">
            <w:rPr>
              <w:rStyle w:val="Platzhaltertext"/>
            </w:rPr>
            <w:t>Name</w:t>
          </w:r>
        </w:sdtContent>
      </w:sdt>
      <w:r w:rsidR="002E5646">
        <w:rPr>
          <w:b/>
          <w:sz w:val="24"/>
          <w:szCs w:val="24"/>
        </w:rPr>
        <w:tab/>
      </w:r>
      <w:sdt>
        <w:sdtPr>
          <w:rPr>
            <w:b/>
            <w:sz w:val="24"/>
            <w:szCs w:val="24"/>
          </w:rPr>
          <w:alias w:val="Telefon"/>
          <w:tag w:val="Telefon"/>
          <w:id w:val="1347209721"/>
          <w:placeholder>
            <w:docPart w:val="36A907F4C99B4E9ABB6243A8C2183F59"/>
          </w:placeholder>
          <w:showingPlcHdr/>
        </w:sdtPr>
        <w:sdtEndPr/>
        <w:sdtContent>
          <w:r w:rsidR="002E5646">
            <w:rPr>
              <w:rStyle w:val="Platzhaltertext"/>
            </w:rPr>
            <w:t>Telefon</w:t>
          </w:r>
        </w:sdtContent>
      </w:sdt>
      <w:r w:rsidR="002E5646">
        <w:rPr>
          <w:b/>
          <w:sz w:val="24"/>
          <w:szCs w:val="24"/>
        </w:rPr>
        <w:br/>
      </w:r>
      <w:r w:rsidRPr="00E95376">
        <w:rPr>
          <w:b/>
          <w:sz w:val="24"/>
          <w:szCs w:val="24"/>
        </w:rPr>
        <w:t>Ansprechpartner/in</w:t>
      </w:r>
      <w:r w:rsidR="002E5646">
        <w:rPr>
          <w:b/>
          <w:sz w:val="24"/>
          <w:szCs w:val="24"/>
        </w:rPr>
        <w:tab/>
      </w:r>
      <w:sdt>
        <w:sdtPr>
          <w:rPr>
            <w:b/>
            <w:sz w:val="24"/>
            <w:szCs w:val="24"/>
          </w:rPr>
          <w:alias w:val="E-Mail"/>
          <w:tag w:val="E-Mail"/>
          <w:id w:val="-900439239"/>
          <w:placeholder>
            <w:docPart w:val="0586C6BFFA4E4C3A9534F7D056E1ADBC"/>
          </w:placeholder>
          <w:showingPlcHdr/>
        </w:sdtPr>
        <w:sdtEndPr/>
        <w:sdtContent>
          <w:r w:rsidR="002E5646">
            <w:rPr>
              <w:rStyle w:val="Platzhaltertext"/>
            </w:rPr>
            <w:t>E-Mail</w:t>
          </w:r>
        </w:sdtContent>
      </w:sdt>
    </w:p>
    <w:p w14:paraId="35075042" w14:textId="77777777" w:rsidR="002E5646" w:rsidRDefault="001644B8" w:rsidP="00192C28">
      <w:pPr>
        <w:tabs>
          <w:tab w:val="left" w:pos="3402"/>
          <w:tab w:val="left" w:pos="5670"/>
        </w:tabs>
        <w:spacing w:before="240" w:after="0"/>
      </w:pPr>
      <w:r>
        <w:rPr>
          <w:b/>
          <w:sz w:val="24"/>
          <w:szCs w:val="24"/>
        </w:rPr>
        <w:t>Mitarbeitervertretung</w:t>
      </w:r>
      <w:r w:rsidR="002E5646">
        <w:tab/>
      </w:r>
      <w:sdt>
        <w:sdtPr>
          <w:alias w:val="Name MAV"/>
          <w:tag w:val="Name MAV"/>
          <w:id w:val="1508639417"/>
          <w:placeholder>
            <w:docPart w:val="45C8634FB23446E9AFABCBBF1C3D010A"/>
          </w:placeholder>
          <w:showingPlcHdr/>
        </w:sdtPr>
        <w:sdtEndPr/>
        <w:sdtContent>
          <w:r w:rsidR="002E5646">
            <w:rPr>
              <w:rStyle w:val="Platzhaltertext"/>
            </w:rPr>
            <w:t>Name</w:t>
          </w:r>
        </w:sdtContent>
      </w:sdt>
      <w:r w:rsidR="002E5646">
        <w:rPr>
          <w:b/>
          <w:sz w:val="24"/>
          <w:szCs w:val="24"/>
        </w:rPr>
        <w:tab/>
      </w:r>
      <w:sdt>
        <w:sdtPr>
          <w:alias w:val="Telefon"/>
          <w:tag w:val="Telefon"/>
          <w:id w:val="-2063392592"/>
          <w:placeholder>
            <w:docPart w:val="F4B4C1DC2CF749C9B0B4DC5A00613E24"/>
          </w:placeholder>
          <w:showingPlcHdr/>
        </w:sdtPr>
        <w:sdtEndPr/>
        <w:sdtContent>
          <w:r w:rsidR="002E5646" w:rsidRPr="0073474A">
            <w:rPr>
              <w:rStyle w:val="Platzhaltertext"/>
            </w:rPr>
            <w:t>Telefon</w:t>
          </w:r>
        </w:sdtContent>
      </w:sdt>
      <w:r w:rsidR="002E5646">
        <w:rPr>
          <w:b/>
          <w:sz w:val="24"/>
          <w:szCs w:val="24"/>
        </w:rPr>
        <w:br/>
      </w:r>
      <w:r w:rsidRPr="00E95376">
        <w:rPr>
          <w:b/>
          <w:sz w:val="24"/>
          <w:szCs w:val="24"/>
        </w:rPr>
        <w:t>Ansprechpartner/in</w:t>
      </w:r>
      <w:r w:rsidR="002E5646">
        <w:rPr>
          <w:b/>
          <w:sz w:val="24"/>
          <w:szCs w:val="24"/>
        </w:rPr>
        <w:tab/>
      </w:r>
      <w:sdt>
        <w:sdtPr>
          <w:alias w:val="E-Mail"/>
          <w:tag w:val="E-Mail"/>
          <w:id w:val="-431742327"/>
          <w:placeholder>
            <w:docPart w:val="E6C1A8FEDDFA4999B9BC85B74C6DE6B1"/>
          </w:placeholder>
          <w:showingPlcHdr/>
        </w:sdtPr>
        <w:sdtEndPr/>
        <w:sdtContent>
          <w:r w:rsidR="002E5646" w:rsidRPr="0073474A">
            <w:rPr>
              <w:rStyle w:val="Platzhaltertext"/>
            </w:rPr>
            <w:t>E-Mail</w:t>
          </w:r>
        </w:sdtContent>
      </w:sdt>
    </w:p>
    <w:p w14:paraId="35075043" w14:textId="77777777" w:rsidR="00E95376" w:rsidRDefault="00E95376" w:rsidP="004B5B41">
      <w:pPr>
        <w:tabs>
          <w:tab w:val="left" w:pos="3402"/>
        </w:tabs>
        <w:spacing w:after="0"/>
      </w:pPr>
    </w:p>
    <w:p w14:paraId="35075044" w14:textId="77777777" w:rsidR="00E95376" w:rsidRDefault="00E95376" w:rsidP="008338C9">
      <w:pPr>
        <w:tabs>
          <w:tab w:val="left" w:pos="3402"/>
        </w:tabs>
        <w:spacing w:before="240" w:after="0"/>
      </w:pPr>
      <w:r w:rsidRPr="00E95376">
        <w:rPr>
          <w:b/>
          <w:sz w:val="24"/>
          <w:szCs w:val="24"/>
        </w:rPr>
        <w:t>Wirtschaftszweig</w:t>
      </w:r>
      <w:r>
        <w:tab/>
      </w:r>
      <w:sdt>
        <w:sdtPr>
          <w:alias w:val="Wirtschaftszweig"/>
          <w:tag w:val="Wirtschaftszweig"/>
          <w:id w:val="-274877178"/>
          <w:placeholder>
            <w:docPart w:val="CEA1AA1CFC3740FFA872F47C0BCC955D"/>
          </w:placeholder>
          <w:showingPlcHdr/>
        </w:sdtPr>
        <w:sdtEndPr/>
        <w:sdtContent>
          <w:r>
            <w:rPr>
              <w:rStyle w:val="Platzhaltertext"/>
            </w:rPr>
            <w:t>Wirtschaftszweig</w:t>
          </w:r>
        </w:sdtContent>
      </w:sdt>
    </w:p>
    <w:p w14:paraId="35075045" w14:textId="77777777" w:rsidR="00DD798B" w:rsidRPr="001644B8" w:rsidRDefault="00E95376" w:rsidP="00DD798B">
      <w:pPr>
        <w:tabs>
          <w:tab w:val="left" w:pos="3402"/>
        </w:tabs>
        <w:spacing w:before="240" w:after="0"/>
        <w:ind w:left="3402" w:hanging="3402"/>
        <w:rPr>
          <w:sz w:val="20"/>
          <w:szCs w:val="20"/>
        </w:rPr>
      </w:pPr>
      <w:r w:rsidRPr="00143A26">
        <w:rPr>
          <w:b/>
          <w:sz w:val="24"/>
          <w:szCs w:val="24"/>
        </w:rPr>
        <w:t>Produkte / Dienstleistungen</w:t>
      </w:r>
      <w:r>
        <w:tab/>
      </w:r>
      <w:r w:rsidR="00DD798B" w:rsidRPr="001644B8">
        <w:rPr>
          <w:sz w:val="20"/>
          <w:szCs w:val="20"/>
        </w:rPr>
        <w:t>Geben Sie im folgenden Feld an, welche Produkte / Dienstleistungen Ihr Unternehmen anbietet:</w:t>
      </w:r>
    </w:p>
    <w:tbl>
      <w:tblPr>
        <w:tblStyle w:val="Tabellenraster"/>
        <w:tblW w:w="0" w:type="auto"/>
        <w:tblInd w:w="3510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5550"/>
      </w:tblGrid>
      <w:tr w:rsidR="00DD798B" w14:paraId="35075047" w14:textId="77777777" w:rsidTr="00B61CDC">
        <w:sdt>
          <w:sdtPr>
            <w:alias w:val="Produkte"/>
            <w:tag w:val="Produkte"/>
            <w:id w:val="1268808966"/>
            <w:placeholder>
              <w:docPart w:val="43D001CACBC148C19DC4966A87BCC54C"/>
            </w:placeholder>
            <w:showingPlcHdr/>
          </w:sdtPr>
          <w:sdtEndPr/>
          <w:sdtContent>
            <w:tc>
              <w:tcPr>
                <w:tcW w:w="5670" w:type="dxa"/>
                <w:shd w:val="clear" w:color="auto" w:fill="D9D9D9" w:themeFill="background1" w:themeFillShade="D9"/>
              </w:tcPr>
              <w:p w14:paraId="35075046" w14:textId="77777777" w:rsidR="00DD798B" w:rsidRDefault="009140AD" w:rsidP="00F56C27">
                <w:pPr>
                  <w:tabs>
                    <w:tab w:val="left" w:pos="3402"/>
                  </w:tabs>
                  <w:spacing w:before="60" w:line="276" w:lineRule="auto"/>
                </w:pPr>
                <w:r w:rsidRPr="009140AD">
                  <w:rPr>
                    <w:rStyle w:val="Platzhaltertext"/>
                    <w:sz w:val="20"/>
                    <w:szCs w:val="20"/>
                  </w:rPr>
                  <w:t>Klicken Sie hier, um Text einzugeben.</w:t>
                </w:r>
              </w:p>
            </w:tc>
          </w:sdtContent>
        </w:sdt>
      </w:tr>
    </w:tbl>
    <w:p w14:paraId="35075048" w14:textId="77777777" w:rsidR="00E95376" w:rsidRDefault="00E95376" w:rsidP="008338C9">
      <w:pPr>
        <w:tabs>
          <w:tab w:val="left" w:pos="3402"/>
        </w:tabs>
        <w:spacing w:before="240" w:after="0"/>
      </w:pPr>
      <w:r w:rsidRPr="00143A26">
        <w:rPr>
          <w:b/>
          <w:sz w:val="24"/>
          <w:szCs w:val="24"/>
        </w:rPr>
        <w:t>Anzahl Mitarbeitende</w:t>
      </w:r>
      <w:r>
        <w:tab/>
      </w:r>
      <w:sdt>
        <w:sdtPr>
          <w:alias w:val="Mitarbeiter"/>
          <w:tag w:val="Mitarbeiter"/>
          <w:id w:val="-678968274"/>
          <w:placeholder>
            <w:docPart w:val="D00115F5A83F4E36A706CCC63569F7FA"/>
          </w:placeholder>
          <w:showingPlcHdr/>
        </w:sdtPr>
        <w:sdtEndPr/>
        <w:sdtContent>
          <w:r>
            <w:rPr>
              <w:rStyle w:val="Platzhaltertext"/>
            </w:rPr>
            <w:t>männlich</w:t>
          </w:r>
        </w:sdtContent>
      </w:sdt>
    </w:p>
    <w:p w14:paraId="35075049" w14:textId="77777777" w:rsidR="00E95376" w:rsidRDefault="00E95376" w:rsidP="00E95376">
      <w:pPr>
        <w:tabs>
          <w:tab w:val="left" w:pos="3402"/>
        </w:tabs>
        <w:spacing w:before="120" w:after="0"/>
      </w:pPr>
      <w:r>
        <w:tab/>
      </w:r>
      <w:sdt>
        <w:sdtPr>
          <w:alias w:val="Mitarbeiterinnen"/>
          <w:tag w:val="Mitarbeiterinnen"/>
          <w:id w:val="-2113038164"/>
          <w:placeholder>
            <w:docPart w:val="FB500ADC095644A69390EC749CAFEA2B"/>
          </w:placeholder>
          <w:showingPlcHdr/>
        </w:sdtPr>
        <w:sdtEndPr/>
        <w:sdtContent>
          <w:r w:rsidR="00143A26">
            <w:rPr>
              <w:rStyle w:val="Platzhaltertext"/>
            </w:rPr>
            <w:t>w</w:t>
          </w:r>
          <w:r>
            <w:rPr>
              <w:rStyle w:val="Platzhaltertext"/>
            </w:rPr>
            <w:t>eiblich</w:t>
          </w:r>
        </w:sdtContent>
      </w:sdt>
    </w:p>
    <w:p w14:paraId="3507504A" w14:textId="77777777" w:rsidR="00B55854" w:rsidRPr="001644B8" w:rsidRDefault="00E95376" w:rsidP="00DD798B">
      <w:pPr>
        <w:tabs>
          <w:tab w:val="left" w:pos="3402"/>
        </w:tabs>
        <w:spacing w:before="240" w:after="0"/>
        <w:ind w:left="3402" w:hanging="3402"/>
        <w:rPr>
          <w:sz w:val="20"/>
          <w:szCs w:val="20"/>
        </w:rPr>
      </w:pPr>
      <w:r w:rsidRPr="00143A26">
        <w:rPr>
          <w:b/>
          <w:sz w:val="24"/>
          <w:szCs w:val="24"/>
        </w:rPr>
        <w:t>Abteilungen / Bereiche</w:t>
      </w:r>
      <w:r>
        <w:tab/>
      </w:r>
      <w:r w:rsidR="00DD798B" w:rsidRPr="001644B8">
        <w:rPr>
          <w:sz w:val="20"/>
          <w:szCs w:val="20"/>
        </w:rPr>
        <w:t>Geben Sie im folgenden Feld die im Demografie-Prozess betrachteten Unternehmensbereiche an:</w:t>
      </w:r>
    </w:p>
    <w:tbl>
      <w:tblPr>
        <w:tblStyle w:val="Tabellenraster"/>
        <w:tblW w:w="0" w:type="auto"/>
        <w:tblInd w:w="3510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5550"/>
      </w:tblGrid>
      <w:tr w:rsidR="00B55854" w14:paraId="3507504C" w14:textId="77777777" w:rsidTr="00B61CDC">
        <w:sdt>
          <w:sdtPr>
            <w:alias w:val="Bereiche"/>
            <w:tag w:val="Bereiche"/>
            <w:id w:val="-832678974"/>
            <w:placeholder>
              <w:docPart w:val="ACA3198F5E684B65A3AB16C77BCFE010"/>
            </w:placeholder>
            <w:showingPlcHdr/>
          </w:sdtPr>
          <w:sdtEndPr/>
          <w:sdtContent>
            <w:tc>
              <w:tcPr>
                <w:tcW w:w="5670" w:type="dxa"/>
                <w:shd w:val="clear" w:color="auto" w:fill="D9D9D9" w:themeFill="background1" w:themeFillShade="D9"/>
              </w:tcPr>
              <w:p w14:paraId="3507504B" w14:textId="77777777" w:rsidR="00B55854" w:rsidRDefault="009140AD" w:rsidP="00F56C27">
                <w:pPr>
                  <w:tabs>
                    <w:tab w:val="left" w:pos="3402"/>
                  </w:tabs>
                  <w:spacing w:before="60" w:line="276" w:lineRule="auto"/>
                </w:pPr>
                <w:r w:rsidRPr="009140AD">
                  <w:rPr>
                    <w:rStyle w:val="Platzhaltertext"/>
                    <w:sz w:val="20"/>
                    <w:szCs w:val="20"/>
                  </w:rPr>
                  <w:t>Klicken Sie hier, um Text einzugeben.</w:t>
                </w:r>
              </w:p>
            </w:tc>
          </w:sdtContent>
        </w:sdt>
      </w:tr>
    </w:tbl>
    <w:p w14:paraId="3507504D" w14:textId="77777777" w:rsidR="00E95376" w:rsidRDefault="00E95376" w:rsidP="008338C9">
      <w:pPr>
        <w:tabs>
          <w:tab w:val="left" w:pos="3402"/>
        </w:tabs>
        <w:spacing w:before="240" w:after="0"/>
      </w:pPr>
    </w:p>
    <w:p w14:paraId="3507504E" w14:textId="77777777" w:rsidR="00EA01D2" w:rsidRPr="001644B8" w:rsidRDefault="00D90E49" w:rsidP="00D90E49">
      <w:pPr>
        <w:pStyle w:val="berschrift2"/>
        <w:rPr>
          <w:color w:val="1F497D" w:themeColor="text2"/>
        </w:rPr>
      </w:pPr>
      <w:r w:rsidRPr="001644B8">
        <w:rPr>
          <w:color w:val="1F497D" w:themeColor="text2"/>
        </w:rPr>
        <w:t>Daten zum Beratungsunternehmen</w:t>
      </w:r>
    </w:p>
    <w:p w14:paraId="3507504F" w14:textId="77777777" w:rsidR="00D90E49" w:rsidRDefault="00D90E49" w:rsidP="00D90E49">
      <w:pPr>
        <w:tabs>
          <w:tab w:val="left" w:pos="3402"/>
        </w:tabs>
        <w:spacing w:after="0"/>
      </w:pPr>
      <w:r w:rsidRPr="008338C9">
        <w:rPr>
          <w:b/>
          <w:sz w:val="24"/>
          <w:szCs w:val="24"/>
        </w:rPr>
        <w:t>Unternehmen</w:t>
      </w:r>
      <w:r>
        <w:tab/>
      </w:r>
      <w:sdt>
        <w:sdtPr>
          <w:alias w:val="Unternehmen"/>
          <w:tag w:val="Unternehmen"/>
          <w:id w:val="1694494667"/>
          <w:placeholder>
            <w:docPart w:val="EEB9F195EE444CE7A9D1AF9C74CC0CCE"/>
          </w:placeholder>
          <w:showingPlcHdr/>
        </w:sdtPr>
        <w:sdtEndPr/>
        <w:sdtContent>
          <w:r>
            <w:rPr>
              <w:rStyle w:val="Platzhaltertext"/>
            </w:rPr>
            <w:t>Unternehmen</w:t>
          </w:r>
        </w:sdtContent>
      </w:sdt>
    </w:p>
    <w:p w14:paraId="35075050" w14:textId="77777777" w:rsidR="00D90E49" w:rsidRDefault="00D90E49" w:rsidP="00D90E49">
      <w:pPr>
        <w:tabs>
          <w:tab w:val="left" w:pos="3402"/>
        </w:tabs>
        <w:spacing w:after="0"/>
      </w:pPr>
      <w:r>
        <w:t>(Name, Rechtsform)</w:t>
      </w:r>
    </w:p>
    <w:p w14:paraId="35075051" w14:textId="77777777" w:rsidR="00D90E49" w:rsidRDefault="00D90E49" w:rsidP="005B52FF">
      <w:pPr>
        <w:tabs>
          <w:tab w:val="left" w:pos="3402"/>
        </w:tabs>
        <w:spacing w:before="200" w:after="0"/>
        <w:ind w:left="3402" w:hanging="3402"/>
      </w:pPr>
      <w:r w:rsidRPr="008338C9">
        <w:rPr>
          <w:b/>
          <w:sz w:val="24"/>
          <w:szCs w:val="24"/>
        </w:rPr>
        <w:t>Kontaktdaten</w:t>
      </w:r>
      <w:r>
        <w:tab/>
      </w:r>
      <w:sdt>
        <w:sdtPr>
          <w:alias w:val="Anschrift"/>
          <w:tag w:val="Anschrift"/>
          <w:id w:val="-1104265211"/>
          <w:placeholder>
            <w:docPart w:val="DDF40ECA97F14E27ACB64FE8774D8D88"/>
          </w:placeholder>
          <w:showingPlcHdr/>
        </w:sdtPr>
        <w:sdtEndPr/>
        <w:sdtContent>
          <w:r>
            <w:rPr>
              <w:rStyle w:val="Platzhaltertext"/>
            </w:rPr>
            <w:t>Anschrift</w:t>
          </w:r>
        </w:sdtContent>
      </w:sdt>
    </w:p>
    <w:p w14:paraId="35075052" w14:textId="77777777" w:rsidR="00D90E49" w:rsidRDefault="00D90E49" w:rsidP="00D90E49">
      <w:pPr>
        <w:tabs>
          <w:tab w:val="left" w:pos="3402"/>
        </w:tabs>
        <w:spacing w:before="120" w:after="0"/>
      </w:pPr>
      <w:r>
        <w:tab/>
      </w:r>
      <w:sdt>
        <w:sdtPr>
          <w:alias w:val="Telefon"/>
          <w:tag w:val="Telefon"/>
          <w:id w:val="1094288333"/>
          <w:placeholder>
            <w:docPart w:val="A33332DFF6F54339BCD9B3B2276BA102"/>
          </w:placeholder>
          <w:showingPlcHdr/>
        </w:sdtPr>
        <w:sdtEndPr/>
        <w:sdtContent>
          <w:r>
            <w:rPr>
              <w:rStyle w:val="Platzhaltertext"/>
            </w:rPr>
            <w:t>Telefon</w:t>
          </w:r>
        </w:sdtContent>
      </w:sdt>
    </w:p>
    <w:p w14:paraId="35075053" w14:textId="77777777" w:rsidR="00D90E49" w:rsidRDefault="00D90E49" w:rsidP="00D90E49">
      <w:pPr>
        <w:tabs>
          <w:tab w:val="left" w:pos="3402"/>
        </w:tabs>
        <w:spacing w:before="120" w:after="0"/>
      </w:pPr>
      <w:r>
        <w:lastRenderedPageBreak/>
        <w:tab/>
      </w:r>
      <w:sdt>
        <w:sdtPr>
          <w:alias w:val="Fax"/>
          <w:tag w:val="Fax"/>
          <w:id w:val="-1419476700"/>
          <w:placeholder>
            <w:docPart w:val="DEC454BD90C6407DB241C4DC3F0A49CD"/>
          </w:placeholder>
          <w:showingPlcHdr/>
        </w:sdtPr>
        <w:sdtEndPr/>
        <w:sdtContent>
          <w:r>
            <w:rPr>
              <w:rStyle w:val="Platzhaltertext"/>
            </w:rPr>
            <w:t>Fax</w:t>
          </w:r>
        </w:sdtContent>
      </w:sdt>
    </w:p>
    <w:p w14:paraId="35075054" w14:textId="77777777" w:rsidR="00D90E49" w:rsidRDefault="00D90E49" w:rsidP="00D90E49">
      <w:pPr>
        <w:tabs>
          <w:tab w:val="left" w:pos="3402"/>
        </w:tabs>
        <w:spacing w:before="120" w:after="0"/>
      </w:pPr>
      <w:r>
        <w:tab/>
      </w:r>
      <w:sdt>
        <w:sdtPr>
          <w:alias w:val="E-Mail"/>
          <w:tag w:val="E-Mail"/>
          <w:id w:val="-1816325274"/>
          <w:placeholder>
            <w:docPart w:val="A0661124CC724DD89312BE2FD98D1235"/>
          </w:placeholder>
          <w:showingPlcHdr/>
        </w:sdtPr>
        <w:sdtEndPr/>
        <w:sdtContent>
          <w:r>
            <w:rPr>
              <w:rStyle w:val="Platzhaltertext"/>
            </w:rPr>
            <w:t>E-Mail</w:t>
          </w:r>
        </w:sdtContent>
      </w:sdt>
    </w:p>
    <w:p w14:paraId="35075055" w14:textId="77777777" w:rsidR="00D90E49" w:rsidRDefault="00D90E49" w:rsidP="00D90E49">
      <w:pPr>
        <w:tabs>
          <w:tab w:val="left" w:pos="3402"/>
        </w:tabs>
        <w:spacing w:before="120" w:after="0"/>
      </w:pPr>
      <w:r>
        <w:tab/>
      </w:r>
      <w:sdt>
        <w:sdtPr>
          <w:alias w:val="Internet"/>
          <w:tag w:val="Internet"/>
          <w:id w:val="1858934694"/>
          <w:placeholder>
            <w:docPart w:val="4AC813EF6AA243578FC43C2BAA087CA7"/>
          </w:placeholder>
          <w:showingPlcHdr/>
        </w:sdtPr>
        <w:sdtEndPr/>
        <w:sdtContent>
          <w:r>
            <w:rPr>
              <w:rStyle w:val="Platzhaltertext"/>
            </w:rPr>
            <w:t>Internet</w:t>
          </w:r>
        </w:sdtContent>
      </w:sdt>
    </w:p>
    <w:p w14:paraId="35075056" w14:textId="77777777" w:rsidR="00D90E49" w:rsidRDefault="00D90E49" w:rsidP="00BF1CB3">
      <w:pPr>
        <w:tabs>
          <w:tab w:val="left" w:pos="3402"/>
        </w:tabs>
        <w:spacing w:before="240" w:after="0"/>
      </w:pPr>
      <w:r>
        <w:rPr>
          <w:b/>
          <w:sz w:val="24"/>
          <w:szCs w:val="24"/>
        </w:rPr>
        <w:t>Berat</w:t>
      </w:r>
      <w:r w:rsidRPr="00E95376">
        <w:rPr>
          <w:b/>
          <w:sz w:val="24"/>
          <w:szCs w:val="24"/>
        </w:rPr>
        <w:t>er/in</w:t>
      </w:r>
      <w:r>
        <w:tab/>
      </w:r>
      <w:sdt>
        <w:sdtPr>
          <w:alias w:val="Berater/in"/>
          <w:tag w:val="Berater/in"/>
          <w:id w:val="692274365"/>
          <w:placeholder>
            <w:docPart w:val="642EF1ECEC4A4EB0BFF7D087FAED1F9F"/>
          </w:placeholder>
          <w:showingPlcHdr/>
        </w:sdtPr>
        <w:sdtEndPr/>
        <w:sdtContent>
          <w:r>
            <w:rPr>
              <w:rStyle w:val="Platzhaltertext"/>
            </w:rPr>
            <w:t>Name</w:t>
          </w:r>
        </w:sdtContent>
      </w:sdt>
    </w:p>
    <w:p w14:paraId="35075057" w14:textId="77777777" w:rsidR="005F22D1" w:rsidRDefault="00BF1CB3" w:rsidP="00BF1CB3">
      <w:pPr>
        <w:tabs>
          <w:tab w:val="left" w:pos="3402"/>
          <w:tab w:val="left" w:pos="6720"/>
          <w:tab w:val="left" w:pos="8160"/>
        </w:tabs>
        <w:spacing w:after="0"/>
      </w:pPr>
      <w:r>
        <w:tab/>
      </w:r>
      <w:sdt>
        <w:sdtPr>
          <w:alias w:val="Telefon"/>
          <w:tag w:val="Telefon"/>
          <w:id w:val="-489180521"/>
          <w:placeholder>
            <w:docPart w:val="65AE7D41478941F78710CE8F68FF7935"/>
          </w:placeholder>
          <w:showingPlcHdr/>
        </w:sdtPr>
        <w:sdtEndPr/>
        <w:sdtContent>
          <w:r w:rsidRPr="00BF1CB3">
            <w:rPr>
              <w:rStyle w:val="Platzhaltertext"/>
            </w:rPr>
            <w:t>Telefon</w:t>
          </w:r>
        </w:sdtContent>
      </w:sdt>
    </w:p>
    <w:p w14:paraId="35075058" w14:textId="77777777" w:rsidR="00BF1CB3" w:rsidRDefault="00BF1CB3" w:rsidP="00BF1CB3">
      <w:pPr>
        <w:tabs>
          <w:tab w:val="left" w:pos="3402"/>
          <w:tab w:val="left" w:pos="6720"/>
          <w:tab w:val="left" w:pos="8160"/>
        </w:tabs>
      </w:pPr>
      <w:r>
        <w:tab/>
      </w:r>
      <w:sdt>
        <w:sdtPr>
          <w:alias w:val="E-Mail"/>
          <w:tag w:val="E-Mail"/>
          <w:id w:val="1991982260"/>
          <w:placeholder>
            <w:docPart w:val="86A9BB4F57C3467F953626168EEA35F3"/>
          </w:placeholder>
          <w:showingPlcHdr/>
        </w:sdtPr>
        <w:sdtEndPr/>
        <w:sdtContent>
          <w:r>
            <w:rPr>
              <w:rStyle w:val="Platzhaltertext"/>
            </w:rPr>
            <w:t>E-Mail</w:t>
          </w:r>
        </w:sdtContent>
      </w:sdt>
    </w:p>
    <w:p w14:paraId="35075059" w14:textId="77777777" w:rsidR="00D90E49" w:rsidRDefault="00D90E49" w:rsidP="00DE0528">
      <w:pPr>
        <w:tabs>
          <w:tab w:val="left" w:pos="2160"/>
          <w:tab w:val="left" w:pos="6720"/>
          <w:tab w:val="left" w:pos="8160"/>
        </w:tabs>
      </w:pPr>
    </w:p>
    <w:p w14:paraId="3507505A" w14:textId="77777777" w:rsidR="00AD0821" w:rsidRPr="001644B8" w:rsidRDefault="00D90E49" w:rsidP="00D90E49">
      <w:pPr>
        <w:pStyle w:val="berschrift2"/>
        <w:rPr>
          <w:color w:val="1F497D" w:themeColor="text2"/>
        </w:rPr>
      </w:pPr>
      <w:r w:rsidRPr="001644B8">
        <w:rPr>
          <w:color w:val="1F497D" w:themeColor="text2"/>
        </w:rPr>
        <w:t>Angaben zur Nutzung von Förderangeboten</w:t>
      </w:r>
    </w:p>
    <w:p w14:paraId="3507505B" w14:textId="77777777" w:rsidR="00F56C27" w:rsidRPr="0036569E" w:rsidRDefault="00D90E49" w:rsidP="001644B8">
      <w:pPr>
        <w:tabs>
          <w:tab w:val="left" w:pos="3402"/>
        </w:tabs>
        <w:spacing w:before="240" w:after="0"/>
        <w:ind w:left="3402" w:hanging="3402"/>
        <w:rPr>
          <w:sz w:val="20"/>
          <w:szCs w:val="20"/>
        </w:rPr>
      </w:pPr>
      <w:r>
        <w:rPr>
          <w:b/>
          <w:sz w:val="24"/>
          <w:szCs w:val="24"/>
        </w:rPr>
        <w:t>Genutztes Förderangebot</w:t>
      </w:r>
      <w:r>
        <w:tab/>
      </w:r>
      <w:r w:rsidR="00F56C27" w:rsidRPr="0036569E">
        <w:rPr>
          <w:sz w:val="20"/>
          <w:szCs w:val="20"/>
        </w:rPr>
        <w:t>Geben Sie im folgenden Feld an, ob und wenn ja welches Förderangebot Sie genutzt haben (Bezeichnung, Dauer, Art der Förderung)</w:t>
      </w:r>
    </w:p>
    <w:tbl>
      <w:tblPr>
        <w:tblStyle w:val="Tabellenraster"/>
        <w:tblW w:w="0" w:type="auto"/>
        <w:tblInd w:w="3510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5550"/>
      </w:tblGrid>
      <w:tr w:rsidR="00F56C27" w14:paraId="3507505D" w14:textId="77777777" w:rsidTr="00B61CDC">
        <w:sdt>
          <w:sdtPr>
            <w:id w:val="513657372"/>
            <w:placeholder>
              <w:docPart w:val="84410A332EF24BDF890F968725CBB520"/>
            </w:placeholder>
            <w:showingPlcHdr/>
          </w:sdtPr>
          <w:sdtEndPr/>
          <w:sdtContent>
            <w:tc>
              <w:tcPr>
                <w:tcW w:w="5670" w:type="dxa"/>
                <w:shd w:val="clear" w:color="auto" w:fill="D9D9D9" w:themeFill="background1" w:themeFillShade="D9"/>
              </w:tcPr>
              <w:p w14:paraId="3507505C" w14:textId="77777777" w:rsidR="00F56C27" w:rsidRDefault="003D5F34" w:rsidP="00F56C27">
                <w:pPr>
                  <w:tabs>
                    <w:tab w:val="left" w:pos="3402"/>
                  </w:tabs>
                  <w:spacing w:before="60" w:line="276" w:lineRule="auto"/>
                </w:pPr>
                <w:r w:rsidRPr="003D5F34">
                  <w:rPr>
                    <w:rStyle w:val="Platzhaltertext"/>
                    <w:sz w:val="20"/>
                    <w:szCs w:val="20"/>
                  </w:rPr>
                  <w:t>Klicken Sie hier, um Text einzugeben.</w:t>
                </w:r>
              </w:p>
            </w:tc>
          </w:sdtContent>
        </w:sdt>
      </w:tr>
    </w:tbl>
    <w:p w14:paraId="3507505E" w14:textId="77777777" w:rsidR="005338A1" w:rsidRPr="001644B8" w:rsidRDefault="005338A1" w:rsidP="001644B8">
      <w:pPr>
        <w:pStyle w:val="berschrift2"/>
        <w:spacing w:before="480"/>
        <w:rPr>
          <w:color w:val="1F497D" w:themeColor="text2"/>
        </w:rPr>
      </w:pPr>
      <w:r w:rsidRPr="001644B8">
        <w:rPr>
          <w:color w:val="1F497D" w:themeColor="text2"/>
        </w:rPr>
        <w:t>Dokumentenerstellung</w:t>
      </w:r>
    </w:p>
    <w:p w14:paraId="3507505F" w14:textId="77777777" w:rsidR="005338A1" w:rsidRPr="00CF25E2" w:rsidRDefault="005338A1" w:rsidP="005338A1">
      <w:pPr>
        <w:rPr>
          <w:rFonts w:cstheme="minorHAnsi"/>
          <w:sz w:val="20"/>
          <w:szCs w:val="20"/>
        </w:rPr>
      </w:pPr>
      <w:r w:rsidRPr="00CF25E2">
        <w:rPr>
          <w:rFonts w:cstheme="minorHAnsi"/>
          <w:sz w:val="20"/>
          <w:szCs w:val="20"/>
        </w:rPr>
        <w:t>Dokumentieren Sie</w:t>
      </w:r>
      <w:r w:rsidR="003D5F34" w:rsidRPr="00CF25E2">
        <w:rPr>
          <w:rFonts w:cstheme="minorHAnsi"/>
          <w:sz w:val="20"/>
          <w:szCs w:val="20"/>
        </w:rPr>
        <w:t>,</w:t>
      </w:r>
      <w:r w:rsidRPr="00CF25E2">
        <w:rPr>
          <w:rFonts w:cstheme="minorHAnsi"/>
          <w:sz w:val="20"/>
          <w:szCs w:val="20"/>
        </w:rPr>
        <w:t xml:space="preserve"> welche Personen dieses Arbeitsmaterial erstellt und aktualisiert haben. </w:t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8952"/>
      </w:tblGrid>
      <w:tr w:rsidR="0036569E" w14:paraId="35075061" w14:textId="77777777" w:rsidTr="0036569E">
        <w:sdt>
          <w:sdtPr>
            <w:rPr>
              <w:rFonts w:cstheme="minorHAnsi"/>
              <w:sz w:val="20"/>
              <w:szCs w:val="20"/>
            </w:rPr>
            <w:id w:val="1687321655"/>
            <w:placeholder>
              <w:docPart w:val="A5ED4D517A9B48F0AE4094F266B66F79"/>
            </w:placeholder>
            <w:showingPlcHdr/>
          </w:sdtPr>
          <w:sdtEndPr>
            <w:rPr>
              <w:sz w:val="22"/>
              <w:szCs w:val="22"/>
            </w:rPr>
          </w:sdtEndPr>
          <w:sdtContent>
            <w:tc>
              <w:tcPr>
                <w:tcW w:w="9102" w:type="dxa"/>
                <w:shd w:val="clear" w:color="auto" w:fill="D9D9D9" w:themeFill="background1" w:themeFillShade="D9"/>
              </w:tcPr>
              <w:p w14:paraId="35075060" w14:textId="77777777" w:rsidR="0036569E" w:rsidRDefault="0036569E" w:rsidP="00CF25E2">
                <w:pPr>
                  <w:spacing w:before="60"/>
                  <w:rPr>
                    <w:rFonts w:cstheme="minorHAnsi"/>
                  </w:rPr>
                </w:pPr>
                <w:r w:rsidRPr="0036569E">
                  <w:rPr>
                    <w:rStyle w:val="Platzhaltertext"/>
                    <w:sz w:val="20"/>
                    <w:szCs w:val="20"/>
                  </w:rPr>
                  <w:t>Klicken Sie hier, um Text einzugeben.</w:t>
                </w:r>
              </w:p>
            </w:tc>
          </w:sdtContent>
        </w:sdt>
      </w:tr>
    </w:tbl>
    <w:p w14:paraId="35075062" w14:textId="77777777" w:rsidR="0036569E" w:rsidRPr="004E0A1C" w:rsidRDefault="0036569E" w:rsidP="005338A1">
      <w:pPr>
        <w:rPr>
          <w:rFonts w:cstheme="minorHAnsi"/>
        </w:rPr>
      </w:pPr>
    </w:p>
    <w:sectPr w:rsidR="0036569E" w:rsidRPr="004E0A1C" w:rsidSect="0036569E">
      <w:headerReference w:type="default" r:id="rId12"/>
      <w:footerReference w:type="default" r:id="rId13"/>
      <w:type w:val="continuous"/>
      <w:pgSz w:w="11906" w:h="16838" w:code="9"/>
      <w:pgMar w:top="1985" w:right="1418" w:bottom="1701" w:left="1418" w:header="567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A13BAB" w14:textId="77777777" w:rsidR="002163B7" w:rsidRDefault="002163B7" w:rsidP="005F2D7F">
      <w:pPr>
        <w:spacing w:after="0" w:line="240" w:lineRule="auto"/>
      </w:pPr>
      <w:r>
        <w:separator/>
      </w:r>
    </w:p>
  </w:endnote>
  <w:endnote w:type="continuationSeparator" w:id="0">
    <w:p w14:paraId="78FCE361" w14:textId="77777777" w:rsidR="002163B7" w:rsidRDefault="002163B7" w:rsidP="005F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075069" w14:textId="33549D86" w:rsidR="00293B73" w:rsidRDefault="00CD0DA3" w:rsidP="009B5564">
    <w:pPr>
      <w:pStyle w:val="Fuzeile"/>
      <w:spacing w:before="480"/>
    </w:pPr>
    <w:r>
      <w:rPr>
        <w:noProof/>
        <w:color w:val="A6A6A6" w:themeColor="background1" w:themeShade="A6"/>
        <w:sz w:val="32"/>
      </w:rPr>
      <w:drawing>
        <wp:anchor distT="0" distB="0" distL="114300" distR="114300" simplePos="0" relativeHeight="251667456" behindDoc="1" locked="0" layoutInCell="1" allowOverlap="1" wp14:anchorId="76C061B1" wp14:editId="261602C5">
          <wp:simplePos x="0" y="0"/>
          <wp:positionH relativeFrom="margin">
            <wp:align>left</wp:align>
          </wp:positionH>
          <wp:positionV relativeFrom="paragraph">
            <wp:posOffset>-25400</wp:posOffset>
          </wp:positionV>
          <wp:extent cx="1562100" cy="319405"/>
          <wp:effectExtent l="0" t="0" r="0" b="4445"/>
          <wp:wrapTight wrapText="bothSides">
            <wp:wrapPolygon edited="0">
              <wp:start x="0" y="0"/>
              <wp:lineTo x="0" y="20612"/>
              <wp:lineTo x="21337" y="20612"/>
              <wp:lineTo x="21337" y="0"/>
              <wp:lineTo x="0" y="0"/>
            </wp:wrapPolygon>
          </wp:wrapTight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nrw_mags_4c-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319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61CDC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507506E" wp14:editId="3507506F">
              <wp:simplePos x="0" y="0"/>
              <wp:positionH relativeFrom="column">
                <wp:posOffset>4836795</wp:posOffset>
              </wp:positionH>
              <wp:positionV relativeFrom="paragraph">
                <wp:posOffset>248920</wp:posOffset>
              </wp:positionV>
              <wp:extent cx="1058545" cy="208280"/>
              <wp:effectExtent l="0" t="0" r="0" b="1270"/>
              <wp:wrapNone/>
              <wp:docPr id="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58545" cy="2082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507507C" w14:textId="18B76558" w:rsidR="00293B73" w:rsidRPr="00B61CDC" w:rsidRDefault="00293B73">
                          <w:pPr>
                            <w:rPr>
                              <w:color w:val="548DD4" w:themeColor="text2" w:themeTint="99"/>
                              <w:sz w:val="16"/>
                            </w:rPr>
                          </w:pPr>
                          <w:r w:rsidRPr="00B61CDC">
                            <w:rPr>
                              <w:color w:val="548DD4" w:themeColor="text2" w:themeTint="99"/>
                              <w:sz w:val="16"/>
                            </w:rPr>
                            <w:t xml:space="preserve">Stand:  </w:t>
                          </w:r>
                          <w:r w:rsidR="00306110">
                            <w:rPr>
                              <w:color w:val="548DD4" w:themeColor="text2" w:themeTint="99"/>
                              <w:sz w:val="16"/>
                            </w:rPr>
                            <w:t>07.02.2018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07506E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80.85pt;margin-top:19.6pt;width:83.35pt;height:16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" filled="f" stroked="f">
              <v:textbox>
                <w:txbxContent>
                  <w:p w14:paraId="3507507C" w14:textId="18B76558" w:rsidR="00293B73" w:rsidRPr="00B61CDC" w:rsidRDefault="00293B73">
                    <w:pPr>
                      <w:rPr>
                        <w:color w:val="548DD4" w:themeColor="text2" w:themeTint="99"/>
                        <w:sz w:val="16"/>
                      </w:rPr>
                    </w:pPr>
                    <w:r w:rsidRPr="00B61CDC">
                      <w:rPr>
                        <w:color w:val="548DD4" w:themeColor="text2" w:themeTint="99"/>
                        <w:sz w:val="16"/>
                      </w:rPr>
                      <w:t xml:space="preserve">Stand:  </w:t>
                    </w:r>
                    <w:r w:rsidR="00306110">
                      <w:rPr>
                        <w:color w:val="548DD4" w:themeColor="text2" w:themeTint="99"/>
                        <w:sz w:val="16"/>
                      </w:rPr>
                      <w:t>07.02.2018</w:t>
                    </w:r>
                  </w:p>
                </w:txbxContent>
              </v:textbox>
            </v:shape>
          </w:pict>
        </mc:Fallback>
      </mc:AlternateContent>
    </w:r>
    <w:r w:rsidR="00B61CDC">
      <w:rPr>
        <w:noProof/>
        <w:color w:val="A6A6A6" w:themeColor="background1" w:themeShade="A6"/>
        <w:sz w:val="32"/>
      </w:rPr>
      <w:drawing>
        <wp:anchor distT="0" distB="0" distL="114300" distR="114300" simplePos="0" relativeHeight="251657216" behindDoc="1" locked="0" layoutInCell="1" allowOverlap="1" wp14:anchorId="35075070" wp14:editId="35075071">
          <wp:simplePos x="0" y="0"/>
          <wp:positionH relativeFrom="column">
            <wp:posOffset>5179695</wp:posOffset>
          </wp:positionH>
          <wp:positionV relativeFrom="paragraph">
            <wp:posOffset>-20320</wp:posOffset>
          </wp:positionV>
          <wp:extent cx="571500" cy="276225"/>
          <wp:effectExtent l="0" t="0" r="0" b="9525"/>
          <wp:wrapTight wrapText="bothSides">
            <wp:wrapPolygon edited="0">
              <wp:start x="0" y="0"/>
              <wp:lineTo x="0" y="20855"/>
              <wp:lineTo x="15120" y="20855"/>
              <wp:lineTo x="20880" y="20855"/>
              <wp:lineTo x="20880" y="14897"/>
              <wp:lineTo x="19440" y="0"/>
              <wp:lineTo x="0" y="0"/>
            </wp:wrapPolygon>
          </wp:wrapTight>
          <wp:docPr id="16" name="Bild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49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276225"/>
                  </a:xfrm>
                  <a:prstGeom prst="rect">
                    <a:avLst/>
                  </a:prstGeom>
                  <a:noFill/>
                  <a:ln w="9525" algn="ctr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61CDC">
      <w:rPr>
        <w:noProof/>
        <w:color w:val="A6A6A6" w:themeColor="background1" w:themeShade="A6"/>
        <w:sz w:val="32"/>
      </w:rPr>
      <w:drawing>
        <wp:anchor distT="0" distB="0" distL="114300" distR="114300" simplePos="0" relativeHeight="251659264" behindDoc="0" locked="0" layoutInCell="1" allowOverlap="1" wp14:anchorId="35075072" wp14:editId="35075073">
          <wp:simplePos x="0" y="0"/>
          <wp:positionH relativeFrom="column">
            <wp:posOffset>4503484</wp:posOffset>
          </wp:positionH>
          <wp:positionV relativeFrom="paragraph">
            <wp:posOffset>-19050</wp:posOffset>
          </wp:positionV>
          <wp:extent cx="539750" cy="276860"/>
          <wp:effectExtent l="0" t="0" r="0" b="889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OM-Logo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750" cy="276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93B73">
      <w:tab/>
    </w:r>
    <w:r w:rsidR="00293B73" w:rsidRPr="009B5564">
      <w:rPr>
        <w:color w:val="595959" w:themeColor="text1" w:themeTint="A6"/>
      </w:rPr>
      <w:fldChar w:fldCharType="begin"/>
    </w:r>
    <w:r w:rsidR="00293B73" w:rsidRPr="009B5564">
      <w:rPr>
        <w:color w:val="595959" w:themeColor="text1" w:themeTint="A6"/>
      </w:rPr>
      <w:instrText>PAGE   \* MERGEFORMAT</w:instrText>
    </w:r>
    <w:r w:rsidR="00293B73" w:rsidRPr="009B5564">
      <w:rPr>
        <w:color w:val="595959" w:themeColor="text1" w:themeTint="A6"/>
      </w:rPr>
      <w:fldChar w:fldCharType="separate"/>
    </w:r>
    <w:r w:rsidR="00306110">
      <w:rPr>
        <w:noProof/>
        <w:color w:val="595959" w:themeColor="text1" w:themeTint="A6"/>
      </w:rPr>
      <w:t>1</w:t>
    </w:r>
    <w:r w:rsidR="00293B73" w:rsidRPr="009B5564">
      <w:rPr>
        <w:color w:val="595959" w:themeColor="text1" w:themeTint="A6"/>
      </w:rPr>
      <w:fldChar w:fldCharType="end"/>
    </w:r>
    <w:r w:rsidR="00293B73">
      <w:rPr>
        <w:noProof/>
        <w:color w:val="A6A6A6" w:themeColor="background1" w:themeShade="A6"/>
        <w:sz w:val="32"/>
      </w:rPr>
      <w:drawing>
        <wp:anchor distT="0" distB="0" distL="114300" distR="114300" simplePos="0" relativeHeight="251656192" behindDoc="1" locked="0" layoutInCell="1" allowOverlap="1" wp14:anchorId="35075076" wp14:editId="621DF1EC">
          <wp:simplePos x="0" y="0"/>
          <wp:positionH relativeFrom="column">
            <wp:posOffset>2480310</wp:posOffset>
          </wp:positionH>
          <wp:positionV relativeFrom="paragraph">
            <wp:posOffset>-5080</wp:posOffset>
          </wp:positionV>
          <wp:extent cx="1709420" cy="233680"/>
          <wp:effectExtent l="0" t="0" r="5080" b="0"/>
          <wp:wrapTight wrapText="bothSides">
            <wp:wrapPolygon edited="0">
              <wp:start x="0" y="0"/>
              <wp:lineTo x="0" y="19370"/>
              <wp:lineTo x="21423" y="19370"/>
              <wp:lineTo x="21423" y="0"/>
              <wp:lineTo x="0" y="0"/>
            </wp:wrapPolygon>
          </wp:wrapTight>
          <wp:docPr id="11" name="Bild 7" descr="unternehmer-nrw-400x5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4" descr="unternehmer-nrw-400x55.jpg"/>
                  <pic:cNvPicPr>
                    <a:picLocks noChangeAspect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9420" cy="2336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93B73">
      <w:rPr>
        <w:noProof/>
      </w:rPr>
      <w:drawing>
        <wp:anchor distT="0" distB="0" distL="114300" distR="114300" simplePos="0" relativeHeight="251664384" behindDoc="0" locked="0" layoutInCell="1" allowOverlap="1" wp14:anchorId="35075078" wp14:editId="35075079">
          <wp:simplePos x="0" y="0"/>
          <wp:positionH relativeFrom="column">
            <wp:posOffset>1671651</wp:posOffset>
          </wp:positionH>
          <wp:positionV relativeFrom="paragraph">
            <wp:posOffset>-60960</wp:posOffset>
          </wp:positionV>
          <wp:extent cx="629920" cy="374015"/>
          <wp:effectExtent l="0" t="0" r="0" b="6985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GB-NRW-Logo-192dpi-web-transparent.pn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920" cy="374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93B73">
      <w:rPr>
        <w:noProof/>
        <w:color w:val="A6A6A6" w:themeColor="background1" w:themeShade="A6"/>
        <w:sz w:val="3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507507A" wp14:editId="3507507B">
              <wp:simplePos x="0" y="0"/>
              <wp:positionH relativeFrom="column">
                <wp:posOffset>5080</wp:posOffset>
              </wp:positionH>
              <wp:positionV relativeFrom="paragraph">
                <wp:posOffset>-160020</wp:posOffset>
              </wp:positionV>
              <wp:extent cx="5760000" cy="635"/>
              <wp:effectExtent l="0" t="0" r="12700" b="37465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00" cy="63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1254C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.4pt;margin-top:-12.6pt;width:453.55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" strokecolor="#bfbfbf [2412]" strokeweight="1.5pt">
              <v:shadow color="#7f7f7f [1601]" opacity=".5" offset="1p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C68269" w14:textId="77777777" w:rsidR="002163B7" w:rsidRDefault="002163B7" w:rsidP="005F2D7F">
      <w:pPr>
        <w:spacing w:after="0" w:line="240" w:lineRule="auto"/>
      </w:pPr>
      <w:r>
        <w:separator/>
      </w:r>
    </w:p>
  </w:footnote>
  <w:footnote w:type="continuationSeparator" w:id="0">
    <w:p w14:paraId="65E266BD" w14:textId="77777777" w:rsidR="002163B7" w:rsidRDefault="002163B7" w:rsidP="005F2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075067" w14:textId="77777777" w:rsidR="00293B73" w:rsidRDefault="009C6A2B" w:rsidP="009B5564">
    <w:pPr>
      <w:pStyle w:val="Kopfzeile"/>
      <w:tabs>
        <w:tab w:val="left" w:pos="4425"/>
      </w:tabs>
      <w:rPr>
        <w:color w:val="7F7F7F" w:themeColor="text1" w:themeTint="80"/>
        <w:sz w:val="24"/>
      </w:rPr>
    </w:pPr>
    <w:r w:rsidRPr="009B5564">
      <w:rPr>
        <w:noProof/>
        <w:color w:val="7F7F7F" w:themeColor="text1" w:themeTint="80"/>
        <w:sz w:val="24"/>
      </w:rPr>
      <w:drawing>
        <wp:anchor distT="0" distB="0" distL="114300" distR="114300" simplePos="0" relativeHeight="251654144" behindDoc="1" locked="0" layoutInCell="1" allowOverlap="1" wp14:anchorId="3507506A" wp14:editId="3507506B">
          <wp:simplePos x="0" y="0"/>
          <wp:positionH relativeFrom="column">
            <wp:posOffset>5020945</wp:posOffset>
          </wp:positionH>
          <wp:positionV relativeFrom="paragraph">
            <wp:posOffset>-129540</wp:posOffset>
          </wp:positionV>
          <wp:extent cx="739140" cy="628650"/>
          <wp:effectExtent l="0" t="0" r="3810" b="0"/>
          <wp:wrapTight wrapText="bothSides">
            <wp:wrapPolygon edited="0">
              <wp:start x="14474" y="0"/>
              <wp:lineTo x="0" y="655"/>
              <wp:lineTo x="0" y="18982"/>
              <wp:lineTo x="9464" y="20945"/>
              <wp:lineTo x="21155" y="20945"/>
              <wp:lineTo x="21155" y="0"/>
              <wp:lineTo x="14474" y="0"/>
            </wp:wrapPolygon>
          </wp:wrapTight>
          <wp:docPr id="2" name="Grafik 1" descr="da_logo_solo_2308201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_logo_solo_2308201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9140" cy="628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B5564">
      <w:rPr>
        <w:noProof/>
        <w:color w:val="7F7F7F" w:themeColor="text1" w:themeTint="80"/>
        <w:sz w:val="3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507506C" wp14:editId="3507506D">
              <wp:simplePos x="0" y="0"/>
              <wp:positionH relativeFrom="column">
                <wp:posOffset>5080</wp:posOffset>
              </wp:positionH>
              <wp:positionV relativeFrom="paragraph">
                <wp:posOffset>601409</wp:posOffset>
              </wp:positionV>
              <wp:extent cx="5759450" cy="0"/>
              <wp:effectExtent l="0" t="0" r="12700" b="1905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945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DA4DE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4pt;margin-top:47.35pt;width:453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" strokecolor="#bfbfbf [2412]" strokeweight="1.5pt">
              <v:shadow color="#7f7f7f [1601]" opacity=".5" offset="1pt"/>
            </v:shape>
          </w:pict>
        </mc:Fallback>
      </mc:AlternateContent>
    </w:r>
    <w:r w:rsidR="00293B73" w:rsidRPr="009B5564">
      <w:rPr>
        <w:color w:val="7F7F7F" w:themeColor="text1" w:themeTint="80"/>
        <w:sz w:val="24"/>
      </w:rPr>
      <w:t>Dokumentation (1)</w:t>
    </w:r>
  </w:p>
  <w:p w14:paraId="35075068" w14:textId="77777777" w:rsidR="009C6A2B" w:rsidRPr="009C6A2B" w:rsidRDefault="009C6A2B" w:rsidP="009C6A2B">
    <w:pPr>
      <w:pStyle w:val="Kopfzeile"/>
      <w:tabs>
        <w:tab w:val="left" w:pos="4425"/>
      </w:tabs>
      <w:spacing w:before="120"/>
      <w:rPr>
        <w:b/>
        <w:color w:val="548DD4" w:themeColor="text2" w:themeTint="99"/>
        <w:sz w:val="36"/>
        <w:szCs w:val="36"/>
      </w:rPr>
    </w:pPr>
    <w:r w:rsidRPr="009C6A2B">
      <w:rPr>
        <w:b/>
        <w:color w:val="548DD4" w:themeColor="text2" w:themeTint="99"/>
        <w:sz w:val="36"/>
        <w:szCs w:val="36"/>
      </w:rPr>
      <w:t>Basisdaten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00E46"/>
    <w:multiLevelType w:val="hybridMultilevel"/>
    <w:tmpl w:val="217AC27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91103"/>
    <w:multiLevelType w:val="hybridMultilevel"/>
    <w:tmpl w:val="7C0067C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90C67"/>
    <w:multiLevelType w:val="hybridMultilevel"/>
    <w:tmpl w:val="ED50DF5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31BD2"/>
    <w:multiLevelType w:val="hybridMultilevel"/>
    <w:tmpl w:val="DB362AF6"/>
    <w:lvl w:ilvl="0" w:tplc="788CED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EAE6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E0E8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3442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A0DA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6815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26C1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5C76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7EE8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A5C78B8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E392EB5"/>
    <w:multiLevelType w:val="multilevel"/>
    <w:tmpl w:val="EB56CA4C"/>
    <w:lvl w:ilvl="0">
      <w:numFmt w:val="decimal"/>
      <w:pStyle w:val="MMTopic1"/>
      <w:suff w:val="space"/>
      <w:lvlText w:val="%1"/>
      <w:lvlJc w:val="left"/>
      <w:pPr>
        <w:ind w:left="708" w:firstLine="0"/>
      </w:pPr>
      <w:rPr>
        <w:rFonts w:hint="default"/>
      </w:rPr>
    </w:lvl>
    <w:lvl w:ilvl="1">
      <w:start w:val="1"/>
      <w:numFmt w:val="decimal"/>
      <w:pStyle w:val="MMTopic2"/>
      <w:suff w:val="space"/>
      <w:lvlText w:val="%1.%2"/>
      <w:lvlJc w:val="left"/>
      <w:pPr>
        <w:ind w:left="708" w:firstLine="0"/>
      </w:pPr>
      <w:rPr>
        <w:rFonts w:hint="default"/>
      </w:rPr>
    </w:lvl>
    <w:lvl w:ilvl="2">
      <w:start w:val="1"/>
      <w:numFmt w:val="decimal"/>
      <w:pStyle w:val="MMTopic3"/>
      <w:suff w:val="space"/>
      <w:lvlText w:val="%1.%2.%3"/>
      <w:lvlJc w:val="left"/>
      <w:pPr>
        <w:ind w:left="708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8" w:hanging="360"/>
      </w:pPr>
      <w:rPr>
        <w:rFonts w:hint="default"/>
      </w:rPr>
    </w:lvl>
  </w:abstractNum>
  <w:abstractNum w:abstractNumId="6" w15:restartNumberingAfterBreak="0">
    <w:nsid w:val="1E7C2357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746AEB"/>
    <w:multiLevelType w:val="hybridMultilevel"/>
    <w:tmpl w:val="0350679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348BD"/>
    <w:multiLevelType w:val="hybridMultilevel"/>
    <w:tmpl w:val="9E362A0E"/>
    <w:lvl w:ilvl="0" w:tplc="D65ABF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D64C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5215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6E85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A658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AE39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969A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80B2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2EA9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EF120D4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9CF7A5F"/>
    <w:multiLevelType w:val="hybridMultilevel"/>
    <w:tmpl w:val="4D7600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3B1DB1"/>
    <w:multiLevelType w:val="hybridMultilevel"/>
    <w:tmpl w:val="7BA2615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0D1005"/>
    <w:multiLevelType w:val="hybridMultilevel"/>
    <w:tmpl w:val="E38C178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DC6A54"/>
    <w:multiLevelType w:val="hybridMultilevel"/>
    <w:tmpl w:val="55E22E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986D32"/>
    <w:multiLevelType w:val="hybridMultilevel"/>
    <w:tmpl w:val="AA22443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1119EF"/>
    <w:multiLevelType w:val="hybridMultilevel"/>
    <w:tmpl w:val="57C240B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133EC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B414FCC"/>
    <w:multiLevelType w:val="multilevel"/>
    <w:tmpl w:val="0407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8" w15:restartNumberingAfterBreak="0">
    <w:nsid w:val="50E80DB0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10E4BF4"/>
    <w:multiLevelType w:val="hybridMultilevel"/>
    <w:tmpl w:val="E38C178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6814EF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904335A"/>
    <w:multiLevelType w:val="hybridMultilevel"/>
    <w:tmpl w:val="5B78754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923FB3"/>
    <w:multiLevelType w:val="hybridMultilevel"/>
    <w:tmpl w:val="AC945E0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1D7C7D"/>
    <w:multiLevelType w:val="hybridMultilevel"/>
    <w:tmpl w:val="1FE6FE06"/>
    <w:lvl w:ilvl="0" w:tplc="B66E1F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2609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BAD7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7C67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0606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9287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06A3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7AA9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68A5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73FD0E1C"/>
    <w:multiLevelType w:val="hybridMultilevel"/>
    <w:tmpl w:val="A08EFB48"/>
    <w:lvl w:ilvl="0" w:tplc="AE987290">
      <w:start w:val="1"/>
      <w:numFmt w:val="decimal"/>
      <w:pStyle w:val="berschrift2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9"/>
  </w:num>
  <w:num w:numId="3">
    <w:abstractNumId w:val="18"/>
  </w:num>
  <w:num w:numId="4">
    <w:abstractNumId w:val="16"/>
  </w:num>
  <w:num w:numId="5">
    <w:abstractNumId w:val="6"/>
  </w:num>
  <w:num w:numId="6">
    <w:abstractNumId w:val="3"/>
  </w:num>
  <w:num w:numId="7">
    <w:abstractNumId w:val="4"/>
  </w:num>
  <w:num w:numId="8">
    <w:abstractNumId w:val="20"/>
  </w:num>
  <w:num w:numId="9">
    <w:abstractNumId w:val="8"/>
  </w:num>
  <w:num w:numId="10">
    <w:abstractNumId w:val="17"/>
  </w:num>
  <w:num w:numId="11">
    <w:abstractNumId w:val="2"/>
  </w:num>
  <w:num w:numId="12">
    <w:abstractNumId w:val="19"/>
  </w:num>
  <w:num w:numId="13">
    <w:abstractNumId w:val="12"/>
  </w:num>
  <w:num w:numId="14">
    <w:abstractNumId w:val="11"/>
  </w:num>
  <w:num w:numId="15">
    <w:abstractNumId w:val="21"/>
  </w:num>
  <w:num w:numId="16">
    <w:abstractNumId w:val="15"/>
  </w:num>
  <w:num w:numId="17">
    <w:abstractNumId w:val="7"/>
  </w:num>
  <w:num w:numId="18">
    <w:abstractNumId w:val="14"/>
  </w:num>
  <w:num w:numId="19">
    <w:abstractNumId w:val="22"/>
  </w:num>
  <w:num w:numId="20">
    <w:abstractNumId w:val="0"/>
  </w:num>
  <w:num w:numId="21">
    <w:abstractNumId w:val="1"/>
  </w:num>
  <w:num w:numId="22">
    <w:abstractNumId w:val="5"/>
  </w:num>
  <w:num w:numId="23">
    <w:abstractNumId w:val="13"/>
  </w:num>
  <w:num w:numId="24">
    <w:abstractNumId w:val="24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attachedTemplate r:id="rId1"/>
  <w:doNotTrackFormatting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73D"/>
    <w:rsid w:val="00001BEB"/>
    <w:rsid w:val="00014897"/>
    <w:rsid w:val="00027E3F"/>
    <w:rsid w:val="00034615"/>
    <w:rsid w:val="00050238"/>
    <w:rsid w:val="000506E2"/>
    <w:rsid w:val="0005158B"/>
    <w:rsid w:val="00085CB4"/>
    <w:rsid w:val="0009282F"/>
    <w:rsid w:val="00095810"/>
    <w:rsid w:val="000A0F23"/>
    <w:rsid w:val="000C3578"/>
    <w:rsid w:val="000D437E"/>
    <w:rsid w:val="000D6ECC"/>
    <w:rsid w:val="0010438E"/>
    <w:rsid w:val="00105B45"/>
    <w:rsid w:val="00143A26"/>
    <w:rsid w:val="00146577"/>
    <w:rsid w:val="0014773D"/>
    <w:rsid w:val="00161315"/>
    <w:rsid w:val="00163BC6"/>
    <w:rsid w:val="001644B8"/>
    <w:rsid w:val="00171C96"/>
    <w:rsid w:val="00183E86"/>
    <w:rsid w:val="00192C28"/>
    <w:rsid w:val="001A4BAA"/>
    <w:rsid w:val="001C10BF"/>
    <w:rsid w:val="001F6847"/>
    <w:rsid w:val="00212A11"/>
    <w:rsid w:val="002163B7"/>
    <w:rsid w:val="002337FD"/>
    <w:rsid w:val="00236DB4"/>
    <w:rsid w:val="0026349D"/>
    <w:rsid w:val="0026440A"/>
    <w:rsid w:val="00293B73"/>
    <w:rsid w:val="002A08AE"/>
    <w:rsid w:val="002A2B45"/>
    <w:rsid w:val="002A4211"/>
    <w:rsid w:val="002B12C5"/>
    <w:rsid w:val="002D4281"/>
    <w:rsid w:val="002D465F"/>
    <w:rsid w:val="002E5646"/>
    <w:rsid w:val="00306110"/>
    <w:rsid w:val="003124FF"/>
    <w:rsid w:val="00326988"/>
    <w:rsid w:val="0036569E"/>
    <w:rsid w:val="00386103"/>
    <w:rsid w:val="00397DBD"/>
    <w:rsid w:val="003A7AC3"/>
    <w:rsid w:val="003C36E3"/>
    <w:rsid w:val="003D5533"/>
    <w:rsid w:val="003D5F34"/>
    <w:rsid w:val="003E5C33"/>
    <w:rsid w:val="003F1FC4"/>
    <w:rsid w:val="00405972"/>
    <w:rsid w:val="00406559"/>
    <w:rsid w:val="00425207"/>
    <w:rsid w:val="00435149"/>
    <w:rsid w:val="004662E8"/>
    <w:rsid w:val="00487F11"/>
    <w:rsid w:val="004B030A"/>
    <w:rsid w:val="004B3D66"/>
    <w:rsid w:val="004B5B41"/>
    <w:rsid w:val="004D3AC7"/>
    <w:rsid w:val="004E7B2D"/>
    <w:rsid w:val="004F4725"/>
    <w:rsid w:val="005079D2"/>
    <w:rsid w:val="00522418"/>
    <w:rsid w:val="005338A1"/>
    <w:rsid w:val="00540AEA"/>
    <w:rsid w:val="00566990"/>
    <w:rsid w:val="00586AC6"/>
    <w:rsid w:val="00593842"/>
    <w:rsid w:val="005940B9"/>
    <w:rsid w:val="005A4D5B"/>
    <w:rsid w:val="005B07A1"/>
    <w:rsid w:val="005B52FF"/>
    <w:rsid w:val="005C0BAA"/>
    <w:rsid w:val="005E5AD1"/>
    <w:rsid w:val="005F22D1"/>
    <w:rsid w:val="005F2D7F"/>
    <w:rsid w:val="006002A9"/>
    <w:rsid w:val="00614EB4"/>
    <w:rsid w:val="00624552"/>
    <w:rsid w:val="006637B3"/>
    <w:rsid w:val="00665F99"/>
    <w:rsid w:val="00677F8B"/>
    <w:rsid w:val="00681D76"/>
    <w:rsid w:val="00695B34"/>
    <w:rsid w:val="006C01F5"/>
    <w:rsid w:val="006C527D"/>
    <w:rsid w:val="006C5D9F"/>
    <w:rsid w:val="006D164D"/>
    <w:rsid w:val="006D77B8"/>
    <w:rsid w:val="006F05B1"/>
    <w:rsid w:val="006F3A7E"/>
    <w:rsid w:val="0073474A"/>
    <w:rsid w:val="00765B3B"/>
    <w:rsid w:val="00791C3F"/>
    <w:rsid w:val="007A7756"/>
    <w:rsid w:val="00801E5D"/>
    <w:rsid w:val="00815B93"/>
    <w:rsid w:val="00824F74"/>
    <w:rsid w:val="00824F97"/>
    <w:rsid w:val="00825063"/>
    <w:rsid w:val="00831F12"/>
    <w:rsid w:val="008338C9"/>
    <w:rsid w:val="008723F3"/>
    <w:rsid w:val="0088488E"/>
    <w:rsid w:val="008E2AC4"/>
    <w:rsid w:val="00903F89"/>
    <w:rsid w:val="009140AD"/>
    <w:rsid w:val="00925F54"/>
    <w:rsid w:val="00926A1C"/>
    <w:rsid w:val="009415FF"/>
    <w:rsid w:val="00943146"/>
    <w:rsid w:val="00954072"/>
    <w:rsid w:val="0096674B"/>
    <w:rsid w:val="009944A8"/>
    <w:rsid w:val="009A4C63"/>
    <w:rsid w:val="009A7A48"/>
    <w:rsid w:val="009B45F8"/>
    <w:rsid w:val="009B4BE3"/>
    <w:rsid w:val="009B5564"/>
    <w:rsid w:val="009C6A2B"/>
    <w:rsid w:val="009D6FD7"/>
    <w:rsid w:val="009F695F"/>
    <w:rsid w:val="00A05718"/>
    <w:rsid w:val="00A06CFA"/>
    <w:rsid w:val="00A32A42"/>
    <w:rsid w:val="00A40021"/>
    <w:rsid w:val="00A414AC"/>
    <w:rsid w:val="00A433FC"/>
    <w:rsid w:val="00A765F7"/>
    <w:rsid w:val="00A928CD"/>
    <w:rsid w:val="00A9741F"/>
    <w:rsid w:val="00AA2043"/>
    <w:rsid w:val="00AD0821"/>
    <w:rsid w:val="00B053B4"/>
    <w:rsid w:val="00B17628"/>
    <w:rsid w:val="00B35664"/>
    <w:rsid w:val="00B43BC8"/>
    <w:rsid w:val="00B524E6"/>
    <w:rsid w:val="00B55854"/>
    <w:rsid w:val="00B61CDC"/>
    <w:rsid w:val="00B65366"/>
    <w:rsid w:val="00B87C02"/>
    <w:rsid w:val="00B926D7"/>
    <w:rsid w:val="00BF1CB3"/>
    <w:rsid w:val="00C242CB"/>
    <w:rsid w:val="00C25AD9"/>
    <w:rsid w:val="00C33F77"/>
    <w:rsid w:val="00C41326"/>
    <w:rsid w:val="00C60DB4"/>
    <w:rsid w:val="00CB53FF"/>
    <w:rsid w:val="00CD0DA3"/>
    <w:rsid w:val="00CE6538"/>
    <w:rsid w:val="00CF1FF0"/>
    <w:rsid w:val="00CF25E2"/>
    <w:rsid w:val="00CF2C36"/>
    <w:rsid w:val="00D06E14"/>
    <w:rsid w:val="00D12B10"/>
    <w:rsid w:val="00D31C7A"/>
    <w:rsid w:val="00D320A6"/>
    <w:rsid w:val="00D420A9"/>
    <w:rsid w:val="00D7035D"/>
    <w:rsid w:val="00D74225"/>
    <w:rsid w:val="00D90E49"/>
    <w:rsid w:val="00DB0CE5"/>
    <w:rsid w:val="00DB3957"/>
    <w:rsid w:val="00DD798B"/>
    <w:rsid w:val="00DE0528"/>
    <w:rsid w:val="00DE247C"/>
    <w:rsid w:val="00DF6599"/>
    <w:rsid w:val="00E00A31"/>
    <w:rsid w:val="00E276BF"/>
    <w:rsid w:val="00E51C72"/>
    <w:rsid w:val="00E52DF1"/>
    <w:rsid w:val="00E546D6"/>
    <w:rsid w:val="00E55B1B"/>
    <w:rsid w:val="00E66A5C"/>
    <w:rsid w:val="00E87D98"/>
    <w:rsid w:val="00E95376"/>
    <w:rsid w:val="00EA01D2"/>
    <w:rsid w:val="00EA4A60"/>
    <w:rsid w:val="00EA7CB2"/>
    <w:rsid w:val="00EB1D01"/>
    <w:rsid w:val="00EC3E72"/>
    <w:rsid w:val="00EF46CE"/>
    <w:rsid w:val="00F07AE9"/>
    <w:rsid w:val="00F22803"/>
    <w:rsid w:val="00F26128"/>
    <w:rsid w:val="00F43F1F"/>
    <w:rsid w:val="00F55369"/>
    <w:rsid w:val="00F55937"/>
    <w:rsid w:val="00F56C27"/>
    <w:rsid w:val="00FB1C22"/>
    <w:rsid w:val="00FD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075039"/>
  <w15:docId w15:val="{F669F966-A29C-4D96-B049-E44C65A86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F68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D465F"/>
    <w:pPr>
      <w:keepNext/>
      <w:keepLines/>
      <w:numPr>
        <w:numId w:val="24"/>
      </w:numPr>
      <w:spacing w:before="120" w:after="120"/>
      <w:ind w:left="425" w:hanging="357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D082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F68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D465F"/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05158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F2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2D7F"/>
  </w:style>
  <w:style w:type="paragraph" w:styleId="Fuzeile">
    <w:name w:val="footer"/>
    <w:basedOn w:val="Standard"/>
    <w:link w:val="FuzeileZchn"/>
    <w:uiPriority w:val="99"/>
    <w:unhideWhenUsed/>
    <w:rsid w:val="005F2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2D7F"/>
  </w:style>
  <w:style w:type="table" w:styleId="Tabellenraster">
    <w:name w:val="Table Grid"/>
    <w:basedOn w:val="NormaleTabelle"/>
    <w:uiPriority w:val="59"/>
    <w:rsid w:val="005F2D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HelleSchattierung-Akzent11">
    <w:name w:val="Helle Schattierung - Akzent 11"/>
    <w:basedOn w:val="NormaleTabelle"/>
    <w:uiPriority w:val="60"/>
    <w:rsid w:val="0052241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MittlereSchattierung1-Akzent11">
    <w:name w:val="Mittlere Schattierung 1 - Akzent 11"/>
    <w:basedOn w:val="NormaleTabelle"/>
    <w:uiPriority w:val="63"/>
    <w:rsid w:val="00522418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26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26128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20A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20A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20A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20A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20A6"/>
    <w:rPr>
      <w:b/>
      <w:bCs/>
      <w:sz w:val="20"/>
      <w:szCs w:val="20"/>
    </w:rPr>
  </w:style>
  <w:style w:type="table" w:styleId="MittlereListe2-Akzent3">
    <w:name w:val="Medium List 2 Accent 3"/>
    <w:basedOn w:val="NormaleTabelle"/>
    <w:uiPriority w:val="66"/>
    <w:rsid w:val="005B07A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MMTopic1">
    <w:name w:val="MM Topic 1"/>
    <w:basedOn w:val="berschrift1"/>
    <w:rsid w:val="00AD0821"/>
    <w:pPr>
      <w:numPr>
        <w:numId w:val="22"/>
      </w:numPr>
    </w:pPr>
    <w:rPr>
      <w:rFonts w:ascii="Cambria" w:eastAsia="Times New Roman" w:hAnsi="Cambria" w:cs="Times New Roman"/>
      <w:color w:val="365F91"/>
    </w:rPr>
  </w:style>
  <w:style w:type="paragraph" w:customStyle="1" w:styleId="MMTopic2">
    <w:name w:val="MM Topic 2"/>
    <w:basedOn w:val="berschrift2"/>
    <w:rsid w:val="00AD0821"/>
    <w:pPr>
      <w:numPr>
        <w:ilvl w:val="1"/>
        <w:numId w:val="22"/>
      </w:numPr>
    </w:pPr>
    <w:rPr>
      <w:rFonts w:ascii="Cambria" w:eastAsia="Times New Roman" w:hAnsi="Cambria" w:cs="Times New Roman"/>
      <w:color w:val="4F81BD"/>
    </w:rPr>
  </w:style>
  <w:style w:type="paragraph" w:customStyle="1" w:styleId="MMTopic3">
    <w:name w:val="MM Topic 3"/>
    <w:basedOn w:val="berschrift3"/>
    <w:rsid w:val="00AD0821"/>
    <w:pPr>
      <w:numPr>
        <w:ilvl w:val="2"/>
        <w:numId w:val="22"/>
      </w:numPr>
      <w:ind w:left="2160" w:hanging="180"/>
    </w:pPr>
    <w:rPr>
      <w:rFonts w:ascii="Cambria" w:eastAsia="Times New Roman" w:hAnsi="Cambria" w:cs="Times New Roman"/>
      <w:color w:val="4F81BD"/>
    </w:rPr>
  </w:style>
  <w:style w:type="paragraph" w:customStyle="1" w:styleId="HB-berschrift1">
    <w:name w:val="HB-Überschrift1"/>
    <w:basedOn w:val="MMTopic1"/>
    <w:link w:val="HB-berschrift1Zchn"/>
    <w:qFormat/>
    <w:rsid w:val="00AD0821"/>
  </w:style>
  <w:style w:type="character" w:customStyle="1" w:styleId="HB-berschrift1Zchn">
    <w:name w:val="HB-Überschrift1 Zchn"/>
    <w:basedOn w:val="Absatz-Standardschriftart"/>
    <w:link w:val="HB-berschrift1"/>
    <w:rsid w:val="00AD0821"/>
    <w:rPr>
      <w:rFonts w:ascii="Cambria" w:eastAsia="Times New Roman" w:hAnsi="Cambria" w:cs="Times New Roman"/>
      <w:b/>
      <w:bCs/>
      <w:color w:val="365F91"/>
      <w:sz w:val="28"/>
      <w:szCs w:val="28"/>
      <w:lang w:eastAsia="de-DE"/>
    </w:rPr>
  </w:style>
  <w:style w:type="table" w:styleId="MittlereListe1-Akzent3">
    <w:name w:val="Medium List 1 Accent 3"/>
    <w:basedOn w:val="NormaleTabelle"/>
    <w:uiPriority w:val="65"/>
    <w:rsid w:val="00AD082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D082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Platzhaltertext">
    <w:name w:val="Placeholder Text"/>
    <w:basedOn w:val="Absatz-Standardschriftart"/>
    <w:uiPriority w:val="99"/>
    <w:semiHidden/>
    <w:rsid w:val="008338C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5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3987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017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279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241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535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619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58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9327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03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5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892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212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wmf"/><Relationship Id="rId1" Type="http://schemas.openxmlformats.org/officeDocument/2006/relationships/image" Target="media/image2.jpeg"/><Relationship Id="rId5" Type="http://schemas.openxmlformats.org/officeDocument/2006/relationships/image" Target="media/image6.pn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ervicestelle\Arbeitsmaterialien\1_Basisdate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2C9793603584F5AAA6FA47A6147AC3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BDAABBD-725F-4D55-B823-811B2DEC16C9}"/>
      </w:docPartPr>
      <w:docPartBody>
        <w:p w:rsidR="00AB0457" w:rsidRDefault="00EE02D1">
          <w:pPr>
            <w:pStyle w:val="32C9793603584F5AAA6FA47A6147AC32"/>
          </w:pPr>
          <w:r>
            <w:rPr>
              <w:rStyle w:val="Platzhaltertext"/>
            </w:rPr>
            <w:t>Unternehmen</w:t>
          </w:r>
        </w:p>
      </w:docPartBody>
    </w:docPart>
    <w:docPart>
      <w:docPartPr>
        <w:name w:val="CA8CE7730ADD46C884DE08281962BC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4EDC22A-271B-4E29-A664-C7C8C7AAD9F3}"/>
      </w:docPartPr>
      <w:docPartBody>
        <w:p w:rsidR="00AB0457" w:rsidRDefault="00EE02D1">
          <w:pPr>
            <w:pStyle w:val="CA8CE7730ADD46C884DE08281962BC42"/>
          </w:pPr>
          <w:r>
            <w:rPr>
              <w:rStyle w:val="Platzhaltertext"/>
            </w:rPr>
            <w:t>Anschrift</w:t>
          </w:r>
        </w:p>
      </w:docPartBody>
    </w:docPart>
    <w:docPart>
      <w:docPartPr>
        <w:name w:val="AB16202C6AB644C0B01C7BA6121803C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E0BFE31-58C3-4A17-B534-778CCC588EC7}"/>
      </w:docPartPr>
      <w:docPartBody>
        <w:p w:rsidR="00AB0457" w:rsidRDefault="00EE02D1">
          <w:pPr>
            <w:pStyle w:val="AB16202C6AB644C0B01C7BA6121803C5"/>
          </w:pPr>
          <w:r>
            <w:rPr>
              <w:rStyle w:val="Platzhaltertext"/>
            </w:rPr>
            <w:t>Telefon</w:t>
          </w:r>
        </w:p>
      </w:docPartBody>
    </w:docPart>
    <w:docPart>
      <w:docPartPr>
        <w:name w:val="267EAFA779B645B2A454B63C0625BFB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6F4261E-F72D-4011-B53E-62C411136A71}"/>
      </w:docPartPr>
      <w:docPartBody>
        <w:p w:rsidR="00AB0457" w:rsidRDefault="00EE02D1">
          <w:pPr>
            <w:pStyle w:val="267EAFA779B645B2A454B63C0625BFB0"/>
          </w:pPr>
          <w:r>
            <w:rPr>
              <w:rStyle w:val="Platzhaltertext"/>
            </w:rPr>
            <w:t>Fax</w:t>
          </w:r>
        </w:p>
      </w:docPartBody>
    </w:docPart>
    <w:docPart>
      <w:docPartPr>
        <w:name w:val="DA212858E82548F58E6F45212B15A7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02F2D50-6F26-4D42-8A6D-95F12EF9B135}"/>
      </w:docPartPr>
      <w:docPartBody>
        <w:p w:rsidR="00AB0457" w:rsidRDefault="00EE02D1">
          <w:pPr>
            <w:pStyle w:val="DA212858E82548F58E6F45212B15A772"/>
          </w:pPr>
          <w:r>
            <w:rPr>
              <w:rStyle w:val="Platzhaltertext"/>
            </w:rPr>
            <w:t>E-Mail</w:t>
          </w:r>
        </w:p>
      </w:docPartBody>
    </w:docPart>
    <w:docPart>
      <w:docPartPr>
        <w:name w:val="0769CA9EF737410992757A0D0844DDC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E260095-93A3-4469-9D40-0D781C0E2521}"/>
      </w:docPartPr>
      <w:docPartBody>
        <w:p w:rsidR="00AB0457" w:rsidRDefault="00EE02D1">
          <w:pPr>
            <w:pStyle w:val="0769CA9EF737410992757A0D0844DDC7"/>
          </w:pPr>
          <w:r>
            <w:rPr>
              <w:rStyle w:val="Platzhaltertext"/>
            </w:rPr>
            <w:t>Internet</w:t>
          </w:r>
        </w:p>
      </w:docPartBody>
    </w:docPart>
    <w:docPart>
      <w:docPartPr>
        <w:name w:val="0FBA1A508F93445C8237FCB8B9991C0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E763BE6-0E7E-4DAC-9385-727E9DB05AE9}"/>
      </w:docPartPr>
      <w:docPartBody>
        <w:p w:rsidR="00AB0457" w:rsidRDefault="00EE02D1">
          <w:pPr>
            <w:pStyle w:val="0FBA1A508F93445C8237FCB8B9991C05"/>
          </w:pPr>
          <w:r>
            <w:rPr>
              <w:rStyle w:val="Platzhaltertext"/>
            </w:rPr>
            <w:t>Name</w:t>
          </w:r>
        </w:p>
      </w:docPartBody>
    </w:docPart>
    <w:docPart>
      <w:docPartPr>
        <w:name w:val="36A907F4C99B4E9ABB6243A8C2183F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C9F1F2F-A31C-4F38-B629-FA6DCA0B27E0}"/>
      </w:docPartPr>
      <w:docPartBody>
        <w:p w:rsidR="00AB0457" w:rsidRDefault="00EE02D1">
          <w:pPr>
            <w:pStyle w:val="36A907F4C99B4E9ABB6243A8C2183F59"/>
          </w:pPr>
          <w:r>
            <w:rPr>
              <w:rStyle w:val="Platzhaltertext"/>
            </w:rPr>
            <w:t>Telefon</w:t>
          </w:r>
        </w:p>
      </w:docPartBody>
    </w:docPart>
    <w:docPart>
      <w:docPartPr>
        <w:name w:val="0586C6BFFA4E4C3A9534F7D056E1ADB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6171104-CCC3-4E9E-AEBF-8C349E5B2FC3}"/>
      </w:docPartPr>
      <w:docPartBody>
        <w:p w:rsidR="00AB0457" w:rsidRDefault="00EE02D1">
          <w:pPr>
            <w:pStyle w:val="0586C6BFFA4E4C3A9534F7D056E1ADBC"/>
          </w:pPr>
          <w:r>
            <w:rPr>
              <w:rStyle w:val="Platzhaltertext"/>
            </w:rPr>
            <w:t>E-Mail</w:t>
          </w:r>
        </w:p>
      </w:docPartBody>
    </w:docPart>
    <w:docPart>
      <w:docPartPr>
        <w:name w:val="45C8634FB23446E9AFABCBBF1C3D01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0030DA0-4214-4AB2-9254-247BE44EB91C}"/>
      </w:docPartPr>
      <w:docPartBody>
        <w:p w:rsidR="00AB0457" w:rsidRDefault="00EE02D1">
          <w:pPr>
            <w:pStyle w:val="45C8634FB23446E9AFABCBBF1C3D010A"/>
          </w:pPr>
          <w:r>
            <w:rPr>
              <w:rStyle w:val="Platzhaltertext"/>
            </w:rPr>
            <w:t>Name</w:t>
          </w:r>
        </w:p>
      </w:docPartBody>
    </w:docPart>
    <w:docPart>
      <w:docPartPr>
        <w:name w:val="F4B4C1DC2CF749C9B0B4DC5A00613E2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AA30F82-FAD1-45B1-8EE3-9CB527175B47}"/>
      </w:docPartPr>
      <w:docPartBody>
        <w:p w:rsidR="00AB0457" w:rsidRDefault="00EE02D1">
          <w:pPr>
            <w:pStyle w:val="F4B4C1DC2CF749C9B0B4DC5A00613E24"/>
          </w:pPr>
          <w:r w:rsidRPr="0073474A">
            <w:rPr>
              <w:rStyle w:val="Platzhaltertext"/>
            </w:rPr>
            <w:t>Telefon</w:t>
          </w:r>
        </w:p>
      </w:docPartBody>
    </w:docPart>
    <w:docPart>
      <w:docPartPr>
        <w:name w:val="E6C1A8FEDDFA4999B9BC85B74C6DE6B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88920F9-0432-417B-8ABB-515D235295DA}"/>
      </w:docPartPr>
      <w:docPartBody>
        <w:p w:rsidR="00AB0457" w:rsidRDefault="00EE02D1">
          <w:pPr>
            <w:pStyle w:val="E6C1A8FEDDFA4999B9BC85B74C6DE6B1"/>
          </w:pPr>
          <w:r w:rsidRPr="0073474A">
            <w:rPr>
              <w:rStyle w:val="Platzhaltertext"/>
            </w:rPr>
            <w:t>E-Mail</w:t>
          </w:r>
        </w:p>
      </w:docPartBody>
    </w:docPart>
    <w:docPart>
      <w:docPartPr>
        <w:name w:val="CEA1AA1CFC3740FFA872F47C0BCC955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4EF381-3C44-48B0-838D-0B3AF038460A}"/>
      </w:docPartPr>
      <w:docPartBody>
        <w:p w:rsidR="00AB0457" w:rsidRDefault="00EE02D1">
          <w:pPr>
            <w:pStyle w:val="CEA1AA1CFC3740FFA872F47C0BCC955D"/>
          </w:pPr>
          <w:r>
            <w:rPr>
              <w:rStyle w:val="Platzhaltertext"/>
            </w:rPr>
            <w:t>Wirtschaftszweig</w:t>
          </w:r>
        </w:p>
      </w:docPartBody>
    </w:docPart>
    <w:docPart>
      <w:docPartPr>
        <w:name w:val="43D001CACBC148C19DC4966A87BCC54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1DA50E4-258D-4102-9412-B2A852F9301D}"/>
      </w:docPartPr>
      <w:docPartBody>
        <w:p w:rsidR="00AB0457" w:rsidRDefault="00EE02D1">
          <w:pPr>
            <w:pStyle w:val="43D001CACBC148C19DC4966A87BCC54C"/>
          </w:pPr>
          <w:r w:rsidRPr="009140AD">
            <w:rPr>
              <w:rStyle w:val="Platzhaltertext"/>
              <w:sz w:val="20"/>
              <w:szCs w:val="20"/>
            </w:rPr>
            <w:t>Klicken Sie hier, um Text einzugeben.</w:t>
          </w:r>
        </w:p>
      </w:docPartBody>
    </w:docPart>
    <w:docPart>
      <w:docPartPr>
        <w:name w:val="D00115F5A83F4E36A706CCC63569F7F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817260C-D6F2-4462-8DFB-9090EA21C993}"/>
      </w:docPartPr>
      <w:docPartBody>
        <w:p w:rsidR="00AB0457" w:rsidRDefault="00EE02D1">
          <w:pPr>
            <w:pStyle w:val="D00115F5A83F4E36A706CCC63569F7FA"/>
          </w:pPr>
          <w:r>
            <w:rPr>
              <w:rStyle w:val="Platzhaltertext"/>
            </w:rPr>
            <w:t>männlich</w:t>
          </w:r>
        </w:p>
      </w:docPartBody>
    </w:docPart>
    <w:docPart>
      <w:docPartPr>
        <w:name w:val="FB500ADC095644A69390EC749CAFEA2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791481-3806-47A2-B886-9CC4BD839B12}"/>
      </w:docPartPr>
      <w:docPartBody>
        <w:p w:rsidR="00AB0457" w:rsidRDefault="00EE02D1">
          <w:pPr>
            <w:pStyle w:val="FB500ADC095644A69390EC749CAFEA2B"/>
          </w:pPr>
          <w:r>
            <w:rPr>
              <w:rStyle w:val="Platzhaltertext"/>
            </w:rPr>
            <w:t>weiblich</w:t>
          </w:r>
        </w:p>
      </w:docPartBody>
    </w:docPart>
    <w:docPart>
      <w:docPartPr>
        <w:name w:val="ACA3198F5E684B65A3AB16C77BCFE0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2DA8D7E-3B32-45FA-A26D-2D3FAE9F6E69}"/>
      </w:docPartPr>
      <w:docPartBody>
        <w:p w:rsidR="00AB0457" w:rsidRDefault="00EE02D1">
          <w:pPr>
            <w:pStyle w:val="ACA3198F5E684B65A3AB16C77BCFE010"/>
          </w:pPr>
          <w:r w:rsidRPr="009140AD">
            <w:rPr>
              <w:rStyle w:val="Platzhaltertext"/>
              <w:sz w:val="20"/>
              <w:szCs w:val="20"/>
            </w:rPr>
            <w:t>Klicken Sie hier, um Text einzugeben.</w:t>
          </w:r>
        </w:p>
      </w:docPartBody>
    </w:docPart>
    <w:docPart>
      <w:docPartPr>
        <w:name w:val="EEB9F195EE444CE7A9D1AF9C74CC0C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9CD1A76-2F12-4D20-9BBE-E7FAA2C9049D}"/>
      </w:docPartPr>
      <w:docPartBody>
        <w:p w:rsidR="00AB0457" w:rsidRDefault="00EE02D1">
          <w:pPr>
            <w:pStyle w:val="EEB9F195EE444CE7A9D1AF9C74CC0CCE"/>
          </w:pPr>
          <w:r>
            <w:rPr>
              <w:rStyle w:val="Platzhaltertext"/>
            </w:rPr>
            <w:t>Unternehmen</w:t>
          </w:r>
        </w:p>
      </w:docPartBody>
    </w:docPart>
    <w:docPart>
      <w:docPartPr>
        <w:name w:val="DDF40ECA97F14E27ACB64FE8774D8D8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0724EE-159F-47DA-9B5E-BBAB195AF44C}"/>
      </w:docPartPr>
      <w:docPartBody>
        <w:p w:rsidR="00AB0457" w:rsidRDefault="00EE02D1">
          <w:pPr>
            <w:pStyle w:val="DDF40ECA97F14E27ACB64FE8774D8D88"/>
          </w:pPr>
          <w:r>
            <w:rPr>
              <w:rStyle w:val="Platzhaltertext"/>
            </w:rPr>
            <w:t>Anschrift</w:t>
          </w:r>
        </w:p>
      </w:docPartBody>
    </w:docPart>
    <w:docPart>
      <w:docPartPr>
        <w:name w:val="A33332DFF6F54339BCD9B3B2276BA10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40D1B3E-06CA-4259-9191-FF734E12CD45}"/>
      </w:docPartPr>
      <w:docPartBody>
        <w:p w:rsidR="00AB0457" w:rsidRDefault="00EE02D1">
          <w:pPr>
            <w:pStyle w:val="A33332DFF6F54339BCD9B3B2276BA102"/>
          </w:pPr>
          <w:r>
            <w:rPr>
              <w:rStyle w:val="Platzhaltertext"/>
            </w:rPr>
            <w:t>Telefon</w:t>
          </w:r>
        </w:p>
      </w:docPartBody>
    </w:docPart>
    <w:docPart>
      <w:docPartPr>
        <w:name w:val="DEC454BD90C6407DB241C4DC3F0A49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0B23851-03EC-4D50-A714-10DF408F8BC8}"/>
      </w:docPartPr>
      <w:docPartBody>
        <w:p w:rsidR="00AB0457" w:rsidRDefault="00EE02D1">
          <w:pPr>
            <w:pStyle w:val="DEC454BD90C6407DB241C4DC3F0A49CD"/>
          </w:pPr>
          <w:r>
            <w:rPr>
              <w:rStyle w:val="Platzhaltertext"/>
            </w:rPr>
            <w:t>Fax</w:t>
          </w:r>
        </w:p>
      </w:docPartBody>
    </w:docPart>
    <w:docPart>
      <w:docPartPr>
        <w:name w:val="A0661124CC724DD89312BE2FD98D12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86634A-BCE4-44E2-88F3-EB0245CA3322}"/>
      </w:docPartPr>
      <w:docPartBody>
        <w:p w:rsidR="00AB0457" w:rsidRDefault="00EE02D1">
          <w:pPr>
            <w:pStyle w:val="A0661124CC724DD89312BE2FD98D1235"/>
          </w:pPr>
          <w:r>
            <w:rPr>
              <w:rStyle w:val="Platzhaltertext"/>
            </w:rPr>
            <w:t>E-Mail</w:t>
          </w:r>
        </w:p>
      </w:docPartBody>
    </w:docPart>
    <w:docPart>
      <w:docPartPr>
        <w:name w:val="4AC813EF6AA243578FC43C2BAA087C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5A43EA5-8576-4FF6-97CD-EF9927CA0CD3}"/>
      </w:docPartPr>
      <w:docPartBody>
        <w:p w:rsidR="00AB0457" w:rsidRDefault="00EE02D1">
          <w:pPr>
            <w:pStyle w:val="4AC813EF6AA243578FC43C2BAA087CA7"/>
          </w:pPr>
          <w:r>
            <w:rPr>
              <w:rStyle w:val="Platzhaltertext"/>
            </w:rPr>
            <w:t>Internet</w:t>
          </w:r>
        </w:p>
      </w:docPartBody>
    </w:docPart>
    <w:docPart>
      <w:docPartPr>
        <w:name w:val="642EF1ECEC4A4EB0BFF7D087FAED1F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F2389BD-2303-40FE-A57E-7AE5105B4B49}"/>
      </w:docPartPr>
      <w:docPartBody>
        <w:p w:rsidR="00AB0457" w:rsidRDefault="00EE02D1">
          <w:pPr>
            <w:pStyle w:val="642EF1ECEC4A4EB0BFF7D087FAED1F9F"/>
          </w:pPr>
          <w:r>
            <w:rPr>
              <w:rStyle w:val="Platzhaltertext"/>
            </w:rPr>
            <w:t>Name</w:t>
          </w:r>
        </w:p>
      </w:docPartBody>
    </w:docPart>
    <w:docPart>
      <w:docPartPr>
        <w:name w:val="65AE7D41478941F78710CE8F68FF79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013F80-13BE-449E-8F4E-6B2ADC165691}"/>
      </w:docPartPr>
      <w:docPartBody>
        <w:p w:rsidR="00AB0457" w:rsidRDefault="00EE02D1">
          <w:pPr>
            <w:pStyle w:val="65AE7D41478941F78710CE8F68FF7935"/>
          </w:pPr>
          <w:r w:rsidRPr="00BF1CB3">
            <w:rPr>
              <w:rStyle w:val="Platzhaltertext"/>
            </w:rPr>
            <w:t>Telefon</w:t>
          </w:r>
        </w:p>
      </w:docPartBody>
    </w:docPart>
    <w:docPart>
      <w:docPartPr>
        <w:name w:val="86A9BB4F57C3467F953626168EEA35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3AEF7B-60A9-459A-A089-BEFB079BA12F}"/>
      </w:docPartPr>
      <w:docPartBody>
        <w:p w:rsidR="00AB0457" w:rsidRDefault="00EE02D1">
          <w:pPr>
            <w:pStyle w:val="86A9BB4F57C3467F953626168EEA35F3"/>
          </w:pPr>
          <w:r>
            <w:rPr>
              <w:rStyle w:val="Platzhaltertext"/>
            </w:rPr>
            <w:t>E-Mail</w:t>
          </w:r>
        </w:p>
      </w:docPartBody>
    </w:docPart>
    <w:docPart>
      <w:docPartPr>
        <w:name w:val="84410A332EF24BDF890F968725CBB52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BC6A652-5A4A-4D63-AF5A-9F635B85BCC3}"/>
      </w:docPartPr>
      <w:docPartBody>
        <w:p w:rsidR="00AB0457" w:rsidRDefault="00EE02D1">
          <w:pPr>
            <w:pStyle w:val="84410A332EF24BDF890F968725CBB520"/>
          </w:pPr>
          <w:r w:rsidRPr="003D5F34">
            <w:rPr>
              <w:rStyle w:val="Platzhaltertext"/>
              <w:sz w:val="20"/>
              <w:szCs w:val="20"/>
            </w:rPr>
            <w:t>Klicken Sie hier, um Text einzugeben.</w:t>
          </w:r>
        </w:p>
      </w:docPartBody>
    </w:docPart>
    <w:docPart>
      <w:docPartPr>
        <w:name w:val="A5ED4D517A9B48F0AE4094F266B66F7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2E42437-D13F-4626-A442-F6D822D9CF77}"/>
      </w:docPartPr>
      <w:docPartBody>
        <w:p w:rsidR="00AB0457" w:rsidRDefault="00EE02D1">
          <w:pPr>
            <w:pStyle w:val="A5ED4D517A9B48F0AE4094F266B66F79"/>
          </w:pPr>
          <w:r w:rsidRPr="0036569E">
            <w:rPr>
              <w:rStyle w:val="Platzhaltertext"/>
              <w:sz w:val="20"/>
              <w:szCs w:val="20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2D1"/>
    <w:rsid w:val="00A546A9"/>
    <w:rsid w:val="00AB0457"/>
    <w:rsid w:val="00EE02D1"/>
    <w:rsid w:val="00FF3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32C9793603584F5AAA6FA47A6147AC32">
    <w:name w:val="32C9793603584F5AAA6FA47A6147AC32"/>
  </w:style>
  <w:style w:type="paragraph" w:customStyle="1" w:styleId="CA8CE7730ADD46C884DE08281962BC42">
    <w:name w:val="CA8CE7730ADD46C884DE08281962BC42"/>
  </w:style>
  <w:style w:type="paragraph" w:customStyle="1" w:styleId="AB16202C6AB644C0B01C7BA6121803C5">
    <w:name w:val="AB16202C6AB644C0B01C7BA6121803C5"/>
  </w:style>
  <w:style w:type="paragraph" w:customStyle="1" w:styleId="267EAFA779B645B2A454B63C0625BFB0">
    <w:name w:val="267EAFA779B645B2A454B63C0625BFB0"/>
  </w:style>
  <w:style w:type="paragraph" w:customStyle="1" w:styleId="DA212858E82548F58E6F45212B15A772">
    <w:name w:val="DA212858E82548F58E6F45212B15A772"/>
  </w:style>
  <w:style w:type="paragraph" w:customStyle="1" w:styleId="0769CA9EF737410992757A0D0844DDC7">
    <w:name w:val="0769CA9EF737410992757A0D0844DDC7"/>
  </w:style>
  <w:style w:type="paragraph" w:customStyle="1" w:styleId="0FBA1A508F93445C8237FCB8B9991C05">
    <w:name w:val="0FBA1A508F93445C8237FCB8B9991C05"/>
  </w:style>
  <w:style w:type="paragraph" w:customStyle="1" w:styleId="36A907F4C99B4E9ABB6243A8C2183F59">
    <w:name w:val="36A907F4C99B4E9ABB6243A8C2183F59"/>
  </w:style>
  <w:style w:type="paragraph" w:customStyle="1" w:styleId="0586C6BFFA4E4C3A9534F7D056E1ADBC">
    <w:name w:val="0586C6BFFA4E4C3A9534F7D056E1ADBC"/>
  </w:style>
  <w:style w:type="paragraph" w:customStyle="1" w:styleId="45C8634FB23446E9AFABCBBF1C3D010A">
    <w:name w:val="45C8634FB23446E9AFABCBBF1C3D010A"/>
  </w:style>
  <w:style w:type="paragraph" w:customStyle="1" w:styleId="F4B4C1DC2CF749C9B0B4DC5A00613E24">
    <w:name w:val="F4B4C1DC2CF749C9B0B4DC5A00613E24"/>
  </w:style>
  <w:style w:type="paragraph" w:customStyle="1" w:styleId="E6C1A8FEDDFA4999B9BC85B74C6DE6B1">
    <w:name w:val="E6C1A8FEDDFA4999B9BC85B74C6DE6B1"/>
  </w:style>
  <w:style w:type="paragraph" w:customStyle="1" w:styleId="CEA1AA1CFC3740FFA872F47C0BCC955D">
    <w:name w:val="CEA1AA1CFC3740FFA872F47C0BCC955D"/>
  </w:style>
  <w:style w:type="paragraph" w:customStyle="1" w:styleId="43D001CACBC148C19DC4966A87BCC54C">
    <w:name w:val="43D001CACBC148C19DC4966A87BCC54C"/>
  </w:style>
  <w:style w:type="paragraph" w:customStyle="1" w:styleId="D00115F5A83F4E36A706CCC63569F7FA">
    <w:name w:val="D00115F5A83F4E36A706CCC63569F7FA"/>
  </w:style>
  <w:style w:type="paragraph" w:customStyle="1" w:styleId="FB500ADC095644A69390EC749CAFEA2B">
    <w:name w:val="FB500ADC095644A69390EC749CAFEA2B"/>
  </w:style>
  <w:style w:type="paragraph" w:customStyle="1" w:styleId="ACA3198F5E684B65A3AB16C77BCFE010">
    <w:name w:val="ACA3198F5E684B65A3AB16C77BCFE010"/>
  </w:style>
  <w:style w:type="paragraph" w:customStyle="1" w:styleId="EEB9F195EE444CE7A9D1AF9C74CC0CCE">
    <w:name w:val="EEB9F195EE444CE7A9D1AF9C74CC0CCE"/>
  </w:style>
  <w:style w:type="paragraph" w:customStyle="1" w:styleId="DDF40ECA97F14E27ACB64FE8774D8D88">
    <w:name w:val="DDF40ECA97F14E27ACB64FE8774D8D88"/>
  </w:style>
  <w:style w:type="paragraph" w:customStyle="1" w:styleId="A33332DFF6F54339BCD9B3B2276BA102">
    <w:name w:val="A33332DFF6F54339BCD9B3B2276BA102"/>
  </w:style>
  <w:style w:type="paragraph" w:customStyle="1" w:styleId="DEC454BD90C6407DB241C4DC3F0A49CD">
    <w:name w:val="DEC454BD90C6407DB241C4DC3F0A49CD"/>
  </w:style>
  <w:style w:type="paragraph" w:customStyle="1" w:styleId="A0661124CC724DD89312BE2FD98D1235">
    <w:name w:val="A0661124CC724DD89312BE2FD98D1235"/>
  </w:style>
  <w:style w:type="paragraph" w:customStyle="1" w:styleId="4AC813EF6AA243578FC43C2BAA087CA7">
    <w:name w:val="4AC813EF6AA243578FC43C2BAA087CA7"/>
  </w:style>
  <w:style w:type="paragraph" w:customStyle="1" w:styleId="642EF1ECEC4A4EB0BFF7D087FAED1F9F">
    <w:name w:val="642EF1ECEC4A4EB0BFF7D087FAED1F9F"/>
  </w:style>
  <w:style w:type="paragraph" w:customStyle="1" w:styleId="65AE7D41478941F78710CE8F68FF7935">
    <w:name w:val="65AE7D41478941F78710CE8F68FF7935"/>
  </w:style>
  <w:style w:type="paragraph" w:customStyle="1" w:styleId="86A9BB4F57C3467F953626168EEA35F3">
    <w:name w:val="86A9BB4F57C3467F953626168EEA35F3"/>
  </w:style>
  <w:style w:type="paragraph" w:customStyle="1" w:styleId="84410A332EF24BDF890F968725CBB520">
    <w:name w:val="84410A332EF24BDF890F968725CBB520"/>
  </w:style>
  <w:style w:type="paragraph" w:customStyle="1" w:styleId="A5ED4D517A9B48F0AE4094F266B66F79">
    <w:name w:val="A5ED4D517A9B48F0AE4094F266B66F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>
  <documentManagement>
    <LikesCount xmlns="http://schemas.microsoft.com/sharepoint/v3" xsi:nil="true"/>
    <Ratings xmlns="http://schemas.microsoft.com/sharepoint/v3" xsi:nil="true"/>
    <SeoKeywords xmlns="http://schemas.microsoft.com/sharepoint/v3">Arbeitsmaterialien</SeoKeywords>
    <DocumentSetDescription xmlns="http://schemas.microsoft.com/sharepoint/v3">Formulare zur Dokumentation eines Demografie-Prozesses</DocumentSetDescription>
    <TaxCatchAll xmlns="ac55d254-e436-4b2f-ae49-2a5e200d046d"/>
    <g09145f204d040129e074f4a3472b47c xmlns="7bf375fd-c16a-428e-90f5-962475562e5e">
      <Terms xmlns="http://schemas.microsoft.com/office/infopath/2007/PartnerControls"/>
    </g09145f204d040129e074f4a3472b47c>
    <RatingCount xmlns="http://schemas.microsoft.com/sharepoint/v3" xsi:nil="true"/>
    <LikedBy xmlns="http://schemas.microsoft.com/sharepoint/v3">
      <UserInfo>
        <DisplayName/>
        <AccountId xsi:nil="true"/>
        <AccountType/>
      </UserInfo>
    </LikedBy>
    <AverageRating xmlns="http://schemas.microsoft.com/sharepoint/v3" xsi:nil="true"/>
    <RatedBy xmlns="http://schemas.microsoft.com/sharepoint/v3">
      <UserInfo>
        <DisplayName/>
        <AccountId xsi:nil="true"/>
        <AccountType/>
      </UserInfo>
    </RatedBy>
    <_dlc_DocId xmlns="ac55d254-e436-4b2f-ae49-2a5e200d046d">MCXR3SKWZVN3-50-1355</_dlc_DocId>
    <_dlc_DocIdUrl xmlns="ac55d254-e436-4b2f-ae49-2a5e200d046d">
      <Url>https://sp.tbs-nrw.de/Projekte/DemoAktiv/_layouts/15/DocIdRedir.aspx?ID=MCXR3SKWZVN3-50-1355</Url>
      <Description>MCXR3SKWZVN3-50-1355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ACF44EAE3C8444816A313C806F4F46" ma:contentTypeVersion="30" ma:contentTypeDescription="Ein neues Dokument erstellen." ma:contentTypeScope="" ma:versionID="585fd598cfb1cbabe98ee509d8c0d008">
  <xsd:schema xmlns:xsd="http://www.w3.org/2001/XMLSchema" xmlns:xs="http://www.w3.org/2001/XMLSchema" xmlns:p="http://schemas.microsoft.com/office/2006/metadata/properties" xmlns:ns1="http://schemas.microsoft.com/sharepoint/v3" xmlns:ns2="ac55d254-e436-4b2f-ae49-2a5e200d046d" xmlns:ns3="7bf375fd-c16a-428e-90f5-962475562e5e" targetNamespace="http://schemas.microsoft.com/office/2006/metadata/properties" ma:root="true" ma:fieldsID="ead424e9eca073de1f898bba33aad6fb" ns1:_="" ns2:_="" ns3:_="">
    <xsd:import namespace="http://schemas.microsoft.com/sharepoint/v3"/>
    <xsd:import namespace="ac55d254-e436-4b2f-ae49-2a5e200d046d"/>
    <xsd:import namespace="7bf375fd-c16a-428e-90f5-962475562e5e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1:SeoKeywords" minOccurs="0"/>
                <xsd:element ref="ns3:g09145f204d040129e074f4a3472b47c" minOccurs="0"/>
                <xsd:element ref="ns2:_dlc_DocId" minOccurs="0"/>
                <xsd:element ref="ns2:_dlc_DocIdUrl" minOccurs="0"/>
                <xsd:element ref="ns2:_dlc_DocIdPersistId" minOccurs="0"/>
                <xsd:element ref="ns1:DocumentSet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9" nillable="true" ma:displayName="Bewertung (0 - 5)" ma:decimals="2" ma:description="Mittelwert aller Bewertungen, die abgegeben wurden." ma:hidden="true" ma:internalName="AverageRating" ma:readOnly="false">
      <xsd:simpleType>
        <xsd:restriction base="dms:Number"/>
      </xsd:simpleType>
    </xsd:element>
    <xsd:element name="RatingCount" ma:index="10" nillable="true" ma:displayName="Anzahl Bewertungen" ma:decimals="0" ma:description="Anzahl abgegebener Bewertungen" ma:hidden="true" ma:internalName="RatingCount" ma:readOnly="false">
      <xsd:simpleType>
        <xsd:restriction base="dms:Number"/>
      </xsd:simpleType>
    </xsd:element>
    <xsd:element name="RatedBy" ma:index="11" nillable="true" ma:displayName="Bewertet von" ma:description="Benutzer haben das Element bewertet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2" nillable="true" ma:displayName="Benutzerbewertungen" ma:description="Bewertungen für das Element" ma:hidden="true" ma:internalName="Ratings">
      <xsd:simpleType>
        <xsd:restriction base="dms:Note"/>
      </xsd:simpleType>
    </xsd:element>
    <xsd:element name="LikesCount" ma:index="13" nillable="true" ma:displayName="Anzahl 'Gefällt mir'" ma:hidden="true" ma:internalName="LikesCount" ma:readOnly="false">
      <xsd:simpleType>
        <xsd:restriction base="dms:Unknown"/>
      </xsd:simpleType>
    </xsd:element>
    <xsd:element name="LikedBy" ma:index="14" nillable="true" ma:displayName="Gefällt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eoKeywords" ma:index="15" nillable="true" ma:displayName="Schlüsselwort" ma:description="Schlüsselwort" ma:hidden="true" ma:internalName="SeoKeywords">
      <xsd:simpleType>
        <xsd:restriction base="dms:Text"/>
      </xsd:simpleType>
    </xsd:element>
    <xsd:element name="DocumentSetDescription" ma:index="21" nillable="true" ma:displayName="Beschreibung" ma:description="Eine Beschreibung der Dokumentenmappe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5d254-e436-4b2f-ae49-2a5e200d046d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iespalte &quot;Alle abfangen&quot;" ma:hidden="true" ma:list="{0521226e-e5e2-42e6-aa45-28d3bb72619b}" ma:internalName="TaxCatchAll" ma:showField="CatchAllData" ma:web="ac55d254-e436-4b2f-ae49-2a5e200d04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1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f375fd-c16a-428e-90f5-962475562e5e" elementFormDefault="qualified">
    <xsd:import namespace="http://schemas.microsoft.com/office/2006/documentManagement/types"/>
    <xsd:import namespace="http://schemas.microsoft.com/office/infopath/2007/PartnerControls"/>
    <xsd:element name="g09145f204d040129e074f4a3472b47c" ma:index="17" nillable="true" ma:taxonomy="true" ma:internalName="g09145f204d040129e074f4a3472b47c" ma:taxonomyFieldName="Thema" ma:displayName="DokumentTyp" ma:default="" ma:fieldId="{009145f2-04d0-4012-9e07-4f4a3472b47c}" ma:taxonomyMulti="true" ma:sspId="11499e37-d308-4901-996c-eb6d626bbc7c" ma:termSetId="bb780794-2b62-43d2-96d1-0e26f7812cb6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0B6F0-6045-41EB-A8B9-DD6D9767788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3970FD7-6FB1-4EEE-B737-DBB8B07579EA}">
  <ds:schemaRefs>
    <ds:schemaRef ds:uri="http://schemas.microsoft.com/office/2006/metadata/properties"/>
    <ds:schemaRef ds:uri="http://schemas.microsoft.com/sharepoint/v3"/>
    <ds:schemaRef ds:uri="ac55d254-e436-4b2f-ae49-2a5e200d046d"/>
    <ds:schemaRef ds:uri="7bf375fd-c16a-428e-90f5-962475562e5e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CED3FED-5D10-43A2-8AAE-3C10220B7A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0A626A-C62B-4929-AE25-0BA22EEEEC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c55d254-e436-4b2f-ae49-2a5e200d046d"/>
    <ds:schemaRef ds:uri="7bf375fd-c16a-428e-90f5-962475562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C56F550-8D9E-4918-9F6F-6FAA49258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1_Basisdaten</Template>
  <TotalTime>0</TotalTime>
  <Pages>2</Pages>
  <Words>168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birte.foehse@tbs-nrw.de</dc:creator>
  <cp:lastModifiedBy>Birte Föhse</cp:lastModifiedBy>
  <cp:revision>5</cp:revision>
  <cp:lastPrinted>2010-05-03T16:57:00Z</cp:lastPrinted>
  <dcterms:created xsi:type="dcterms:W3CDTF">2017-07-21T12:26:00Z</dcterms:created>
  <dcterms:modified xsi:type="dcterms:W3CDTF">2018-02-07T12:49:00Z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0x01010048ACF44EAE3C8444816A313C806F4F46</vt:lpwstr>
  </property>
  <property fmtid="{D5CDD505-2E9C-101B-9397-08002B2CF9AE}" pid="3" name="Letzter Bearbeiter/in">
    <vt:lpwstr/>
  </property>
  <property fmtid="{D5CDD505-2E9C-101B-9397-08002B2CF9AE}" pid="4" name="Thema">
    <vt:lpwstr/>
  </property>
  <property fmtid="{D5CDD505-2E9C-101B-9397-08002B2CF9AE}" pid="5" name="_dlc_DocIdItemGuid">
    <vt:lpwstr>34756837-284a-475c-a399-5e7ff3be8b07</vt:lpwstr>
  </property>
</Properties>
</file>