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B87F1" w14:textId="77777777" w:rsidR="00BE129E" w:rsidRPr="008E5080" w:rsidRDefault="00BE129E" w:rsidP="00BE129E">
      <w:pPr>
        <w:rPr>
          <w:sz w:val="20"/>
          <w:szCs w:val="20"/>
        </w:rPr>
      </w:pPr>
      <w:r w:rsidRPr="008E5080">
        <w:rPr>
          <w:rFonts w:cstheme="minorHAnsi"/>
          <w:sz w:val="20"/>
          <w:szCs w:val="20"/>
        </w:rPr>
        <w:t>Die Prozessorganisation ist zu Beginn des DEMOGRAFIE AKTIV-Prozesses zu bearbeiten. Sie dokumentiert geplante Ziele, Beteiligte und Meilensteine. In der Prozessumsetzung ist das Dokument bei Bedarf zu ergänzen und zu aktualisieren.</w:t>
      </w:r>
    </w:p>
    <w:p w14:paraId="2FDB87F2" w14:textId="77777777" w:rsidR="008723F3" w:rsidRPr="00322A62" w:rsidRDefault="00BE129E" w:rsidP="00035472">
      <w:pPr>
        <w:pStyle w:val="berschrift2"/>
        <w:spacing w:before="240" w:after="240"/>
        <w:rPr>
          <w:color w:val="1F497D" w:themeColor="text2"/>
        </w:rPr>
      </w:pPr>
      <w:r w:rsidRPr="00322A62">
        <w:rPr>
          <w:color w:val="1F497D" w:themeColor="text2"/>
        </w:rPr>
        <w:t>Angab</w:t>
      </w:r>
      <w:r w:rsidR="002D465F" w:rsidRPr="00322A62">
        <w:rPr>
          <w:color w:val="1F497D" w:themeColor="text2"/>
        </w:rPr>
        <w:t xml:space="preserve">en zum </w:t>
      </w:r>
      <w:r w:rsidRPr="00322A62">
        <w:rPr>
          <w:color w:val="1F497D" w:themeColor="text2"/>
        </w:rPr>
        <w:t>Projekt</w:t>
      </w:r>
    </w:p>
    <w:tbl>
      <w:tblPr>
        <w:tblStyle w:val="Tabellenraster"/>
        <w:tblpPr w:leftFromText="113" w:rightFromText="113" w:vertAnchor="text" w:horzAnchor="margin" w:tblpX="108" w:tblpY="417"/>
        <w:tblOverlap w:val="never"/>
        <w:tblW w:w="918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8405BE" w14:paraId="2FDB87F4" w14:textId="77777777" w:rsidTr="00035472">
        <w:sdt>
          <w:sdtPr>
            <w:rPr>
              <w:sz w:val="20"/>
              <w:szCs w:val="20"/>
            </w:rPr>
            <w:id w:val="-1466036718"/>
            <w:placeholder>
              <w:docPart w:val="1DE90CFF9A8E41DCA55FF97AC379033F"/>
            </w:placeholder>
            <w:showingPlcHdr/>
          </w:sdtPr>
          <w:sdtEndPr/>
          <w:sdtContent>
            <w:tc>
              <w:tcPr>
                <w:tcW w:w="9180" w:type="dxa"/>
                <w:shd w:val="clear" w:color="auto" w:fill="F2F2F2" w:themeFill="background1" w:themeFillShade="F2"/>
              </w:tcPr>
              <w:p w14:paraId="2FDB87F3" w14:textId="77777777" w:rsidR="008405BE" w:rsidRPr="00820D7C" w:rsidRDefault="008405BE" w:rsidP="008405BE">
                <w:pPr>
                  <w:tabs>
                    <w:tab w:val="left" w:pos="3402"/>
                  </w:tabs>
                  <w:spacing w:before="60"/>
                  <w:rPr>
                    <w:sz w:val="20"/>
                    <w:szCs w:val="20"/>
                  </w:rPr>
                </w:pPr>
                <w:r w:rsidRPr="00FB11F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FDB87F5" w14:textId="77777777" w:rsidR="00E95376" w:rsidRPr="008E5080" w:rsidRDefault="00BE129E" w:rsidP="008405BE">
      <w:pPr>
        <w:tabs>
          <w:tab w:val="left" w:pos="1985"/>
        </w:tabs>
        <w:spacing w:after="0"/>
        <w:ind w:left="1985" w:hanging="1985"/>
        <w:rPr>
          <w:sz w:val="20"/>
          <w:szCs w:val="20"/>
        </w:rPr>
      </w:pPr>
      <w:r>
        <w:rPr>
          <w:b/>
          <w:sz w:val="24"/>
          <w:szCs w:val="24"/>
        </w:rPr>
        <w:t>Betriebliche Ziele</w:t>
      </w:r>
      <w:r w:rsidR="008405BE">
        <w:rPr>
          <w:b/>
          <w:sz w:val="24"/>
          <w:szCs w:val="24"/>
        </w:rPr>
        <w:tab/>
      </w:r>
      <w:r w:rsidRPr="008E5080">
        <w:rPr>
          <w:sz w:val="20"/>
          <w:szCs w:val="20"/>
        </w:rPr>
        <w:t xml:space="preserve">(Kurzbeschreibung der </w:t>
      </w:r>
      <w:r w:rsidR="003D4015" w:rsidRPr="008E5080">
        <w:rPr>
          <w:sz w:val="20"/>
          <w:szCs w:val="20"/>
        </w:rPr>
        <w:t>Ziele des Demografie-Prozesses</w:t>
      </w:r>
      <w:r w:rsidRPr="008E5080">
        <w:rPr>
          <w:sz w:val="20"/>
          <w:szCs w:val="20"/>
        </w:rPr>
        <w:t>)</w:t>
      </w:r>
    </w:p>
    <w:p w14:paraId="2FDB87F6" w14:textId="77777777" w:rsidR="00E95376" w:rsidRPr="008E5080" w:rsidRDefault="00B30420" w:rsidP="00C00BA3">
      <w:pPr>
        <w:tabs>
          <w:tab w:val="left" w:pos="3402"/>
        </w:tabs>
        <w:spacing w:before="240" w:after="0"/>
      </w:pPr>
      <w:r>
        <w:rPr>
          <w:b/>
          <w:sz w:val="24"/>
          <w:szCs w:val="24"/>
        </w:rPr>
        <w:t>Projektverantwortliche</w:t>
      </w:r>
      <w:r>
        <w:tab/>
      </w:r>
      <w:r w:rsidR="00035472" w:rsidRPr="008E5080">
        <w:rPr>
          <w:sz w:val="20"/>
          <w:szCs w:val="20"/>
        </w:rPr>
        <w:t>(Name, Bereich /</w:t>
      </w:r>
      <w:r w:rsidRPr="008E5080">
        <w:rPr>
          <w:sz w:val="20"/>
          <w:szCs w:val="20"/>
        </w:rPr>
        <w:t xml:space="preserve"> Funktion)</w:t>
      </w:r>
    </w:p>
    <w:tbl>
      <w:tblPr>
        <w:tblStyle w:val="Tabellenraster"/>
        <w:tblW w:w="5812" w:type="dxa"/>
        <w:tblInd w:w="351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812"/>
      </w:tblGrid>
      <w:tr w:rsidR="00C00BA3" w14:paraId="2FDB87F8" w14:textId="77777777" w:rsidTr="00035472">
        <w:sdt>
          <w:sdtPr>
            <w:rPr>
              <w:sz w:val="20"/>
              <w:szCs w:val="20"/>
            </w:rPr>
            <w:id w:val="-1686204688"/>
            <w:placeholder>
              <w:docPart w:val="7AD3DD1B3F5B4805AC401281DDDD7DF2"/>
            </w:placeholder>
            <w:showingPlcHdr/>
          </w:sdtPr>
          <w:sdtEndPr/>
          <w:sdtContent>
            <w:tc>
              <w:tcPr>
                <w:tcW w:w="5812" w:type="dxa"/>
                <w:shd w:val="clear" w:color="auto" w:fill="F2F2F2" w:themeFill="background1" w:themeFillShade="F2"/>
              </w:tcPr>
              <w:p w14:paraId="2FDB87F7" w14:textId="77777777" w:rsidR="00C00BA3" w:rsidRPr="00820D7C" w:rsidRDefault="00C00BA3" w:rsidP="00035472">
                <w:pPr>
                  <w:tabs>
                    <w:tab w:val="left" w:pos="3402"/>
                  </w:tabs>
                  <w:spacing w:before="60"/>
                  <w:rPr>
                    <w:sz w:val="20"/>
                    <w:szCs w:val="20"/>
                  </w:rPr>
                </w:pPr>
                <w:r w:rsidRPr="00FB11F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FDB87F9" w14:textId="77777777" w:rsidR="00E95376" w:rsidRPr="008E5080" w:rsidRDefault="00B30420" w:rsidP="003D4015">
      <w:pPr>
        <w:tabs>
          <w:tab w:val="left" w:pos="3402"/>
        </w:tabs>
        <w:spacing w:before="240" w:after="0"/>
      </w:pPr>
      <w:r>
        <w:rPr>
          <w:b/>
          <w:sz w:val="24"/>
          <w:szCs w:val="24"/>
        </w:rPr>
        <w:t>Weitere Projektbeteiligte</w:t>
      </w:r>
      <w:r>
        <w:tab/>
      </w:r>
      <w:r w:rsidR="00035472" w:rsidRPr="008E5080">
        <w:rPr>
          <w:sz w:val="20"/>
          <w:szCs w:val="20"/>
        </w:rPr>
        <w:t>(Name, Bereich /</w:t>
      </w:r>
      <w:r w:rsidRPr="008E5080">
        <w:rPr>
          <w:sz w:val="20"/>
          <w:szCs w:val="20"/>
        </w:rPr>
        <w:t xml:space="preserve"> Funktion)</w:t>
      </w:r>
    </w:p>
    <w:tbl>
      <w:tblPr>
        <w:tblStyle w:val="Tabellenraster"/>
        <w:tblW w:w="5812" w:type="dxa"/>
        <w:tblInd w:w="351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812"/>
      </w:tblGrid>
      <w:tr w:rsidR="00C00BA3" w14:paraId="2FDB87FB" w14:textId="77777777" w:rsidTr="00035472">
        <w:sdt>
          <w:sdtPr>
            <w:rPr>
              <w:sz w:val="20"/>
              <w:szCs w:val="20"/>
            </w:rPr>
            <w:id w:val="1426762596"/>
            <w:placeholder>
              <w:docPart w:val="570345ECE0384ABCA0F7AD1F68DE5869"/>
            </w:placeholder>
            <w:showingPlcHdr/>
          </w:sdtPr>
          <w:sdtEndPr/>
          <w:sdtContent>
            <w:tc>
              <w:tcPr>
                <w:tcW w:w="5812" w:type="dxa"/>
                <w:shd w:val="clear" w:color="auto" w:fill="F2F2F2" w:themeFill="background1" w:themeFillShade="F2"/>
              </w:tcPr>
              <w:p w14:paraId="2FDB87FA" w14:textId="77777777" w:rsidR="00C00BA3" w:rsidRPr="00820D7C" w:rsidRDefault="00C00BA3" w:rsidP="00035472">
                <w:pPr>
                  <w:tabs>
                    <w:tab w:val="left" w:pos="3402"/>
                  </w:tabs>
                  <w:spacing w:before="60"/>
                  <w:rPr>
                    <w:sz w:val="20"/>
                    <w:szCs w:val="20"/>
                  </w:rPr>
                </w:pPr>
                <w:r w:rsidRPr="00FB11F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FDB87FC" w14:textId="77777777" w:rsidR="00E95376" w:rsidRDefault="00E95376" w:rsidP="00035472">
      <w:pPr>
        <w:tabs>
          <w:tab w:val="left" w:pos="3402"/>
        </w:tabs>
        <w:spacing w:after="0"/>
      </w:pPr>
    </w:p>
    <w:p w14:paraId="2FDB87FD" w14:textId="77777777" w:rsidR="00E576FE" w:rsidRPr="00322A62" w:rsidRDefault="00E576FE" w:rsidP="00E576FE">
      <w:pPr>
        <w:pStyle w:val="berschrift2"/>
        <w:rPr>
          <w:color w:val="1F497D" w:themeColor="text2"/>
        </w:rPr>
      </w:pPr>
      <w:r w:rsidRPr="00322A62">
        <w:rPr>
          <w:color w:val="1F497D" w:themeColor="text2"/>
        </w:rPr>
        <w:t>Meilensteine</w:t>
      </w:r>
    </w:p>
    <w:p w14:paraId="2FDB87FE" w14:textId="77777777" w:rsidR="00B8671D" w:rsidRPr="00B8671D" w:rsidRDefault="00B8671D" w:rsidP="00035472">
      <w:pPr>
        <w:spacing w:after="0"/>
      </w:pPr>
    </w:p>
    <w:tbl>
      <w:tblPr>
        <w:tblStyle w:val="HellesRaster-Akzent1"/>
        <w:tblW w:w="9152" w:type="dxa"/>
        <w:tblInd w:w="170" w:type="dxa"/>
        <w:tblLayout w:type="fixed"/>
        <w:tblLook w:val="0620" w:firstRow="1" w:lastRow="0" w:firstColumn="0" w:lastColumn="0" w:noHBand="1" w:noVBand="1"/>
      </w:tblPr>
      <w:tblGrid>
        <w:gridCol w:w="3624"/>
        <w:gridCol w:w="3544"/>
        <w:gridCol w:w="1984"/>
      </w:tblGrid>
      <w:tr w:rsidR="00393831" w:rsidRPr="000A01E2" w14:paraId="2FDB8802" w14:textId="77777777" w:rsidTr="000354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tcW w:w="3624" w:type="dxa"/>
            <w:shd w:val="clear" w:color="auto" w:fill="548DD4" w:themeFill="text2" w:themeFillTint="99"/>
          </w:tcPr>
          <w:p w14:paraId="2FDB87FF" w14:textId="77777777" w:rsidR="00393831" w:rsidRPr="000A01E2" w:rsidRDefault="00393831" w:rsidP="003E1B0D">
            <w:pPr>
              <w:pStyle w:val="Listenabsatz"/>
              <w:tabs>
                <w:tab w:val="left" w:pos="3402"/>
              </w:tabs>
              <w:spacing w:before="60"/>
              <w:ind w:left="284"/>
              <w:rPr>
                <w:rFonts w:asciiTheme="minorHAnsi" w:hAnsiTheme="minorHAnsi"/>
                <w:color w:val="FFFFFF" w:themeColor="background1"/>
              </w:rPr>
            </w:pPr>
            <w:r w:rsidRPr="000A01E2">
              <w:rPr>
                <w:rFonts w:asciiTheme="minorHAnsi" w:hAnsiTheme="minorHAnsi"/>
                <w:color w:val="FFFFFF" w:themeColor="background1"/>
              </w:rPr>
              <w:t>Meilenstein</w:t>
            </w:r>
          </w:p>
        </w:tc>
        <w:tc>
          <w:tcPr>
            <w:tcW w:w="3544" w:type="dxa"/>
            <w:shd w:val="clear" w:color="auto" w:fill="548DD4" w:themeFill="text2" w:themeFillTint="99"/>
          </w:tcPr>
          <w:p w14:paraId="2FDB8800" w14:textId="77777777" w:rsidR="00393831" w:rsidRPr="000A01E2" w:rsidRDefault="00393831" w:rsidP="003E1B0D">
            <w:pPr>
              <w:tabs>
                <w:tab w:val="left" w:pos="3402"/>
              </w:tabs>
              <w:spacing w:before="60"/>
              <w:rPr>
                <w:rFonts w:asciiTheme="minorHAnsi" w:hAnsiTheme="minorHAnsi"/>
                <w:color w:val="FFFFFF" w:themeColor="background1"/>
              </w:rPr>
            </w:pPr>
            <w:r w:rsidRPr="000A01E2">
              <w:rPr>
                <w:rFonts w:asciiTheme="minorHAnsi" w:hAnsiTheme="minorHAnsi"/>
                <w:color w:val="FFFFFF" w:themeColor="background1"/>
              </w:rPr>
              <w:t>Beteiligte / Funktion</w:t>
            </w:r>
          </w:p>
        </w:tc>
        <w:tc>
          <w:tcPr>
            <w:tcW w:w="1984" w:type="dxa"/>
            <w:shd w:val="clear" w:color="auto" w:fill="548DD4" w:themeFill="text2" w:themeFillTint="99"/>
          </w:tcPr>
          <w:p w14:paraId="2FDB8801" w14:textId="77777777" w:rsidR="00393831" w:rsidRPr="000A01E2" w:rsidRDefault="00393831" w:rsidP="003E1B0D">
            <w:pPr>
              <w:tabs>
                <w:tab w:val="left" w:pos="3402"/>
              </w:tabs>
              <w:spacing w:before="60"/>
              <w:rPr>
                <w:rFonts w:asciiTheme="minorHAnsi" w:hAnsiTheme="minorHAnsi"/>
                <w:color w:val="FFFFFF" w:themeColor="background1"/>
              </w:rPr>
            </w:pPr>
            <w:r w:rsidRPr="000A01E2">
              <w:rPr>
                <w:rFonts w:asciiTheme="minorHAnsi" w:hAnsiTheme="minorHAnsi"/>
                <w:color w:val="FFFFFF" w:themeColor="background1"/>
              </w:rPr>
              <w:t>Termin</w:t>
            </w:r>
          </w:p>
        </w:tc>
      </w:tr>
      <w:tr w:rsidR="00393831" w14:paraId="2FDB8807" w14:textId="77777777" w:rsidTr="00035472">
        <w:trPr>
          <w:trHeight w:val="1795"/>
        </w:trPr>
        <w:tc>
          <w:tcPr>
            <w:tcW w:w="3624" w:type="dxa"/>
          </w:tcPr>
          <w:p w14:paraId="2FDB8803" w14:textId="77777777" w:rsidR="00393831" w:rsidRPr="003D4015" w:rsidRDefault="00393831" w:rsidP="00035472">
            <w:pPr>
              <w:pStyle w:val="Listenabsatz"/>
              <w:numPr>
                <w:ilvl w:val="0"/>
                <w:numId w:val="27"/>
              </w:numPr>
              <w:tabs>
                <w:tab w:val="left" w:pos="3402"/>
              </w:tabs>
              <w:spacing w:before="60"/>
              <w:ind w:left="284" w:hanging="284"/>
              <w:rPr>
                <w:b/>
              </w:rPr>
            </w:pPr>
            <w:r>
              <w:rPr>
                <w:b/>
              </w:rPr>
              <w:t>Altersstruktur</w:t>
            </w:r>
            <w:r w:rsidRPr="003D4015">
              <w:rPr>
                <w:b/>
              </w:rPr>
              <w:t>analyse</w:t>
            </w:r>
          </w:p>
          <w:p w14:paraId="2FDB8804" w14:textId="77777777" w:rsidR="00393831" w:rsidRPr="008E5080" w:rsidRDefault="00393831" w:rsidP="003D4015">
            <w:pPr>
              <w:spacing w:before="60"/>
              <w:ind w:left="284"/>
            </w:pPr>
            <w:r w:rsidRPr="008E5080">
              <w:rPr>
                <w:sz w:val="20"/>
                <w:szCs w:val="20"/>
              </w:rPr>
              <w:t>Dokumentation und Analyse der betrieblichen Altersstruktur sowie deren Entwicklung und regionaler Rahmenbedingungen auf Grundlage der „Leitfragen Altersstruktur“</w:t>
            </w:r>
          </w:p>
        </w:tc>
        <w:tc>
          <w:tcPr>
            <w:tcW w:w="3544" w:type="dxa"/>
          </w:tcPr>
          <w:p w14:paraId="2FDB8805" w14:textId="77777777" w:rsidR="00393831" w:rsidRDefault="00E70FE3" w:rsidP="00DF78BD">
            <w:pPr>
              <w:tabs>
                <w:tab w:val="left" w:pos="3402"/>
              </w:tabs>
              <w:spacing w:before="60"/>
            </w:pPr>
            <w:r>
              <w:rPr>
                <w:noProof/>
              </w:rPr>
              <w:object w:dxaOrig="1440" w:dyaOrig="1440" w14:anchorId="2FDB8828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38" type="#_x0000_t201" style="position:absolute;margin-left:-2.65pt;margin-top:2.55pt;width:168pt;height:82.2pt;z-index:251685888;mso-wrap-distance-left:4.25pt;mso-wrap-distance-top:4.25pt;mso-wrap-distance-right:4.25pt;mso-wrap-distance-bottom:4.25pt;mso-position-horizontal-relative:text;mso-position-vertical-relative:text" filled="f" stroked="f">
                  <v:imagedata r:id="rId12" o:title=""/>
                </v:shape>
                <w:control r:id="rId13" w:name="TextBox5" w:shapeid="_x0000_s1038"/>
              </w:object>
            </w:r>
          </w:p>
        </w:tc>
        <w:sdt>
          <w:sdtPr>
            <w:alias w:val="Termin"/>
            <w:tag w:val="Termin"/>
            <w:id w:val="1221636521"/>
            <w:placeholder>
              <w:docPart w:val="D479C72F10D74348B2BA4617D1C1CC7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2FDB8806" w14:textId="77777777" w:rsidR="00393831" w:rsidRDefault="00393831" w:rsidP="001E185C">
                <w:pPr>
                  <w:tabs>
                    <w:tab w:val="left" w:pos="3402"/>
                  </w:tabs>
                  <w:spacing w:before="240"/>
                </w:pPr>
                <w:r w:rsidRPr="00DF78BD">
                  <w:rPr>
                    <w:rStyle w:val="Platzhaltertext"/>
                    <w:sz w:val="20"/>
                    <w:szCs w:val="20"/>
                  </w:rPr>
                  <w:t>Termin</w:t>
                </w:r>
              </w:p>
            </w:tc>
          </w:sdtContent>
        </w:sdt>
      </w:tr>
      <w:tr w:rsidR="00393831" w14:paraId="2FDB880C" w14:textId="77777777" w:rsidTr="00035472">
        <w:trPr>
          <w:trHeight w:val="1943"/>
        </w:trPr>
        <w:tc>
          <w:tcPr>
            <w:tcW w:w="3624" w:type="dxa"/>
          </w:tcPr>
          <w:p w14:paraId="2FDB8808" w14:textId="77777777" w:rsidR="00393831" w:rsidRDefault="00393831" w:rsidP="00035472">
            <w:pPr>
              <w:pStyle w:val="Listenabsatz"/>
              <w:numPr>
                <w:ilvl w:val="0"/>
                <w:numId w:val="27"/>
              </w:numPr>
              <w:tabs>
                <w:tab w:val="left" w:pos="3402"/>
              </w:tabs>
              <w:spacing w:before="60"/>
              <w:ind w:left="283" w:hanging="283"/>
              <w:rPr>
                <w:b/>
              </w:rPr>
            </w:pPr>
            <w:r>
              <w:rPr>
                <w:b/>
              </w:rPr>
              <w:t>Situations</w:t>
            </w:r>
            <w:r w:rsidRPr="007E41A7">
              <w:rPr>
                <w:b/>
              </w:rPr>
              <w:t>beschreibung</w:t>
            </w:r>
          </w:p>
          <w:p w14:paraId="2FDB8809" w14:textId="77777777" w:rsidR="00393831" w:rsidRPr="008E5080" w:rsidRDefault="00393831" w:rsidP="003D4015">
            <w:pPr>
              <w:spacing w:before="60"/>
              <w:ind w:left="284"/>
            </w:pPr>
            <w:r w:rsidRPr="008E5080">
              <w:rPr>
                <w:rFonts w:cstheme="minorHAnsi"/>
                <w:sz w:val="20"/>
                <w:szCs w:val="20"/>
              </w:rPr>
              <w:t xml:space="preserve">Erstellung einer betrieblichen Situationsbeschreibung auf Grundlage der „Leitfragen </w:t>
            </w:r>
            <w:r w:rsidR="00035472" w:rsidRPr="008E5080">
              <w:rPr>
                <w:rFonts w:cstheme="minorHAnsi"/>
                <w:sz w:val="20"/>
                <w:szCs w:val="20"/>
              </w:rPr>
              <w:t>Demografie-</w:t>
            </w:r>
            <w:r w:rsidRPr="008E5080">
              <w:rPr>
                <w:rFonts w:cstheme="minorHAnsi"/>
                <w:sz w:val="20"/>
                <w:szCs w:val="20"/>
              </w:rPr>
              <w:t>Themen“</w:t>
            </w:r>
          </w:p>
        </w:tc>
        <w:tc>
          <w:tcPr>
            <w:tcW w:w="3544" w:type="dxa"/>
          </w:tcPr>
          <w:p w14:paraId="2FDB880A" w14:textId="77777777" w:rsidR="00393831" w:rsidRDefault="00E70FE3" w:rsidP="00DF78BD">
            <w:pPr>
              <w:tabs>
                <w:tab w:val="left" w:pos="3402"/>
              </w:tabs>
              <w:spacing w:before="60"/>
            </w:pPr>
            <w:r>
              <w:rPr>
                <w:noProof/>
              </w:rPr>
              <w:object w:dxaOrig="1440" w:dyaOrig="1440" w14:anchorId="2FDB8829">
                <v:shape id="_x0000_s1039" type="#_x0000_t201" style="position:absolute;margin-left:-2.65pt;margin-top:2.55pt;width:168pt;height:88.8pt;z-index:251686912;mso-position-horizontal:absolute;mso-position-horizontal-relative:text;mso-position-vertical:absolute;mso-position-vertical-relative:text" filled="f" stroked="f">
                  <v:imagedata r:id="rId14" o:title=""/>
                </v:shape>
                <w:control r:id="rId15" w:name="TextBox6" w:shapeid="_x0000_s1039"/>
              </w:object>
            </w:r>
          </w:p>
        </w:tc>
        <w:sdt>
          <w:sdtPr>
            <w:alias w:val="Termin"/>
            <w:tag w:val="Termin"/>
            <w:id w:val="-1494179602"/>
            <w:placeholder>
              <w:docPart w:val="39A6F15B408845269E951C29A8B7C583"/>
            </w:placeholder>
            <w:showingPlcHdr/>
            <w:date w:fullDate="2016-02-09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2FDB880B" w14:textId="77777777" w:rsidR="00393831" w:rsidRDefault="00393831" w:rsidP="008338C9">
                <w:pPr>
                  <w:tabs>
                    <w:tab w:val="left" w:pos="3402"/>
                  </w:tabs>
                  <w:spacing w:before="240"/>
                </w:pPr>
                <w:r w:rsidRPr="00DF78BD">
                  <w:rPr>
                    <w:rStyle w:val="Platzhaltertext"/>
                    <w:sz w:val="20"/>
                    <w:szCs w:val="20"/>
                  </w:rPr>
                  <w:t>Termin</w:t>
                </w:r>
              </w:p>
            </w:tc>
          </w:sdtContent>
        </w:sdt>
      </w:tr>
      <w:tr w:rsidR="00393831" w14:paraId="2FDB8811" w14:textId="77777777" w:rsidTr="00035472">
        <w:trPr>
          <w:trHeight w:val="1926"/>
        </w:trPr>
        <w:tc>
          <w:tcPr>
            <w:tcW w:w="3624" w:type="dxa"/>
          </w:tcPr>
          <w:p w14:paraId="2FDB880D" w14:textId="77777777" w:rsidR="00393831" w:rsidRDefault="00393831" w:rsidP="00035472">
            <w:pPr>
              <w:pStyle w:val="Listenabsatz"/>
              <w:numPr>
                <w:ilvl w:val="0"/>
                <w:numId w:val="27"/>
              </w:numPr>
              <w:tabs>
                <w:tab w:val="left" w:pos="3402"/>
              </w:tabs>
              <w:spacing w:before="60"/>
              <w:ind w:left="283" w:hanging="283"/>
              <w:rPr>
                <w:b/>
              </w:rPr>
            </w:pPr>
            <w:r w:rsidRPr="007E41A7">
              <w:rPr>
                <w:b/>
              </w:rPr>
              <w:t>Bewertung</w:t>
            </w:r>
            <w:r>
              <w:rPr>
                <w:b/>
              </w:rPr>
              <w:t xml:space="preserve"> H</w:t>
            </w:r>
            <w:r w:rsidRPr="007E41A7">
              <w:rPr>
                <w:b/>
              </w:rPr>
              <w:t>andlungsbedarf</w:t>
            </w:r>
          </w:p>
          <w:p w14:paraId="2FDB880E" w14:textId="77777777" w:rsidR="00393831" w:rsidRPr="008E5080" w:rsidRDefault="00393831" w:rsidP="003D4015">
            <w:pPr>
              <w:spacing w:before="60"/>
              <w:ind w:left="284"/>
            </w:pPr>
            <w:r w:rsidRPr="008E5080">
              <w:rPr>
                <w:rFonts w:cstheme="minorHAnsi"/>
                <w:sz w:val="20"/>
                <w:szCs w:val="20"/>
              </w:rPr>
              <w:t>Durchführung des Bewertungs-Workshops und Dokumentation</w:t>
            </w:r>
          </w:p>
        </w:tc>
        <w:tc>
          <w:tcPr>
            <w:tcW w:w="3544" w:type="dxa"/>
          </w:tcPr>
          <w:p w14:paraId="2FDB880F" w14:textId="77777777" w:rsidR="00393831" w:rsidRDefault="00E70FE3" w:rsidP="00DF78BD">
            <w:pPr>
              <w:tabs>
                <w:tab w:val="left" w:pos="3402"/>
              </w:tabs>
              <w:spacing w:before="60"/>
            </w:pPr>
            <w:r>
              <w:rPr>
                <w:noProof/>
              </w:rPr>
              <w:object w:dxaOrig="1440" w:dyaOrig="1440" w14:anchorId="2FDB882A">
                <v:shape id="_x0000_s1040" type="#_x0000_t201" style="position:absolute;margin-left:-2.05pt;margin-top:2.85pt;width:168.6pt;height:87.6pt;z-index:251687936;mso-position-horizontal-relative:text;mso-position-vertical-relative:text" filled="f" stroked="f">
                  <v:imagedata r:id="rId16" o:title=""/>
                </v:shape>
                <w:control r:id="rId17" w:name="TextBox1" w:shapeid="_x0000_s1040"/>
              </w:object>
            </w:r>
          </w:p>
        </w:tc>
        <w:sdt>
          <w:sdtPr>
            <w:alias w:val="Termin"/>
            <w:tag w:val="Termin"/>
            <w:id w:val="-428577510"/>
            <w:placeholder>
              <w:docPart w:val="211FA8C3E66B4C0D9BEEC6149CBC8596"/>
            </w:placeholder>
            <w:showingPlcHdr/>
            <w:date w:fullDate="2016-02-09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2FDB8810" w14:textId="77777777" w:rsidR="00393831" w:rsidRDefault="00393831" w:rsidP="008338C9">
                <w:pPr>
                  <w:tabs>
                    <w:tab w:val="left" w:pos="3402"/>
                  </w:tabs>
                  <w:spacing w:before="240"/>
                </w:pPr>
                <w:r w:rsidRPr="00DF78BD">
                  <w:rPr>
                    <w:rStyle w:val="Platzhaltertext"/>
                    <w:sz w:val="20"/>
                    <w:szCs w:val="20"/>
                  </w:rPr>
                  <w:t>Termin</w:t>
                </w:r>
              </w:p>
            </w:tc>
          </w:sdtContent>
        </w:sdt>
      </w:tr>
      <w:tr w:rsidR="00393831" w14:paraId="2FDB8816" w14:textId="77777777" w:rsidTr="00035472">
        <w:trPr>
          <w:trHeight w:val="1784"/>
        </w:trPr>
        <w:tc>
          <w:tcPr>
            <w:tcW w:w="3624" w:type="dxa"/>
          </w:tcPr>
          <w:p w14:paraId="2FDB8812" w14:textId="77777777" w:rsidR="00393831" w:rsidRDefault="00393831" w:rsidP="00035472">
            <w:pPr>
              <w:pStyle w:val="Listenabsatz"/>
              <w:numPr>
                <w:ilvl w:val="0"/>
                <w:numId w:val="27"/>
              </w:numPr>
              <w:tabs>
                <w:tab w:val="left" w:pos="3402"/>
              </w:tabs>
              <w:spacing w:before="60"/>
              <w:ind w:left="283" w:hanging="283"/>
              <w:rPr>
                <w:b/>
              </w:rPr>
            </w:pPr>
            <w:r w:rsidRPr="00344864">
              <w:rPr>
                <w:b/>
              </w:rPr>
              <w:lastRenderedPageBreak/>
              <w:t>Erarbeitung</w:t>
            </w:r>
            <w:r>
              <w:rPr>
                <w:b/>
              </w:rPr>
              <w:t xml:space="preserve"> </w:t>
            </w:r>
            <w:r w:rsidRPr="00344864">
              <w:rPr>
                <w:b/>
              </w:rPr>
              <w:t>Gestaltungskonzept</w:t>
            </w:r>
          </w:p>
          <w:p w14:paraId="2FDB8813" w14:textId="77777777" w:rsidR="00393831" w:rsidRPr="008E5080" w:rsidRDefault="00393831" w:rsidP="003D4015">
            <w:pPr>
              <w:spacing w:before="60"/>
              <w:ind w:left="284"/>
              <w:rPr>
                <w:sz w:val="20"/>
                <w:szCs w:val="20"/>
              </w:rPr>
            </w:pPr>
            <w:r w:rsidRPr="008E5080">
              <w:rPr>
                <w:sz w:val="20"/>
                <w:szCs w:val="20"/>
              </w:rPr>
              <w:t>Auswertung</w:t>
            </w:r>
            <w:r w:rsidRPr="008E5080">
              <w:rPr>
                <w:rFonts w:cstheme="minorHAnsi"/>
                <w:sz w:val="20"/>
                <w:szCs w:val="20"/>
              </w:rPr>
              <w:t xml:space="preserve"> des Workshops, Entwicklung von Maßnahmen, Formulierung von Leitlinien, </w:t>
            </w:r>
            <w:r w:rsidR="00322A62">
              <w:rPr>
                <w:rFonts w:cstheme="minorHAnsi"/>
                <w:sz w:val="20"/>
                <w:szCs w:val="20"/>
              </w:rPr>
              <w:br/>
            </w:r>
            <w:r w:rsidRPr="008E5080">
              <w:rPr>
                <w:rFonts w:cstheme="minorHAnsi"/>
                <w:sz w:val="20"/>
                <w:szCs w:val="20"/>
              </w:rPr>
              <w:t>Konzept zur Nachhaltigkeit</w:t>
            </w:r>
          </w:p>
        </w:tc>
        <w:tc>
          <w:tcPr>
            <w:tcW w:w="3544" w:type="dxa"/>
          </w:tcPr>
          <w:p w14:paraId="2FDB8814" w14:textId="77777777" w:rsidR="00393831" w:rsidRDefault="00E70FE3" w:rsidP="00DF78BD">
            <w:pPr>
              <w:tabs>
                <w:tab w:val="left" w:pos="3402"/>
              </w:tabs>
              <w:spacing w:before="60"/>
            </w:pPr>
            <w:r>
              <w:rPr>
                <w:noProof/>
              </w:rPr>
              <w:object w:dxaOrig="1440" w:dyaOrig="1440" w14:anchorId="2FDB882B">
                <v:shape id="_x0000_s1041" type="#_x0000_t201" style="position:absolute;margin-left:-1.4pt;margin-top:2.85pt;width:168pt;height:81.6pt;z-index:251688960;mso-position-horizontal-relative:text;mso-position-vertical-relative:text" filled="f" stroked="f">
                  <v:imagedata r:id="rId18" o:title=""/>
                </v:shape>
                <w:control r:id="rId19" w:name="TextBox7" w:shapeid="_x0000_s1041"/>
              </w:object>
            </w:r>
          </w:p>
        </w:tc>
        <w:sdt>
          <w:sdtPr>
            <w:alias w:val="Termin"/>
            <w:tag w:val="Termin"/>
            <w:id w:val="-98259999"/>
            <w:placeholder>
              <w:docPart w:val="7936DDA4495D43959A3D8131A97581E5"/>
            </w:placeholder>
            <w:showingPlcHdr/>
            <w:date w:fullDate="2016-02-09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2FDB8815" w14:textId="77777777" w:rsidR="00393831" w:rsidRDefault="00393831" w:rsidP="001E185C">
                <w:pPr>
                  <w:tabs>
                    <w:tab w:val="left" w:pos="3402"/>
                  </w:tabs>
                  <w:spacing w:before="240"/>
                </w:pPr>
                <w:r w:rsidRPr="00DF78BD">
                  <w:rPr>
                    <w:rStyle w:val="Platzhaltertext"/>
                    <w:sz w:val="20"/>
                    <w:szCs w:val="20"/>
                  </w:rPr>
                  <w:t>Termin</w:t>
                </w:r>
              </w:p>
            </w:tc>
          </w:sdtContent>
        </w:sdt>
      </w:tr>
      <w:tr w:rsidR="00393831" w14:paraId="2FDB881B" w14:textId="77777777" w:rsidTr="00035472">
        <w:trPr>
          <w:trHeight w:val="1677"/>
        </w:trPr>
        <w:tc>
          <w:tcPr>
            <w:tcW w:w="3624" w:type="dxa"/>
          </w:tcPr>
          <w:p w14:paraId="2FDB8817" w14:textId="77777777" w:rsidR="00393831" w:rsidRDefault="00393831" w:rsidP="00035472">
            <w:pPr>
              <w:pStyle w:val="Listenabsatz"/>
              <w:numPr>
                <w:ilvl w:val="0"/>
                <w:numId w:val="27"/>
              </w:numPr>
              <w:tabs>
                <w:tab w:val="left" w:pos="3402"/>
              </w:tabs>
              <w:spacing w:before="60"/>
              <w:ind w:left="283" w:hanging="283"/>
              <w:rPr>
                <w:b/>
              </w:rPr>
            </w:pPr>
            <w:r w:rsidRPr="00344864">
              <w:rPr>
                <w:b/>
              </w:rPr>
              <w:t>Kommunikation der Ergebnisse</w:t>
            </w:r>
          </w:p>
          <w:p w14:paraId="2FDB8818" w14:textId="77777777" w:rsidR="00393831" w:rsidRPr="008E5080" w:rsidRDefault="00393831" w:rsidP="003D4015">
            <w:pPr>
              <w:spacing w:before="60"/>
              <w:ind w:left="284"/>
            </w:pPr>
            <w:r w:rsidRPr="008E5080">
              <w:rPr>
                <w:rFonts w:cstheme="minorHAnsi"/>
                <w:sz w:val="20"/>
                <w:szCs w:val="20"/>
              </w:rPr>
              <w:t>Festlegung der Wege und Medien zur Information der Belegschaft bezgl. der Ergebnisse</w:t>
            </w:r>
          </w:p>
        </w:tc>
        <w:tc>
          <w:tcPr>
            <w:tcW w:w="3544" w:type="dxa"/>
          </w:tcPr>
          <w:p w14:paraId="2FDB8819" w14:textId="77777777" w:rsidR="00393831" w:rsidRDefault="00E70FE3" w:rsidP="00DF78BD">
            <w:pPr>
              <w:tabs>
                <w:tab w:val="left" w:pos="3402"/>
              </w:tabs>
              <w:spacing w:before="60"/>
            </w:pPr>
            <w:r>
              <w:rPr>
                <w:noProof/>
              </w:rPr>
              <w:object w:dxaOrig="1440" w:dyaOrig="1440" w14:anchorId="2FDB882C">
                <v:shape id="_x0000_s1042" type="#_x0000_t201" style="position:absolute;margin-left:-2.05pt;margin-top:2.55pt;width:168.6pt;height:78pt;z-index:251689984;mso-position-horizontal-relative:text;mso-position-vertical-relative:text" filled="f" stroked="f">
                  <v:imagedata r:id="rId20" o:title=""/>
                </v:shape>
                <w:control r:id="rId21" w:name="TextBox8" w:shapeid="_x0000_s1042"/>
              </w:object>
            </w:r>
          </w:p>
        </w:tc>
        <w:sdt>
          <w:sdtPr>
            <w:alias w:val="Termin"/>
            <w:tag w:val="Termin"/>
            <w:id w:val="-864981302"/>
            <w:placeholder>
              <w:docPart w:val="27A46F403F434B8AB2B9903541350045"/>
            </w:placeholder>
            <w:showingPlcHdr/>
            <w:date w:fullDate="2016-02-09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2FDB881A" w14:textId="77777777" w:rsidR="00393831" w:rsidRDefault="00393831" w:rsidP="001E185C">
                <w:pPr>
                  <w:tabs>
                    <w:tab w:val="left" w:pos="3402"/>
                  </w:tabs>
                  <w:spacing w:before="240"/>
                </w:pPr>
                <w:r w:rsidRPr="00DF78BD">
                  <w:rPr>
                    <w:rStyle w:val="Platzhaltertext"/>
                    <w:sz w:val="20"/>
                    <w:szCs w:val="20"/>
                  </w:rPr>
                  <w:t>Termin</w:t>
                </w:r>
              </w:p>
            </w:tc>
          </w:sdtContent>
        </w:sdt>
      </w:tr>
      <w:tr w:rsidR="00393831" w14:paraId="2FDB8820" w14:textId="77777777" w:rsidTr="00322A62">
        <w:trPr>
          <w:trHeight w:val="2014"/>
        </w:trPr>
        <w:tc>
          <w:tcPr>
            <w:tcW w:w="3624" w:type="dxa"/>
          </w:tcPr>
          <w:p w14:paraId="2FDB881C" w14:textId="77777777" w:rsidR="00393831" w:rsidRDefault="00393831" w:rsidP="00035472">
            <w:pPr>
              <w:pStyle w:val="Listenabsatz"/>
              <w:numPr>
                <w:ilvl w:val="0"/>
                <w:numId w:val="27"/>
              </w:numPr>
              <w:tabs>
                <w:tab w:val="left" w:pos="3402"/>
              </w:tabs>
              <w:spacing w:before="60"/>
              <w:ind w:left="283" w:hanging="283"/>
              <w:rPr>
                <w:b/>
              </w:rPr>
            </w:pPr>
            <w:r w:rsidRPr="00344864">
              <w:rPr>
                <w:b/>
              </w:rPr>
              <w:t>Option:</w:t>
            </w:r>
            <w:r>
              <w:rPr>
                <w:b/>
              </w:rPr>
              <w:t xml:space="preserve"> </w:t>
            </w:r>
            <w:r w:rsidRPr="00344864">
              <w:rPr>
                <w:b/>
              </w:rPr>
              <w:t>Bewerbung um Siegel</w:t>
            </w:r>
            <w:r>
              <w:rPr>
                <w:b/>
              </w:rPr>
              <w:t xml:space="preserve"> /</w:t>
            </w:r>
            <w:r w:rsidRPr="00344864">
              <w:rPr>
                <w:b/>
              </w:rPr>
              <w:br/>
              <w:t>Aufnahme in die Ini</w:t>
            </w:r>
            <w:r>
              <w:rPr>
                <w:b/>
              </w:rPr>
              <w:t>ti</w:t>
            </w:r>
            <w:r w:rsidRPr="00344864">
              <w:rPr>
                <w:b/>
              </w:rPr>
              <w:t>ative</w:t>
            </w:r>
          </w:p>
          <w:p w14:paraId="2FDB881D" w14:textId="77777777" w:rsidR="00393831" w:rsidRPr="008E5080" w:rsidRDefault="00393831" w:rsidP="00516654">
            <w:pPr>
              <w:spacing w:before="60"/>
              <w:ind w:left="284"/>
            </w:pPr>
            <w:r w:rsidRPr="008E5080">
              <w:rPr>
                <w:rFonts w:cstheme="minorHAnsi"/>
                <w:sz w:val="20"/>
                <w:szCs w:val="20"/>
              </w:rPr>
              <w:t xml:space="preserve">Vollständige Dokumentation der Meilensteine, Abschlussgespräch mit </w:t>
            </w:r>
            <w:r w:rsidR="00516654" w:rsidRPr="008E5080">
              <w:rPr>
                <w:rFonts w:cstheme="minorHAnsi"/>
                <w:sz w:val="20"/>
                <w:szCs w:val="20"/>
              </w:rPr>
              <w:t>Servicestelle</w:t>
            </w:r>
            <w:r w:rsidRPr="008E5080">
              <w:rPr>
                <w:rFonts w:cstheme="minorHAnsi"/>
                <w:sz w:val="20"/>
                <w:szCs w:val="20"/>
              </w:rPr>
              <w:t>, Prüfung der Dokumentation durch die Initiative, Siegelvergabe</w:t>
            </w:r>
          </w:p>
        </w:tc>
        <w:tc>
          <w:tcPr>
            <w:tcW w:w="3544" w:type="dxa"/>
          </w:tcPr>
          <w:p w14:paraId="2FDB881E" w14:textId="77777777" w:rsidR="00393831" w:rsidRDefault="00E70FE3" w:rsidP="00DF78BD">
            <w:pPr>
              <w:tabs>
                <w:tab w:val="left" w:pos="3402"/>
              </w:tabs>
              <w:spacing w:before="60"/>
            </w:pPr>
            <w:r>
              <w:rPr>
                <w:noProof/>
              </w:rPr>
              <w:object w:dxaOrig="1440" w:dyaOrig="1440" w14:anchorId="2FDB882D">
                <v:shape id="_x0000_s1043" type="#_x0000_t201" style="position:absolute;margin-left:-1.4pt;margin-top:2.85pt;width:168pt;height:94.2pt;z-index:251691008;mso-position-horizontal-relative:text;mso-position-vertical-relative:text" filled="f" stroked="f">
                  <v:imagedata r:id="rId22" o:title=""/>
                </v:shape>
                <w:control r:id="rId23" w:name="TextBox9" w:shapeid="_x0000_s1043"/>
              </w:object>
            </w:r>
          </w:p>
        </w:tc>
        <w:sdt>
          <w:sdtPr>
            <w:alias w:val="Termin"/>
            <w:tag w:val="Termin"/>
            <w:id w:val="1143315038"/>
            <w:placeholder>
              <w:docPart w:val="5F3E5C19554E44548133B57A7A37B1B8"/>
            </w:placeholder>
            <w:showingPlcHdr/>
            <w:date w:fullDate="2016-02-09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2FDB881F" w14:textId="77777777" w:rsidR="00393831" w:rsidRDefault="00393831" w:rsidP="001E185C">
                <w:pPr>
                  <w:tabs>
                    <w:tab w:val="left" w:pos="3402"/>
                  </w:tabs>
                  <w:spacing w:before="240"/>
                </w:pPr>
                <w:r w:rsidRPr="00DF78BD">
                  <w:rPr>
                    <w:rStyle w:val="Platzhaltertext"/>
                    <w:sz w:val="20"/>
                    <w:szCs w:val="20"/>
                  </w:rPr>
                  <w:t>Termin</w:t>
                </w:r>
              </w:p>
            </w:tc>
          </w:sdtContent>
        </w:sdt>
      </w:tr>
    </w:tbl>
    <w:p w14:paraId="2FDB8821" w14:textId="77777777" w:rsidR="0041077F" w:rsidRDefault="0041077F" w:rsidP="008338C9">
      <w:pPr>
        <w:tabs>
          <w:tab w:val="left" w:pos="3402"/>
        </w:tabs>
        <w:spacing w:before="240" w:after="0"/>
      </w:pPr>
    </w:p>
    <w:p w14:paraId="2FDB8822" w14:textId="77777777" w:rsidR="005338A1" w:rsidRPr="00322A62" w:rsidRDefault="005338A1" w:rsidP="00516654">
      <w:pPr>
        <w:pStyle w:val="berschrift2"/>
        <w:ind w:left="283"/>
        <w:rPr>
          <w:color w:val="1F497D" w:themeColor="text2"/>
        </w:rPr>
      </w:pPr>
      <w:r w:rsidRPr="00322A62">
        <w:rPr>
          <w:color w:val="1F497D" w:themeColor="text2"/>
        </w:rPr>
        <w:t>Dokumentenerstellung</w:t>
      </w:r>
    </w:p>
    <w:p w14:paraId="2FDB8823" w14:textId="77777777" w:rsidR="005338A1" w:rsidRPr="008E5080" w:rsidRDefault="005338A1" w:rsidP="008C5925">
      <w:pPr>
        <w:spacing w:before="240"/>
        <w:rPr>
          <w:rFonts w:cstheme="minorHAnsi"/>
          <w:sz w:val="20"/>
          <w:szCs w:val="20"/>
        </w:rPr>
      </w:pPr>
      <w:r w:rsidRPr="008E5080">
        <w:rPr>
          <w:rFonts w:cstheme="minorHAnsi"/>
          <w:sz w:val="20"/>
          <w:szCs w:val="20"/>
        </w:rPr>
        <w:t>Dokumentieren Sie</w:t>
      </w:r>
      <w:r w:rsidR="00C87CC0" w:rsidRPr="008E5080">
        <w:rPr>
          <w:rFonts w:cstheme="minorHAnsi"/>
          <w:sz w:val="20"/>
          <w:szCs w:val="20"/>
        </w:rPr>
        <w:t>,</w:t>
      </w:r>
      <w:r w:rsidRPr="008E5080">
        <w:rPr>
          <w:rFonts w:cstheme="minorHAnsi"/>
          <w:sz w:val="20"/>
          <w:szCs w:val="20"/>
        </w:rPr>
        <w:t xml:space="preserve"> welche Personen dieses Arbeitsmaterial erstellt und aktualisiert haben. </w:t>
      </w: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E26F9" w14:paraId="2FDB8825" w14:textId="77777777" w:rsidTr="001474E3">
        <w:sdt>
          <w:sdtPr>
            <w:rPr>
              <w:sz w:val="20"/>
              <w:szCs w:val="20"/>
            </w:rPr>
            <w:id w:val="-1860191678"/>
            <w:placeholder>
              <w:docPart w:val="1204EA2DD9B243CAA49B799F0C741FD3"/>
            </w:placeholder>
            <w:showingPlcHdr/>
          </w:sdtPr>
          <w:sdtEndPr>
            <w:rPr>
              <w:sz w:val="22"/>
              <w:szCs w:val="22"/>
            </w:rPr>
          </w:sdtEndPr>
          <w:sdtContent>
            <w:tc>
              <w:tcPr>
                <w:tcW w:w="9214" w:type="dxa"/>
                <w:shd w:val="clear" w:color="auto" w:fill="D9D9D9" w:themeFill="background1" w:themeFillShade="D9"/>
              </w:tcPr>
              <w:p w14:paraId="2FDB8824" w14:textId="77777777" w:rsidR="00FE26F9" w:rsidRDefault="001474E3" w:rsidP="005419DF">
                <w:pPr>
                  <w:spacing w:before="60"/>
                </w:pPr>
                <w:r w:rsidRPr="00FB6914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FDB8826" w14:textId="77777777" w:rsidR="001E185C" w:rsidRDefault="001E185C" w:rsidP="001E185C"/>
    <w:p w14:paraId="2FDB8827" w14:textId="6E66C5D2" w:rsidR="008025EC" w:rsidRDefault="00BC6404" w:rsidP="001E185C">
      <w:r>
        <w:t>Letzte Aktualisierung am:</w:t>
      </w:r>
      <w:r>
        <w:tab/>
      </w:r>
      <w:sdt>
        <w:sdtPr>
          <w:alias w:val="Datum"/>
          <w:tag w:val="Datum"/>
          <w:id w:val="400485692"/>
          <w:placeholder>
            <w:docPart w:val="CA89C6A3627C4C2FA9D94EE1DABC32EF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>
            <w:rPr>
              <w:rStyle w:val="Platzhaltertext"/>
            </w:rPr>
            <w:t>Datum</w:t>
          </w:r>
        </w:sdtContent>
      </w:sdt>
    </w:p>
    <w:p w14:paraId="0A48DCCA" w14:textId="77777777" w:rsidR="008025EC" w:rsidRPr="008025EC" w:rsidRDefault="008025EC" w:rsidP="008025EC"/>
    <w:p w14:paraId="5DBBCC43" w14:textId="77777777" w:rsidR="008025EC" w:rsidRPr="008025EC" w:rsidRDefault="008025EC" w:rsidP="008025EC"/>
    <w:p w14:paraId="4DB58F11" w14:textId="77777777" w:rsidR="008025EC" w:rsidRPr="008025EC" w:rsidRDefault="008025EC" w:rsidP="008025EC"/>
    <w:p w14:paraId="77C0090A" w14:textId="493E65C1" w:rsidR="008025EC" w:rsidRDefault="008025EC" w:rsidP="008025EC"/>
    <w:p w14:paraId="79D26A23" w14:textId="183EB66E" w:rsidR="001E185C" w:rsidRPr="008025EC" w:rsidRDefault="008025EC" w:rsidP="008025EC">
      <w:pPr>
        <w:tabs>
          <w:tab w:val="left" w:pos="2916"/>
        </w:tabs>
      </w:pPr>
      <w:r>
        <w:tab/>
      </w:r>
    </w:p>
    <w:sectPr w:rsidR="001E185C" w:rsidRPr="008025EC" w:rsidSect="008E508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1906" w:h="16838" w:code="9"/>
      <w:pgMar w:top="1985" w:right="1418" w:bottom="1701" w:left="1418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B8830" w14:textId="77777777" w:rsidR="004E07DA" w:rsidRDefault="004E07DA" w:rsidP="005F2D7F">
      <w:pPr>
        <w:spacing w:after="0" w:line="240" w:lineRule="auto"/>
      </w:pPr>
      <w:r>
        <w:separator/>
      </w:r>
    </w:p>
  </w:endnote>
  <w:endnote w:type="continuationSeparator" w:id="0">
    <w:p w14:paraId="2FDB8831" w14:textId="77777777" w:rsidR="004E07DA" w:rsidRDefault="004E07DA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8E0BB" w14:textId="77777777" w:rsidR="00E70FE3" w:rsidRDefault="00E70F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8834" w14:textId="5A9DA669" w:rsidR="001E185C" w:rsidRDefault="008025EC" w:rsidP="008025EC">
    <w:pPr>
      <w:pStyle w:val="Fuzeile"/>
      <w:tabs>
        <w:tab w:val="left" w:pos="912"/>
      </w:tabs>
      <w:spacing w:before="480"/>
    </w:pPr>
    <w:r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0288" behindDoc="1" locked="0" layoutInCell="1" allowOverlap="1" wp14:anchorId="772D377C" wp14:editId="10E9DCB7">
          <wp:simplePos x="0" y="0"/>
          <wp:positionH relativeFrom="column">
            <wp:posOffset>-1270</wp:posOffset>
          </wp:positionH>
          <wp:positionV relativeFrom="paragraph">
            <wp:posOffset>-40640</wp:posOffset>
          </wp:positionV>
          <wp:extent cx="1440180" cy="294640"/>
          <wp:effectExtent l="0" t="0" r="7620" b="0"/>
          <wp:wrapTight wrapText="bothSides">
            <wp:wrapPolygon edited="0">
              <wp:start x="0" y="0"/>
              <wp:lineTo x="0" y="19552"/>
              <wp:lineTo x="21429" y="19552"/>
              <wp:lineTo x="21429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rw_mags_4c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29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DB8843" wp14:editId="76C51ACA">
              <wp:simplePos x="0" y="0"/>
              <wp:positionH relativeFrom="column">
                <wp:posOffset>5715</wp:posOffset>
              </wp:positionH>
              <wp:positionV relativeFrom="paragraph">
                <wp:posOffset>-165100</wp:posOffset>
              </wp:positionV>
              <wp:extent cx="5854700" cy="635"/>
              <wp:effectExtent l="0" t="0" r="31750" b="374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470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386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5pt;margin-top:-13pt;width:46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" strokecolor="#bfbfbf [2412]" strokeweight="1.5pt">
              <v:shadow color="#7f7f7f [1601]" opacity=".5" offset="1pt"/>
            </v:shape>
          </w:pict>
        </mc:Fallback>
      </mc:AlternateContent>
    </w:r>
    <w:r w:rsidR="00035472">
      <w:rPr>
        <w:noProof/>
      </w:rPr>
      <w:drawing>
        <wp:anchor distT="0" distB="0" distL="114300" distR="114300" simplePos="0" relativeHeight="251661312" behindDoc="0" locked="0" layoutInCell="1" allowOverlap="1" wp14:anchorId="2FDB8839" wp14:editId="02A1AE13">
          <wp:simplePos x="0" y="0"/>
          <wp:positionH relativeFrom="column">
            <wp:posOffset>1522794</wp:posOffset>
          </wp:positionH>
          <wp:positionV relativeFrom="paragraph">
            <wp:posOffset>-60960</wp:posOffset>
          </wp:positionV>
          <wp:extent cx="629920" cy="374015"/>
          <wp:effectExtent l="0" t="0" r="0" b="6985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B-NRW-Logo-192dpi-web-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5472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4144" behindDoc="1" locked="0" layoutInCell="1" allowOverlap="1" wp14:anchorId="2FDB883B" wp14:editId="0F9FB797">
          <wp:simplePos x="0" y="0"/>
          <wp:positionH relativeFrom="column">
            <wp:posOffset>2355215</wp:posOffset>
          </wp:positionH>
          <wp:positionV relativeFrom="paragraph">
            <wp:posOffset>1905</wp:posOffset>
          </wp:positionV>
          <wp:extent cx="1706245" cy="233680"/>
          <wp:effectExtent l="0" t="0" r="8255" b="0"/>
          <wp:wrapTight wrapText="bothSides">
            <wp:wrapPolygon edited="0">
              <wp:start x="0" y="0"/>
              <wp:lineTo x="0" y="19370"/>
              <wp:lineTo x="21463" y="19370"/>
              <wp:lineTo x="21463" y="0"/>
              <wp:lineTo x="0" y="0"/>
            </wp:wrapPolygon>
          </wp:wrapTight>
          <wp:docPr id="12" name="Bild 7" descr="unternehmer-nrw-400x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4" descr="unternehmer-nrw-400x55.jpg"/>
                  <pic:cNvPicPr>
                    <a:picLocks noChangeAspect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33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547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FDB883D" wp14:editId="7D52E788">
              <wp:simplePos x="0" y="0"/>
              <wp:positionH relativeFrom="column">
                <wp:posOffset>4947120</wp:posOffset>
              </wp:positionH>
              <wp:positionV relativeFrom="paragraph">
                <wp:posOffset>265441</wp:posOffset>
              </wp:positionV>
              <wp:extent cx="1060396" cy="238125"/>
              <wp:effectExtent l="0" t="0" r="0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0396" cy="23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DB884D" w14:textId="4A87C630" w:rsidR="00FE6770" w:rsidRPr="00705353" w:rsidRDefault="00705353">
                          <w:pP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Stand:  </w:t>
                          </w:r>
                          <w:r w:rsidR="00E70FE3">
                            <w:rPr>
                              <w:color w:val="548DD4" w:themeColor="text2" w:themeTint="99"/>
                              <w:sz w:val="16"/>
                              <w:szCs w:val="16"/>
                            </w:rPr>
                            <w:t>07.02.2018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B883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9.55pt;margin-top:20.9pt;width:83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" filled="f" stroked="f">
              <v:textbox>
                <w:txbxContent>
                  <w:p w14:paraId="2FDB884D" w14:textId="4A87C630" w:rsidR="00FE6770" w:rsidRPr="00705353" w:rsidRDefault="00705353">
                    <w:pPr>
                      <w:rPr>
                        <w:color w:val="548DD4" w:themeColor="text2" w:themeTint="99"/>
                        <w:sz w:val="16"/>
                        <w:szCs w:val="16"/>
                      </w:rPr>
                    </w:pPr>
                    <w:r>
                      <w:rPr>
                        <w:color w:val="548DD4" w:themeColor="text2" w:themeTint="99"/>
                        <w:sz w:val="16"/>
                        <w:szCs w:val="16"/>
                      </w:rPr>
                      <w:t xml:space="preserve">Stand:  </w:t>
                    </w:r>
                    <w:r w:rsidR="00E70FE3">
                      <w:rPr>
                        <w:color w:val="548DD4" w:themeColor="text2" w:themeTint="99"/>
                        <w:sz w:val="16"/>
                        <w:szCs w:val="16"/>
                      </w:rPr>
                      <w:t>07.02.2018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035472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6192" behindDoc="1" locked="0" layoutInCell="1" allowOverlap="1" wp14:anchorId="2FDB883F" wp14:editId="70894EC7">
          <wp:simplePos x="0" y="0"/>
          <wp:positionH relativeFrom="column">
            <wp:posOffset>5307965</wp:posOffset>
          </wp:positionH>
          <wp:positionV relativeFrom="paragraph">
            <wp:posOffset>-5715</wp:posOffset>
          </wp:positionV>
          <wp:extent cx="557530" cy="269875"/>
          <wp:effectExtent l="0" t="0" r="0" b="0"/>
          <wp:wrapTight wrapText="bothSides">
            <wp:wrapPolygon edited="0">
              <wp:start x="0" y="0"/>
              <wp:lineTo x="0" y="19821"/>
              <wp:lineTo x="14761" y="19821"/>
              <wp:lineTo x="20665" y="19821"/>
              <wp:lineTo x="20665" y="15247"/>
              <wp:lineTo x="19189" y="0"/>
              <wp:lineTo x="0" y="0"/>
            </wp:wrapPolygon>
          </wp:wrapTight>
          <wp:docPr id="13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9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269875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5472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7216" behindDoc="0" locked="0" layoutInCell="1" allowOverlap="1" wp14:anchorId="2FDB8841" wp14:editId="5EA02A97">
          <wp:simplePos x="0" y="0"/>
          <wp:positionH relativeFrom="column">
            <wp:posOffset>4550346</wp:posOffset>
          </wp:positionH>
          <wp:positionV relativeFrom="paragraph">
            <wp:posOffset>0</wp:posOffset>
          </wp:positionV>
          <wp:extent cx="528955" cy="269875"/>
          <wp:effectExtent l="0" t="0" r="4445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M-Logo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26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770" w:rsidRPr="00014897">
      <w:rPr>
        <w:noProof/>
      </w:rPr>
      <w:drawing>
        <wp:anchor distT="0" distB="0" distL="114300" distR="114300" simplePos="0" relativeHeight="251653120" behindDoc="1" locked="0" layoutInCell="1" allowOverlap="1" wp14:anchorId="2FDB8845" wp14:editId="418EDE43">
          <wp:simplePos x="0" y="0"/>
          <wp:positionH relativeFrom="column">
            <wp:posOffset>10795</wp:posOffset>
          </wp:positionH>
          <wp:positionV relativeFrom="paragraph">
            <wp:posOffset>-7620</wp:posOffset>
          </wp:positionV>
          <wp:extent cx="1327785" cy="269875"/>
          <wp:effectExtent l="0" t="0" r="5715" b="0"/>
          <wp:wrapTight wrapText="bothSides">
            <wp:wrapPolygon edited="0">
              <wp:start x="0" y="0"/>
              <wp:lineTo x="0" y="19821"/>
              <wp:lineTo x="21383" y="19821"/>
              <wp:lineTo x="21383" y="0"/>
              <wp:lineTo x="0" y="0"/>
            </wp:wrapPolygon>
          </wp:wrapTight>
          <wp:docPr id="17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"/>
                  <pic:cNvPicPr>
                    <a:picLocks noChangeAspect="1" noChangeArrowheads="1"/>
                  </pic:cNvPicPr>
                </pic:nvPicPr>
                <pic:blipFill>
                  <a:blip r:embed="rId6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269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5353">
      <w:tab/>
    </w:r>
    <w:r>
      <w:tab/>
    </w:r>
    <w:r w:rsidR="00705353" w:rsidRPr="00705353">
      <w:rPr>
        <w:color w:val="7F7F7F" w:themeColor="text1" w:themeTint="80"/>
      </w:rPr>
      <w:fldChar w:fldCharType="begin"/>
    </w:r>
    <w:r w:rsidR="00705353" w:rsidRPr="00705353">
      <w:rPr>
        <w:color w:val="7F7F7F" w:themeColor="text1" w:themeTint="80"/>
      </w:rPr>
      <w:instrText>PAGE   \* MERGEFORMAT</w:instrText>
    </w:r>
    <w:r w:rsidR="00705353" w:rsidRPr="00705353">
      <w:rPr>
        <w:color w:val="7F7F7F" w:themeColor="text1" w:themeTint="80"/>
      </w:rPr>
      <w:fldChar w:fldCharType="separate"/>
    </w:r>
    <w:r w:rsidR="00E70FE3">
      <w:rPr>
        <w:noProof/>
        <w:color w:val="7F7F7F" w:themeColor="text1" w:themeTint="80"/>
      </w:rPr>
      <w:t>1</w:t>
    </w:r>
    <w:r w:rsidR="00705353" w:rsidRPr="00705353">
      <w:rPr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A2A78" w14:textId="77777777" w:rsidR="00E70FE3" w:rsidRDefault="00E70F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B882E" w14:textId="77777777" w:rsidR="004E07DA" w:rsidRDefault="004E07DA" w:rsidP="005F2D7F">
      <w:pPr>
        <w:spacing w:after="0" w:line="240" w:lineRule="auto"/>
      </w:pPr>
      <w:r>
        <w:separator/>
      </w:r>
    </w:p>
  </w:footnote>
  <w:footnote w:type="continuationSeparator" w:id="0">
    <w:p w14:paraId="2FDB882F" w14:textId="77777777" w:rsidR="004E07DA" w:rsidRDefault="004E07DA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87607" w14:textId="77777777" w:rsidR="00E70FE3" w:rsidRDefault="00E70F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8832" w14:textId="77777777" w:rsidR="001E185C" w:rsidRDefault="00BE53C0" w:rsidP="00705353">
    <w:pPr>
      <w:pStyle w:val="Kopfzeile"/>
      <w:tabs>
        <w:tab w:val="left" w:pos="4425"/>
      </w:tabs>
      <w:rPr>
        <w:color w:val="7F7F7F" w:themeColor="text1" w:themeTint="80"/>
        <w:sz w:val="24"/>
      </w:rPr>
    </w:pPr>
    <w:r w:rsidRPr="00516654">
      <w:rPr>
        <w:noProof/>
        <w:color w:val="7F7F7F" w:themeColor="text1" w:themeTint="80"/>
        <w:sz w:val="24"/>
      </w:rPr>
      <w:drawing>
        <wp:anchor distT="0" distB="0" distL="114300" distR="114300" simplePos="0" relativeHeight="251655168" behindDoc="1" locked="0" layoutInCell="1" allowOverlap="1" wp14:anchorId="2FDB8835" wp14:editId="29AE1430">
          <wp:simplePos x="0" y="0"/>
          <wp:positionH relativeFrom="column">
            <wp:posOffset>5120005</wp:posOffset>
          </wp:positionH>
          <wp:positionV relativeFrom="paragraph">
            <wp:posOffset>-106680</wp:posOffset>
          </wp:positionV>
          <wp:extent cx="739140" cy="628650"/>
          <wp:effectExtent l="0" t="0" r="3810" b="0"/>
          <wp:wrapTight wrapText="bothSides">
            <wp:wrapPolygon edited="0">
              <wp:start x="14474" y="0"/>
              <wp:lineTo x="0" y="655"/>
              <wp:lineTo x="0" y="18982"/>
              <wp:lineTo x="9464" y="20945"/>
              <wp:lineTo x="21155" y="20945"/>
              <wp:lineTo x="21155" y="0"/>
              <wp:lineTo x="14474" y="0"/>
            </wp:wrapPolygon>
          </wp:wrapTight>
          <wp:docPr id="9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14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6654">
      <w:rPr>
        <w:noProof/>
        <w:color w:val="7F7F7F" w:themeColor="text1" w:themeTint="80"/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B8837" wp14:editId="16493102">
              <wp:simplePos x="0" y="0"/>
              <wp:positionH relativeFrom="column">
                <wp:posOffset>5080</wp:posOffset>
              </wp:positionH>
              <wp:positionV relativeFrom="paragraph">
                <wp:posOffset>578549</wp:posOffset>
              </wp:positionV>
              <wp:extent cx="5838825" cy="0"/>
              <wp:effectExtent l="0" t="0" r="9525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6428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5.55pt;width:45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" strokecolor="#bfbfbf [2412]" strokeweight="1.5pt">
              <v:shadow color="#7f7f7f [1601]" opacity=".5" offset="1pt"/>
            </v:shape>
          </w:pict>
        </mc:Fallback>
      </mc:AlternateContent>
    </w:r>
    <w:r w:rsidR="001E185C" w:rsidRPr="00516654">
      <w:rPr>
        <w:color w:val="7F7F7F" w:themeColor="text1" w:themeTint="80"/>
        <w:sz w:val="24"/>
      </w:rPr>
      <w:t>Dokumentation</w:t>
    </w:r>
    <w:r w:rsidR="00705353" w:rsidRPr="00516654">
      <w:rPr>
        <w:color w:val="7F7F7F" w:themeColor="text1" w:themeTint="80"/>
        <w:sz w:val="24"/>
      </w:rPr>
      <w:t xml:space="preserve">  (2)</w:t>
    </w:r>
  </w:p>
  <w:p w14:paraId="2FDB8833" w14:textId="77777777" w:rsidR="00BE53C0" w:rsidRPr="00BE53C0" w:rsidRDefault="00BE53C0" w:rsidP="00BE53C0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 w:rsidRPr="00BE53C0">
      <w:rPr>
        <w:b/>
        <w:color w:val="548DD4" w:themeColor="text2" w:themeTint="99"/>
        <w:sz w:val="36"/>
        <w:szCs w:val="36"/>
      </w:rPr>
      <w:t>Prozessorganisation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90977" w14:textId="77777777" w:rsidR="00E70FE3" w:rsidRDefault="00E70FE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E46"/>
    <w:multiLevelType w:val="hybridMultilevel"/>
    <w:tmpl w:val="217AC2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1103"/>
    <w:multiLevelType w:val="hybridMultilevel"/>
    <w:tmpl w:val="7C0067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90C67"/>
    <w:multiLevelType w:val="hybridMultilevel"/>
    <w:tmpl w:val="ED50DF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31BD2"/>
    <w:multiLevelType w:val="hybridMultilevel"/>
    <w:tmpl w:val="DB362AF6"/>
    <w:lvl w:ilvl="0" w:tplc="788CE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AE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0E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344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0D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6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6C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5C7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EE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5C78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6" w15:restartNumberingAfterBreak="0">
    <w:nsid w:val="1E7C235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746AEB"/>
    <w:multiLevelType w:val="hybridMultilevel"/>
    <w:tmpl w:val="035067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348BD"/>
    <w:multiLevelType w:val="hybridMultilevel"/>
    <w:tmpl w:val="9E362A0E"/>
    <w:lvl w:ilvl="0" w:tplc="D65AB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64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21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6E8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A65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E3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969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80B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2EA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EF120D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CF7A5F"/>
    <w:multiLevelType w:val="hybridMultilevel"/>
    <w:tmpl w:val="4D7600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B1DB1"/>
    <w:multiLevelType w:val="hybridMultilevel"/>
    <w:tmpl w:val="7BA261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D1005"/>
    <w:multiLevelType w:val="hybridMultilevel"/>
    <w:tmpl w:val="E38C17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C6A54"/>
    <w:multiLevelType w:val="hybridMultilevel"/>
    <w:tmpl w:val="55E22E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86D32"/>
    <w:multiLevelType w:val="hybridMultilevel"/>
    <w:tmpl w:val="AA2244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119EF"/>
    <w:multiLevelType w:val="hybridMultilevel"/>
    <w:tmpl w:val="57C240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133E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414FCC"/>
    <w:multiLevelType w:val="multilevel"/>
    <w:tmpl w:val="0407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50E80DB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0E4BF4"/>
    <w:multiLevelType w:val="hybridMultilevel"/>
    <w:tmpl w:val="E38C17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814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904335A"/>
    <w:multiLevelType w:val="hybridMultilevel"/>
    <w:tmpl w:val="5B7875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23FB3"/>
    <w:multiLevelType w:val="hybridMultilevel"/>
    <w:tmpl w:val="AC945E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D7C7D"/>
    <w:multiLevelType w:val="hybridMultilevel"/>
    <w:tmpl w:val="1FE6FE06"/>
    <w:lvl w:ilvl="0" w:tplc="B66E1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2609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AD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C6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60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28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06A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7AA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68A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3FD0E1C"/>
    <w:multiLevelType w:val="hybridMultilevel"/>
    <w:tmpl w:val="A08EFB48"/>
    <w:lvl w:ilvl="0" w:tplc="AE987290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43C0D"/>
    <w:multiLevelType w:val="hybridMultilevel"/>
    <w:tmpl w:val="5840FD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8"/>
  </w:num>
  <w:num w:numId="4">
    <w:abstractNumId w:val="16"/>
  </w:num>
  <w:num w:numId="5">
    <w:abstractNumId w:val="6"/>
  </w:num>
  <w:num w:numId="6">
    <w:abstractNumId w:val="3"/>
  </w:num>
  <w:num w:numId="7">
    <w:abstractNumId w:val="4"/>
  </w:num>
  <w:num w:numId="8">
    <w:abstractNumId w:val="20"/>
  </w:num>
  <w:num w:numId="9">
    <w:abstractNumId w:val="8"/>
  </w:num>
  <w:num w:numId="10">
    <w:abstractNumId w:val="17"/>
  </w:num>
  <w:num w:numId="11">
    <w:abstractNumId w:val="2"/>
  </w:num>
  <w:num w:numId="12">
    <w:abstractNumId w:val="19"/>
  </w:num>
  <w:num w:numId="13">
    <w:abstractNumId w:val="12"/>
  </w:num>
  <w:num w:numId="14">
    <w:abstractNumId w:val="11"/>
  </w:num>
  <w:num w:numId="15">
    <w:abstractNumId w:val="21"/>
  </w:num>
  <w:num w:numId="16">
    <w:abstractNumId w:val="15"/>
  </w:num>
  <w:num w:numId="17">
    <w:abstractNumId w:val="7"/>
  </w:num>
  <w:num w:numId="18">
    <w:abstractNumId w:val="14"/>
  </w:num>
  <w:num w:numId="19">
    <w:abstractNumId w:val="22"/>
  </w:num>
  <w:num w:numId="20">
    <w:abstractNumId w:val="0"/>
  </w:num>
  <w:num w:numId="21">
    <w:abstractNumId w:val="1"/>
  </w:num>
  <w:num w:numId="22">
    <w:abstractNumId w:val="5"/>
  </w:num>
  <w:num w:numId="23">
    <w:abstractNumId w:val="13"/>
  </w:num>
  <w:num w:numId="24">
    <w:abstractNumId w:val="24"/>
  </w:num>
  <w:num w:numId="25">
    <w:abstractNumId w:val="1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DA"/>
    <w:rsid w:val="00001BEB"/>
    <w:rsid w:val="00014897"/>
    <w:rsid w:val="00027E3F"/>
    <w:rsid w:val="00034615"/>
    <w:rsid w:val="00035472"/>
    <w:rsid w:val="00050238"/>
    <w:rsid w:val="000506E2"/>
    <w:rsid w:val="0005158B"/>
    <w:rsid w:val="00085CB4"/>
    <w:rsid w:val="0009282F"/>
    <w:rsid w:val="00095810"/>
    <w:rsid w:val="000A01E2"/>
    <w:rsid w:val="000A0F23"/>
    <w:rsid w:val="000C3578"/>
    <w:rsid w:val="000D437E"/>
    <w:rsid w:val="000D6ECC"/>
    <w:rsid w:val="0010438E"/>
    <w:rsid w:val="00105B45"/>
    <w:rsid w:val="00143A26"/>
    <w:rsid w:val="001474E3"/>
    <w:rsid w:val="00161315"/>
    <w:rsid w:val="00163BC6"/>
    <w:rsid w:val="00171C96"/>
    <w:rsid w:val="00183E86"/>
    <w:rsid w:val="001A4BAA"/>
    <w:rsid w:val="001C10BF"/>
    <w:rsid w:val="001E185C"/>
    <w:rsid w:val="001F6847"/>
    <w:rsid w:val="00212A11"/>
    <w:rsid w:val="002337FD"/>
    <w:rsid w:val="00236DB4"/>
    <w:rsid w:val="0026349D"/>
    <w:rsid w:val="0026440A"/>
    <w:rsid w:val="002A08AE"/>
    <w:rsid w:val="002A2B45"/>
    <w:rsid w:val="002B12C5"/>
    <w:rsid w:val="002D4281"/>
    <w:rsid w:val="002D465F"/>
    <w:rsid w:val="002E5646"/>
    <w:rsid w:val="003124FF"/>
    <w:rsid w:val="00322A62"/>
    <w:rsid w:val="00344864"/>
    <w:rsid w:val="00386103"/>
    <w:rsid w:val="00393831"/>
    <w:rsid w:val="00397DBD"/>
    <w:rsid w:val="003A7AC3"/>
    <w:rsid w:val="003C36E3"/>
    <w:rsid w:val="003D4015"/>
    <w:rsid w:val="003D5533"/>
    <w:rsid w:val="003E1B0D"/>
    <w:rsid w:val="00405972"/>
    <w:rsid w:val="00406559"/>
    <w:rsid w:val="0041077F"/>
    <w:rsid w:val="00435149"/>
    <w:rsid w:val="004662E8"/>
    <w:rsid w:val="00487F11"/>
    <w:rsid w:val="004B3D66"/>
    <w:rsid w:val="004B5B41"/>
    <w:rsid w:val="004D3AC7"/>
    <w:rsid w:val="004E07DA"/>
    <w:rsid w:val="004E7B2D"/>
    <w:rsid w:val="004F4725"/>
    <w:rsid w:val="005079D2"/>
    <w:rsid w:val="00516654"/>
    <w:rsid w:val="00522418"/>
    <w:rsid w:val="005338A1"/>
    <w:rsid w:val="00540AEA"/>
    <w:rsid w:val="005419DF"/>
    <w:rsid w:val="00566990"/>
    <w:rsid w:val="00586AC6"/>
    <w:rsid w:val="00593842"/>
    <w:rsid w:val="005940B9"/>
    <w:rsid w:val="005A4D5B"/>
    <w:rsid w:val="005B07A1"/>
    <w:rsid w:val="005C0BAA"/>
    <w:rsid w:val="005E300F"/>
    <w:rsid w:val="005E5AD1"/>
    <w:rsid w:val="005F22D1"/>
    <w:rsid w:val="005F2D7F"/>
    <w:rsid w:val="006002A9"/>
    <w:rsid w:val="00614EB4"/>
    <w:rsid w:val="00624552"/>
    <w:rsid w:val="006637B3"/>
    <w:rsid w:val="00665F99"/>
    <w:rsid w:val="00677F8B"/>
    <w:rsid w:val="00681D76"/>
    <w:rsid w:val="00695B34"/>
    <w:rsid w:val="006C01F5"/>
    <w:rsid w:val="006C527D"/>
    <w:rsid w:val="006C5D9F"/>
    <w:rsid w:val="006D164D"/>
    <w:rsid w:val="006D77B8"/>
    <w:rsid w:val="006E1F9B"/>
    <w:rsid w:val="006F05B1"/>
    <w:rsid w:val="006F3A7E"/>
    <w:rsid w:val="00705353"/>
    <w:rsid w:val="0073474A"/>
    <w:rsid w:val="00765B3B"/>
    <w:rsid w:val="00782B7E"/>
    <w:rsid w:val="00791C3F"/>
    <w:rsid w:val="007A7756"/>
    <w:rsid w:val="007E41A7"/>
    <w:rsid w:val="007F7577"/>
    <w:rsid w:val="00801E5D"/>
    <w:rsid w:val="008025EC"/>
    <w:rsid w:val="00815B93"/>
    <w:rsid w:val="00820D7C"/>
    <w:rsid w:val="00824F74"/>
    <w:rsid w:val="00825063"/>
    <w:rsid w:val="00831F12"/>
    <w:rsid w:val="008338C9"/>
    <w:rsid w:val="008405BE"/>
    <w:rsid w:val="008723F3"/>
    <w:rsid w:val="0088488E"/>
    <w:rsid w:val="008C5925"/>
    <w:rsid w:val="008E2AC4"/>
    <w:rsid w:val="008E5080"/>
    <w:rsid w:val="00903F89"/>
    <w:rsid w:val="00926A1C"/>
    <w:rsid w:val="009415FF"/>
    <w:rsid w:val="00943146"/>
    <w:rsid w:val="00954072"/>
    <w:rsid w:val="0096674B"/>
    <w:rsid w:val="009944A8"/>
    <w:rsid w:val="009A21F9"/>
    <w:rsid w:val="009A4C63"/>
    <w:rsid w:val="009B45F8"/>
    <w:rsid w:val="009D6FD7"/>
    <w:rsid w:val="009E0C1B"/>
    <w:rsid w:val="009F695F"/>
    <w:rsid w:val="00A05718"/>
    <w:rsid w:val="00A06CFA"/>
    <w:rsid w:val="00A21A1C"/>
    <w:rsid w:val="00A32A42"/>
    <w:rsid w:val="00A40021"/>
    <w:rsid w:val="00A414AC"/>
    <w:rsid w:val="00A433FC"/>
    <w:rsid w:val="00A660C1"/>
    <w:rsid w:val="00A765F7"/>
    <w:rsid w:val="00A928CD"/>
    <w:rsid w:val="00A9741F"/>
    <w:rsid w:val="00AA2043"/>
    <w:rsid w:val="00AD0821"/>
    <w:rsid w:val="00B053B4"/>
    <w:rsid w:val="00B17628"/>
    <w:rsid w:val="00B30420"/>
    <w:rsid w:val="00B31793"/>
    <w:rsid w:val="00B35664"/>
    <w:rsid w:val="00B43BC8"/>
    <w:rsid w:val="00B524E6"/>
    <w:rsid w:val="00B65366"/>
    <w:rsid w:val="00B8671D"/>
    <w:rsid w:val="00B87C02"/>
    <w:rsid w:val="00B926D7"/>
    <w:rsid w:val="00BC6404"/>
    <w:rsid w:val="00BE129E"/>
    <w:rsid w:val="00BE53C0"/>
    <w:rsid w:val="00BF1CB3"/>
    <w:rsid w:val="00C00BA3"/>
    <w:rsid w:val="00C242CB"/>
    <w:rsid w:val="00C25AD9"/>
    <w:rsid w:val="00C33F77"/>
    <w:rsid w:val="00C60DB4"/>
    <w:rsid w:val="00C87CC0"/>
    <w:rsid w:val="00CB53FF"/>
    <w:rsid w:val="00CF1FF0"/>
    <w:rsid w:val="00CF2C36"/>
    <w:rsid w:val="00D06E14"/>
    <w:rsid w:val="00D12B10"/>
    <w:rsid w:val="00D31C7A"/>
    <w:rsid w:val="00D320A6"/>
    <w:rsid w:val="00D420A9"/>
    <w:rsid w:val="00D7035D"/>
    <w:rsid w:val="00D74225"/>
    <w:rsid w:val="00D90E49"/>
    <w:rsid w:val="00DB3957"/>
    <w:rsid w:val="00DE0528"/>
    <w:rsid w:val="00DE247C"/>
    <w:rsid w:val="00DF6599"/>
    <w:rsid w:val="00DF78BD"/>
    <w:rsid w:val="00E00A31"/>
    <w:rsid w:val="00E276BF"/>
    <w:rsid w:val="00E51C72"/>
    <w:rsid w:val="00E52DF1"/>
    <w:rsid w:val="00E546D6"/>
    <w:rsid w:val="00E55B1B"/>
    <w:rsid w:val="00E576FE"/>
    <w:rsid w:val="00E70FE3"/>
    <w:rsid w:val="00E87D98"/>
    <w:rsid w:val="00E95376"/>
    <w:rsid w:val="00EA01D2"/>
    <w:rsid w:val="00EA4A60"/>
    <w:rsid w:val="00EB1D01"/>
    <w:rsid w:val="00EC3E72"/>
    <w:rsid w:val="00EF46CE"/>
    <w:rsid w:val="00F0184A"/>
    <w:rsid w:val="00F07AE9"/>
    <w:rsid w:val="00F22803"/>
    <w:rsid w:val="00F23D73"/>
    <w:rsid w:val="00F26128"/>
    <w:rsid w:val="00F43F1F"/>
    <w:rsid w:val="00F55369"/>
    <w:rsid w:val="00FB1C22"/>
    <w:rsid w:val="00FD71E7"/>
    <w:rsid w:val="00FE26F9"/>
    <w:rsid w:val="00FE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DB87F1"/>
  <w15:docId w15:val="{C992290A-16D3-494F-BDA8-05FA0EC2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465F"/>
    <w:pPr>
      <w:keepNext/>
      <w:keepLines/>
      <w:numPr>
        <w:numId w:val="24"/>
      </w:numPr>
      <w:spacing w:before="120" w:after="120"/>
      <w:ind w:left="425" w:hanging="357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465F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05158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22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22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22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  <w:style w:type="table" w:styleId="HelleSchattierung-Akzent1">
    <w:name w:val="Light Shading Accent 1"/>
    <w:basedOn w:val="NormaleTabelle"/>
    <w:uiPriority w:val="60"/>
    <w:rsid w:val="003448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3448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-Akzent3">
    <w:name w:val="Light List Accent 3"/>
    <w:basedOn w:val="NormaleTabelle"/>
    <w:uiPriority w:val="61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sRaster-Akzent3">
    <w:name w:val="Light Grid Accent 3"/>
    <w:basedOn w:val="NormaleTabelle"/>
    <w:uiPriority w:val="62"/>
    <w:rsid w:val="003448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1">
    <w:name w:val="Light Grid Accent 1"/>
    <w:basedOn w:val="NormaleTabelle"/>
    <w:uiPriority w:val="62"/>
    <w:rsid w:val="000A01E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5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control" Target="activeX/activeX4.xm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png"/><Relationship Id="rId1" Type="http://schemas.openxmlformats.org/officeDocument/2006/relationships/image" Target="media/image8.jpeg"/><Relationship Id="rId6" Type="http://schemas.openxmlformats.org/officeDocument/2006/relationships/image" Target="media/image13.png"/><Relationship Id="rId5" Type="http://schemas.openxmlformats.org/officeDocument/2006/relationships/image" Target="media/image12.png"/><Relationship Id="rId4" Type="http://schemas.openxmlformats.org/officeDocument/2006/relationships/image" Target="media/image1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2_Prozessorganisation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E90CFF9A8E41DCA55FF97AC37903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73B24E-A5EE-49FA-A6C5-EFC1C1686AB3}"/>
      </w:docPartPr>
      <w:docPartBody>
        <w:p w:rsidR="0095557B" w:rsidRDefault="0095557B">
          <w:pPr>
            <w:pStyle w:val="1DE90CFF9A8E41DCA55FF97AC379033F"/>
          </w:pPr>
          <w:r w:rsidRPr="00FB11F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D3DD1B3F5B4805AC401281DDDD7D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7EDD64-0FE7-4248-A607-B0ECC427933E}"/>
      </w:docPartPr>
      <w:docPartBody>
        <w:p w:rsidR="0095557B" w:rsidRDefault="0095557B">
          <w:pPr>
            <w:pStyle w:val="7AD3DD1B3F5B4805AC401281DDDD7DF2"/>
          </w:pPr>
          <w:r w:rsidRPr="00FB11F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70345ECE0384ABCA0F7AD1F68DE58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FAB42B-2680-4FD1-B63F-B28B3C10F4DA}"/>
      </w:docPartPr>
      <w:docPartBody>
        <w:p w:rsidR="0095557B" w:rsidRDefault="0095557B">
          <w:pPr>
            <w:pStyle w:val="570345ECE0384ABCA0F7AD1F68DE5869"/>
          </w:pPr>
          <w:r w:rsidRPr="00FB11F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479C72F10D74348B2BA4617D1C1CC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02E400-83F3-4C3A-8876-F24246C0A028}"/>
      </w:docPartPr>
      <w:docPartBody>
        <w:p w:rsidR="0095557B" w:rsidRDefault="0095557B">
          <w:pPr>
            <w:pStyle w:val="D479C72F10D74348B2BA4617D1C1CC73"/>
          </w:pPr>
          <w:r w:rsidRPr="00DF78BD">
            <w:rPr>
              <w:rStyle w:val="Platzhaltertext"/>
              <w:sz w:val="20"/>
              <w:szCs w:val="20"/>
            </w:rPr>
            <w:t>Termin</w:t>
          </w:r>
        </w:p>
      </w:docPartBody>
    </w:docPart>
    <w:docPart>
      <w:docPartPr>
        <w:name w:val="39A6F15B408845269E951C29A8B7C5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E60E50-7B5A-431C-8C06-9EED2881F2EB}"/>
      </w:docPartPr>
      <w:docPartBody>
        <w:p w:rsidR="0095557B" w:rsidRDefault="0095557B">
          <w:pPr>
            <w:pStyle w:val="39A6F15B408845269E951C29A8B7C583"/>
          </w:pPr>
          <w:r w:rsidRPr="00DF78BD">
            <w:rPr>
              <w:rStyle w:val="Platzhaltertext"/>
              <w:sz w:val="20"/>
              <w:szCs w:val="20"/>
            </w:rPr>
            <w:t>Termin</w:t>
          </w:r>
        </w:p>
      </w:docPartBody>
    </w:docPart>
    <w:docPart>
      <w:docPartPr>
        <w:name w:val="211FA8C3E66B4C0D9BEEC6149CBC8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6FDA90-2491-4D53-B505-25EEB95C7FFB}"/>
      </w:docPartPr>
      <w:docPartBody>
        <w:p w:rsidR="0095557B" w:rsidRDefault="0095557B">
          <w:pPr>
            <w:pStyle w:val="211FA8C3E66B4C0D9BEEC6149CBC8596"/>
          </w:pPr>
          <w:r w:rsidRPr="00DF78BD">
            <w:rPr>
              <w:rStyle w:val="Platzhaltertext"/>
              <w:sz w:val="20"/>
              <w:szCs w:val="20"/>
            </w:rPr>
            <w:t>Termin</w:t>
          </w:r>
        </w:p>
      </w:docPartBody>
    </w:docPart>
    <w:docPart>
      <w:docPartPr>
        <w:name w:val="7936DDA4495D43959A3D8131A97581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9401DA-76D5-41B8-90A8-D1434F364638}"/>
      </w:docPartPr>
      <w:docPartBody>
        <w:p w:rsidR="0095557B" w:rsidRDefault="0095557B">
          <w:pPr>
            <w:pStyle w:val="7936DDA4495D43959A3D8131A97581E5"/>
          </w:pPr>
          <w:r w:rsidRPr="00DF78BD">
            <w:rPr>
              <w:rStyle w:val="Platzhaltertext"/>
              <w:sz w:val="20"/>
              <w:szCs w:val="20"/>
            </w:rPr>
            <w:t>Termin</w:t>
          </w:r>
        </w:p>
      </w:docPartBody>
    </w:docPart>
    <w:docPart>
      <w:docPartPr>
        <w:name w:val="27A46F403F434B8AB2B99035413500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BF543A-4129-420F-BDEE-8BCD8562E6C2}"/>
      </w:docPartPr>
      <w:docPartBody>
        <w:p w:rsidR="0095557B" w:rsidRDefault="0095557B">
          <w:pPr>
            <w:pStyle w:val="27A46F403F434B8AB2B9903541350045"/>
          </w:pPr>
          <w:r w:rsidRPr="00DF78BD">
            <w:rPr>
              <w:rStyle w:val="Platzhaltertext"/>
              <w:sz w:val="20"/>
              <w:szCs w:val="20"/>
            </w:rPr>
            <w:t>Termin</w:t>
          </w:r>
        </w:p>
      </w:docPartBody>
    </w:docPart>
    <w:docPart>
      <w:docPartPr>
        <w:name w:val="5F3E5C19554E44548133B57A7A37B1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7F3ECC-1D75-46D0-A91E-8A694637C72C}"/>
      </w:docPartPr>
      <w:docPartBody>
        <w:p w:rsidR="0095557B" w:rsidRDefault="0095557B">
          <w:pPr>
            <w:pStyle w:val="5F3E5C19554E44548133B57A7A37B1B8"/>
          </w:pPr>
          <w:r w:rsidRPr="00DF78BD">
            <w:rPr>
              <w:rStyle w:val="Platzhaltertext"/>
              <w:sz w:val="20"/>
              <w:szCs w:val="20"/>
            </w:rPr>
            <w:t>Termin</w:t>
          </w:r>
        </w:p>
      </w:docPartBody>
    </w:docPart>
    <w:docPart>
      <w:docPartPr>
        <w:name w:val="1204EA2DD9B243CAA49B799F0C741F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56689F-0CBD-4D45-96D4-E0A357AF60C6}"/>
      </w:docPartPr>
      <w:docPartBody>
        <w:p w:rsidR="0095557B" w:rsidRDefault="0095557B">
          <w:pPr>
            <w:pStyle w:val="1204EA2DD9B243CAA49B799F0C741FD3"/>
          </w:pPr>
          <w:r w:rsidRPr="00FB691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89C6A3627C4C2FA9D94EE1DABC3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D486C8-31BE-43DA-910F-A08A94DD7E19}"/>
      </w:docPartPr>
      <w:docPartBody>
        <w:p w:rsidR="0095557B" w:rsidRDefault="0095557B">
          <w:pPr>
            <w:pStyle w:val="CA89C6A3627C4C2FA9D94EE1DABC32EF"/>
          </w:pPr>
          <w:r>
            <w:rPr>
              <w:rStyle w:val="Platzhaltertext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7B"/>
    <w:rsid w:val="0095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1DE90CFF9A8E41DCA55FF97AC379033F">
    <w:name w:val="1DE90CFF9A8E41DCA55FF97AC379033F"/>
  </w:style>
  <w:style w:type="paragraph" w:customStyle="1" w:styleId="7AD3DD1B3F5B4805AC401281DDDD7DF2">
    <w:name w:val="7AD3DD1B3F5B4805AC401281DDDD7DF2"/>
  </w:style>
  <w:style w:type="paragraph" w:customStyle="1" w:styleId="570345ECE0384ABCA0F7AD1F68DE5869">
    <w:name w:val="570345ECE0384ABCA0F7AD1F68DE5869"/>
  </w:style>
  <w:style w:type="paragraph" w:customStyle="1" w:styleId="D479C72F10D74348B2BA4617D1C1CC73">
    <w:name w:val="D479C72F10D74348B2BA4617D1C1CC73"/>
  </w:style>
  <w:style w:type="paragraph" w:customStyle="1" w:styleId="39A6F15B408845269E951C29A8B7C583">
    <w:name w:val="39A6F15B408845269E951C29A8B7C583"/>
  </w:style>
  <w:style w:type="paragraph" w:customStyle="1" w:styleId="211FA8C3E66B4C0D9BEEC6149CBC8596">
    <w:name w:val="211FA8C3E66B4C0D9BEEC6149CBC8596"/>
  </w:style>
  <w:style w:type="paragraph" w:customStyle="1" w:styleId="7936DDA4495D43959A3D8131A97581E5">
    <w:name w:val="7936DDA4495D43959A3D8131A97581E5"/>
  </w:style>
  <w:style w:type="paragraph" w:customStyle="1" w:styleId="27A46F403F434B8AB2B9903541350045">
    <w:name w:val="27A46F403F434B8AB2B9903541350045"/>
  </w:style>
  <w:style w:type="paragraph" w:customStyle="1" w:styleId="5F3E5C19554E44548133B57A7A37B1B8">
    <w:name w:val="5F3E5C19554E44548133B57A7A37B1B8"/>
  </w:style>
  <w:style w:type="paragraph" w:customStyle="1" w:styleId="1204EA2DD9B243CAA49B799F0C741FD3">
    <w:name w:val="1204EA2DD9B243CAA49B799F0C741FD3"/>
  </w:style>
  <w:style w:type="paragraph" w:customStyle="1" w:styleId="CA89C6A3627C4C2FA9D94EE1DABC32EF">
    <w:name w:val="CA89C6A3627C4C2FA9D94EE1DABC32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MCXR3SKWZVN3-50-750</_dlc_DocId>
    <_dlc_DocIdUrl xmlns="ac55d254-e436-4b2f-ae49-2a5e200d046d">
      <Url>https://sp.tbs-nrw.de/Projekte/DemoAktiv/_layouts/15/DocIdRedir.aspx?ID=MCXR3SKWZVN3-50-750</Url>
      <Description>MCXR3SKWZVN3-50-750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B5CC-B46B-4405-845F-F28536227AE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970FD7-6FB1-4EEE-B737-DBB8B07579E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bf375fd-c16a-428e-90f5-962475562e5e"/>
    <ds:schemaRef ds:uri="ac55d254-e436-4b2f-ae49-2a5e200d046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CED3FED-5D10-43A2-8AAE-3C10220B7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3DB0D-0F6B-42FF-AE34-E2CDE291A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245F73-D6CD-41BC-BCB1-A44C844F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2_Prozessorganisation</Template>
  <TotalTime>0</TotalTime>
  <Pages>2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w.lensing</dc:creator>
  <cp:lastModifiedBy>Birte Föhse</cp:lastModifiedBy>
  <cp:revision>4</cp:revision>
  <cp:lastPrinted>2010-05-03T16:57:00Z</cp:lastPrinted>
  <dcterms:created xsi:type="dcterms:W3CDTF">2016-05-31T07:33:00Z</dcterms:created>
  <dcterms:modified xsi:type="dcterms:W3CDTF">2018-02-07T12:49:00Z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860ec913-107b-413e-b348-9e799da21dfe</vt:lpwstr>
  </property>
</Properties>
</file>