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7FB5A" w14:textId="77777777" w:rsidR="00BE129E" w:rsidRPr="00EE4E69" w:rsidRDefault="00B643F7" w:rsidP="00670039">
      <w:pPr>
        <w:spacing w:after="360"/>
        <w:rPr>
          <w:szCs w:val="20"/>
        </w:rPr>
      </w:pPr>
      <w:r w:rsidRPr="00EE4E69">
        <w:rPr>
          <w:rFonts w:cstheme="minorHAnsi"/>
          <w:szCs w:val="20"/>
        </w:rPr>
        <w:t>In der Bestandsaufnahme soll die betriebliche Ausgangssituation eingeschätzt werden. Die nachstehenden Leitfragen strukturieren Themen und Ablauf der Bestandsaufnahme. Die Bearbeitung</w:t>
      </w:r>
      <w:r w:rsidR="00EE4E69">
        <w:rPr>
          <w:rFonts w:cstheme="minorHAnsi"/>
          <w:szCs w:val="20"/>
        </w:rPr>
        <w:t xml:space="preserve"> und Dokumentation durch diese </w:t>
      </w:r>
      <w:r w:rsidRPr="00EE4E69">
        <w:rPr>
          <w:rFonts w:cstheme="minorHAnsi"/>
          <w:szCs w:val="20"/>
        </w:rPr>
        <w:t xml:space="preserve">und </w:t>
      </w:r>
      <w:r w:rsidR="005F4FC5">
        <w:rPr>
          <w:rFonts w:cstheme="minorHAnsi"/>
          <w:szCs w:val="20"/>
        </w:rPr>
        <w:t>ggfls</w:t>
      </w:r>
      <w:r w:rsidRPr="00EE4E69">
        <w:rPr>
          <w:rFonts w:cstheme="minorHAnsi"/>
          <w:szCs w:val="20"/>
        </w:rPr>
        <w:t xml:space="preserve">. weitere Unterlagen </w:t>
      </w:r>
      <w:r w:rsidR="005F4FC5">
        <w:rPr>
          <w:rFonts w:cstheme="minorHAnsi"/>
          <w:szCs w:val="20"/>
        </w:rPr>
        <w:t xml:space="preserve">(bitte als Anlage beifügen) </w:t>
      </w:r>
      <w:r w:rsidRPr="00EE4E69">
        <w:rPr>
          <w:rFonts w:cstheme="minorHAnsi"/>
          <w:szCs w:val="20"/>
        </w:rPr>
        <w:t xml:space="preserve">ist Voraussetzung für die </w:t>
      </w:r>
      <w:r w:rsidR="00EE4E69">
        <w:rPr>
          <w:rFonts w:cstheme="minorHAnsi"/>
          <w:szCs w:val="20"/>
        </w:rPr>
        <w:t xml:space="preserve">hierauf </w:t>
      </w:r>
      <w:r w:rsidRPr="00EE4E69">
        <w:rPr>
          <w:rFonts w:cstheme="minorHAnsi"/>
          <w:szCs w:val="20"/>
        </w:rPr>
        <w:t>folgende</w:t>
      </w:r>
      <w:r w:rsidR="00EE4E69">
        <w:rPr>
          <w:rFonts w:cstheme="minorHAnsi"/>
          <w:szCs w:val="20"/>
        </w:rPr>
        <w:t>n</w:t>
      </w:r>
      <w:r w:rsidRPr="00EE4E69">
        <w:rPr>
          <w:rFonts w:cstheme="minorHAnsi"/>
          <w:szCs w:val="20"/>
        </w:rPr>
        <w:t xml:space="preserve"> Demografie-Themen.</w:t>
      </w:r>
      <w:r w:rsidR="00641922">
        <w:rPr>
          <w:rFonts w:cstheme="minorHAnsi"/>
          <w:szCs w:val="20"/>
        </w:rPr>
        <w:t xml:space="preserve"> </w:t>
      </w:r>
      <w:r w:rsidR="00641922" w:rsidRPr="0040325E">
        <w:rPr>
          <w:rFonts w:cstheme="minorHAnsi"/>
          <w:szCs w:val="20"/>
        </w:rPr>
        <w:t xml:space="preserve">Nähere Erläuterungen </w:t>
      </w:r>
      <w:r w:rsidR="00641922">
        <w:rPr>
          <w:rFonts w:cstheme="minorHAnsi"/>
          <w:szCs w:val="20"/>
        </w:rPr>
        <w:t xml:space="preserve">zu den folgenden Fragestellungen </w:t>
      </w:r>
      <w:r w:rsidR="00200881">
        <w:rPr>
          <w:rFonts w:cstheme="minorHAnsi"/>
          <w:szCs w:val="20"/>
        </w:rPr>
        <w:t xml:space="preserve">sowie dem Erstellen von Altersstrukturanalysen </w:t>
      </w:r>
      <w:r w:rsidR="00641922" w:rsidRPr="0040325E">
        <w:rPr>
          <w:rFonts w:cstheme="minorHAnsi"/>
          <w:szCs w:val="20"/>
        </w:rPr>
        <w:t xml:space="preserve">finden </w:t>
      </w:r>
      <w:r w:rsidR="00641922">
        <w:rPr>
          <w:rFonts w:cstheme="minorHAnsi"/>
          <w:szCs w:val="20"/>
        </w:rPr>
        <w:t>Sie</w:t>
      </w:r>
      <w:r w:rsidR="00641922" w:rsidRPr="0040325E">
        <w:rPr>
          <w:rFonts w:cstheme="minorHAnsi"/>
          <w:szCs w:val="20"/>
        </w:rPr>
        <w:t xml:space="preserve"> im </w:t>
      </w:r>
      <w:r w:rsidR="00641922">
        <w:rPr>
          <w:rFonts w:cstheme="minorHAnsi"/>
          <w:szCs w:val="20"/>
        </w:rPr>
        <w:t>H</w:t>
      </w:r>
      <w:r w:rsidR="00641922" w:rsidRPr="0040325E">
        <w:rPr>
          <w:rFonts w:cstheme="minorHAnsi"/>
          <w:szCs w:val="20"/>
        </w:rPr>
        <w:t>andbuch.</w:t>
      </w:r>
    </w:p>
    <w:p w14:paraId="2527FB5B" w14:textId="77777777" w:rsidR="00E95376" w:rsidRPr="00E378DA" w:rsidRDefault="000F5082" w:rsidP="00215D63">
      <w:pPr>
        <w:pStyle w:val="berschrift2"/>
      </w:pPr>
      <w:r w:rsidRPr="000F5082">
        <w:t xml:space="preserve">Merkmale der aktuellen </w:t>
      </w:r>
      <w:r w:rsidR="00200881">
        <w:t xml:space="preserve">und der zukünftigen </w:t>
      </w:r>
      <w:r w:rsidRPr="000F5082">
        <w:t>betrieblichen Altersstruktur</w:t>
      </w:r>
    </w:p>
    <w:p w14:paraId="2527FB5C" w14:textId="77777777" w:rsidR="00200881" w:rsidRPr="00200881" w:rsidRDefault="00EE4E69" w:rsidP="00A03A78">
      <w:pPr>
        <w:pStyle w:val="FrageAudit"/>
      </w:pPr>
      <w:r>
        <w:t>Wie sieht die</w:t>
      </w:r>
      <w:r w:rsidR="00BF29B1" w:rsidRPr="00BF29B1">
        <w:t xml:space="preserve"> aktuelle Altersstruktur im gesamten Unternehmen sowie in den zentralen Unternehmensbereichen und den verschiedenen Beschäftigtengruppen</w:t>
      </w:r>
      <w:r>
        <w:t xml:space="preserve"> aus?</w:t>
      </w:r>
      <w:r w:rsidR="00BF29B1" w:rsidRPr="00BF29B1">
        <w:t xml:space="preserve"> </w:t>
      </w:r>
    </w:p>
    <w:p w14:paraId="2527FB5D" w14:textId="77777777" w:rsidR="00BF29B1" w:rsidRPr="00E378DA" w:rsidRDefault="00EE4E69" w:rsidP="00F30E7F">
      <w:pPr>
        <w:ind w:left="397"/>
      </w:pPr>
      <w:r w:rsidRPr="00E378DA">
        <w:t xml:space="preserve">Dies ist </w:t>
      </w:r>
      <w:r w:rsidR="00BF29B1" w:rsidRPr="00E378DA">
        <w:t>durch Daten zur aktuellen Altersstruktur</w:t>
      </w:r>
      <w:r w:rsidRPr="00E378DA">
        <w:t>,</w:t>
      </w:r>
      <w:r w:rsidR="00BF29B1" w:rsidRPr="00E378DA">
        <w:t xml:space="preserve"> d.h. Anzahl der Beschäftigten in Altersgruppen von 5 Jahren sowie</w:t>
      </w:r>
      <w:r w:rsidRPr="00E378DA">
        <w:t xml:space="preserve"> Angaben zum Durchschnittsalter zu belegen</w:t>
      </w:r>
      <w:r w:rsidR="00BF29B1" w:rsidRPr="00E378DA">
        <w:t xml:space="preserve">. </w:t>
      </w:r>
      <w:r w:rsidR="00A03A78" w:rsidRPr="00E378DA">
        <w:t>Mögliche</w:t>
      </w:r>
      <w:r w:rsidR="00BF29B1" w:rsidRPr="00E378DA">
        <w:t xml:space="preserve"> Kategorien für eine detaillierte Analyse der Altersstruktur sind:</w:t>
      </w:r>
    </w:p>
    <w:p w14:paraId="2527FB5E" w14:textId="77777777" w:rsidR="00BF29B1" w:rsidRPr="00215D63" w:rsidRDefault="00BF29B1" w:rsidP="00215D63">
      <w:pPr>
        <w:pStyle w:val="Listenabsatz"/>
        <w:numPr>
          <w:ilvl w:val="0"/>
          <w:numId w:val="45"/>
        </w:numPr>
        <w:spacing w:line="300" w:lineRule="auto"/>
        <w:ind w:left="850" w:hanging="357"/>
        <w:contextualSpacing/>
        <w:rPr>
          <w:b w:val="0"/>
        </w:rPr>
      </w:pPr>
      <w:r w:rsidRPr="00215D63">
        <w:rPr>
          <w:b w:val="0"/>
        </w:rPr>
        <w:t>Abteilungen / Bereiche</w:t>
      </w:r>
    </w:p>
    <w:p w14:paraId="2527FB5F" w14:textId="77777777" w:rsidR="00BF29B1" w:rsidRPr="00215D63" w:rsidRDefault="00BF29B1" w:rsidP="00215D63">
      <w:pPr>
        <w:pStyle w:val="Listenabsatz"/>
        <w:numPr>
          <w:ilvl w:val="0"/>
          <w:numId w:val="45"/>
        </w:numPr>
        <w:spacing w:line="300" w:lineRule="auto"/>
        <w:ind w:left="850" w:hanging="357"/>
        <w:contextualSpacing/>
        <w:rPr>
          <w:b w:val="0"/>
        </w:rPr>
      </w:pPr>
      <w:r w:rsidRPr="00215D63">
        <w:rPr>
          <w:b w:val="0"/>
        </w:rPr>
        <w:t>Ausgeübte Tätigkeit / Funktion</w:t>
      </w:r>
    </w:p>
    <w:p w14:paraId="2527FB60" w14:textId="77777777" w:rsidR="00BF29B1" w:rsidRPr="00215D63" w:rsidRDefault="00BF29B1" w:rsidP="00215D63">
      <w:pPr>
        <w:pStyle w:val="Listenabsatz"/>
        <w:numPr>
          <w:ilvl w:val="0"/>
          <w:numId w:val="45"/>
        </w:numPr>
        <w:spacing w:line="300" w:lineRule="auto"/>
        <w:ind w:left="850" w:hanging="357"/>
        <w:contextualSpacing/>
        <w:rPr>
          <w:b w:val="0"/>
        </w:rPr>
      </w:pPr>
      <w:r w:rsidRPr="00215D63">
        <w:rPr>
          <w:b w:val="0"/>
        </w:rPr>
        <w:t>Geschlecht</w:t>
      </w:r>
    </w:p>
    <w:p w14:paraId="2527FB61" w14:textId="77777777" w:rsidR="00BF29B1" w:rsidRPr="00215D63" w:rsidRDefault="00BF29B1" w:rsidP="00BE631F">
      <w:pPr>
        <w:pStyle w:val="Listenabsatz"/>
        <w:numPr>
          <w:ilvl w:val="0"/>
          <w:numId w:val="45"/>
        </w:numPr>
        <w:spacing w:after="0" w:line="300" w:lineRule="auto"/>
        <w:ind w:left="850" w:hanging="357"/>
        <w:contextualSpacing/>
        <w:rPr>
          <w:b w:val="0"/>
        </w:rPr>
      </w:pPr>
      <w:r w:rsidRPr="00215D63">
        <w:rPr>
          <w:b w:val="0"/>
        </w:rPr>
        <w:t>Standorte</w:t>
      </w:r>
    </w:p>
    <w:p w14:paraId="2527FB62" w14:textId="77777777" w:rsidR="0041077F" w:rsidRPr="00BE631F" w:rsidRDefault="00BF29B1" w:rsidP="00BE631F">
      <w:pPr>
        <w:spacing w:before="60" w:after="240" w:line="300" w:lineRule="auto"/>
        <w:ind w:left="493"/>
      </w:pPr>
      <w:r w:rsidRPr="00BE631F">
        <w:t>Soweit sinnvoll und im Unternehmen verfügbar, sind weitere Merkmale auszuwerten (Qualifikation, Betriebszugehörigkeit, Stellenanteil</w:t>
      </w:r>
      <w:r w:rsidR="00EE4E69" w:rsidRPr="00BE631F">
        <w:t>,</w:t>
      </w:r>
      <w:r w:rsidRPr="00BE631F">
        <w:t xml:space="preserve"> u.a.).</w:t>
      </w:r>
    </w:p>
    <w:tbl>
      <w:tblPr>
        <w:tblStyle w:val="Tabellenraster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102"/>
      </w:tblGrid>
      <w:tr w:rsidR="006F40D6" w14:paraId="2527FB64" w14:textId="77777777" w:rsidTr="006F40D6">
        <w:sdt>
          <w:sdtPr>
            <w:rPr>
              <w:rStyle w:val="InputZchn"/>
            </w:rPr>
            <w:id w:val="1620184375"/>
            <w:placeholder>
              <w:docPart w:val="7BB95093BCEB444EAAAA40049F033B4A"/>
            </w:placeholder>
            <w:showingPlcHdr/>
          </w:sdtPr>
          <w:sdtEndPr>
            <w:rPr>
              <w:rStyle w:val="Absatz-Standardschriftart"/>
            </w:rPr>
          </w:sdtEndPr>
          <w:sdtContent>
            <w:tc>
              <w:tcPr>
                <w:tcW w:w="9102" w:type="dxa"/>
                <w:shd w:val="clear" w:color="auto" w:fill="F2F2F2" w:themeFill="background1" w:themeFillShade="F2"/>
              </w:tcPr>
              <w:p w14:paraId="2527FB63" w14:textId="77777777" w:rsidR="006F40D6" w:rsidRDefault="006F40D6" w:rsidP="008A3E3C">
                <w:pPr>
                  <w:pStyle w:val="Input"/>
                </w:pPr>
                <w:r w:rsidRPr="006F40D6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14:paraId="2527FB65" w14:textId="77777777" w:rsidR="00BF29B1" w:rsidRPr="00200881" w:rsidRDefault="00BF29B1" w:rsidP="00670039">
      <w:pPr>
        <w:spacing w:after="120"/>
      </w:pPr>
    </w:p>
    <w:p w14:paraId="2527FB66" w14:textId="77777777" w:rsidR="00E378DA" w:rsidRDefault="00EE4E69" w:rsidP="00A03A78">
      <w:pPr>
        <w:pStyle w:val="FrageAudit"/>
      </w:pPr>
      <w:r>
        <w:t>Wie sieht die</w:t>
      </w:r>
      <w:r w:rsidR="00BF29B1" w:rsidRPr="00BF29B1">
        <w:t xml:space="preserve"> </w:t>
      </w:r>
      <w:r w:rsidR="00BF29B1">
        <w:t>voraussichtliche zukünftige</w:t>
      </w:r>
      <w:r w:rsidR="00BF29B1" w:rsidRPr="00BF29B1">
        <w:t xml:space="preserve"> Altersstruktur im gesamten Unternehmen sowie in den zentralen Unternehmensbereichen und den verschiedenen Beschäftigtengruppen</w:t>
      </w:r>
      <w:r>
        <w:t xml:space="preserve"> aus?</w:t>
      </w:r>
    </w:p>
    <w:p w14:paraId="2527FB67" w14:textId="77777777" w:rsidR="00BF29B1" w:rsidRPr="00200881" w:rsidRDefault="00BF29B1" w:rsidP="00215D63">
      <w:pPr>
        <w:spacing w:after="240"/>
        <w:ind w:left="397"/>
      </w:pPr>
      <w:r>
        <w:t>Grundlage hierfür sollte eine Prognose über 5 und 10 Jahre sein</w:t>
      </w:r>
      <w:r w:rsidRPr="00BF29B1">
        <w:t xml:space="preserve">. </w:t>
      </w:r>
      <w:r w:rsidR="00EE4E69">
        <w:t>Kategori</w:t>
      </w:r>
      <w:r w:rsidR="00641922">
        <w:t>sierung</w:t>
      </w:r>
      <w:r w:rsidR="00EE4E69">
        <w:t xml:space="preserve"> und Darstellung </w:t>
      </w:r>
      <w:r w:rsidR="00641922">
        <w:t xml:space="preserve">bitte </w:t>
      </w:r>
      <w:r w:rsidR="00EE4E69">
        <w:t>entsprechen</w:t>
      </w:r>
      <w:r w:rsidR="005F4FC5">
        <w:t>d</w:t>
      </w:r>
      <w:r w:rsidR="00EE4E69">
        <w:t xml:space="preserve"> Absatz </w:t>
      </w:r>
      <w:r w:rsidR="00A03A78">
        <w:t>1.1</w:t>
      </w:r>
      <w:r w:rsidR="005F4FC5">
        <w:t xml:space="preserve"> vornehmen</w:t>
      </w:r>
      <w:r w:rsidR="00EE4E69">
        <w:t>.</w:t>
      </w:r>
    </w:p>
    <w:tbl>
      <w:tblPr>
        <w:tblStyle w:val="Tabellenraster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102"/>
      </w:tblGrid>
      <w:tr w:rsidR="00601259" w14:paraId="2527FB69" w14:textId="77777777" w:rsidTr="00601259">
        <w:sdt>
          <w:sdtPr>
            <w:rPr>
              <w:rStyle w:val="InputZchn"/>
            </w:rPr>
            <w:id w:val="1914969052"/>
            <w:placeholder>
              <w:docPart w:val="173761460B9E4F37BB3B33B06C89AA9B"/>
            </w:placeholder>
            <w:showingPlcHdr/>
          </w:sdtPr>
          <w:sdtEndPr>
            <w:rPr>
              <w:rStyle w:val="Absatz-Standardschriftart"/>
            </w:rPr>
          </w:sdtEndPr>
          <w:sdtContent>
            <w:tc>
              <w:tcPr>
                <w:tcW w:w="9102" w:type="dxa"/>
                <w:shd w:val="clear" w:color="auto" w:fill="F2F2F2" w:themeFill="background1" w:themeFillShade="F2"/>
              </w:tcPr>
              <w:p w14:paraId="2527FB68" w14:textId="77777777" w:rsidR="00601259" w:rsidRDefault="00601259" w:rsidP="008A3E3C">
                <w:pPr>
                  <w:pStyle w:val="Input"/>
                </w:pPr>
                <w:r w:rsidRPr="00601259">
                  <w:rPr>
                    <w:rStyle w:val="Platzhaltertext"/>
                    <w:rFonts w:eastAsiaTheme="majorEastAsia"/>
                  </w:rPr>
                  <w:t>Klicken Sie hier, um Text einzugeben.</w:t>
                </w:r>
              </w:p>
            </w:tc>
          </w:sdtContent>
        </w:sdt>
      </w:tr>
    </w:tbl>
    <w:p w14:paraId="2527FB6A" w14:textId="77777777" w:rsidR="00670039" w:rsidRDefault="00670039" w:rsidP="00670039">
      <w:pPr>
        <w:spacing w:after="120"/>
      </w:pPr>
    </w:p>
    <w:p w14:paraId="2527FB6B" w14:textId="77777777" w:rsidR="00B30C89" w:rsidRPr="00200881" w:rsidRDefault="006A19DF" w:rsidP="00A03A78">
      <w:pPr>
        <w:pStyle w:val="FrageAudit"/>
      </w:pPr>
      <w:r w:rsidRPr="006A19DF">
        <w:t>Wie hoch ist die Anzahl der auf Grund des Renteneintritts ausscheidenden Mitarbeiter</w:t>
      </w:r>
      <w:r w:rsidR="00B30C89">
        <w:t>/innen</w:t>
      </w:r>
      <w:r w:rsidRPr="006A19DF">
        <w:t xml:space="preserve"> in den kommenden 5 und 10 Jahren?</w:t>
      </w:r>
    </w:p>
    <w:p w14:paraId="2527FB6C" w14:textId="77777777" w:rsidR="006A19DF" w:rsidRPr="00200881" w:rsidRDefault="006A19DF" w:rsidP="00215D63">
      <w:pPr>
        <w:spacing w:after="240"/>
        <w:ind w:left="397"/>
      </w:pPr>
      <w:r w:rsidRPr="0040325E">
        <w:t xml:space="preserve">Zu dokumentieren sind die Kennzahlen </w:t>
      </w:r>
      <w:r w:rsidR="00A03A78">
        <w:t>entsprechend den in 1.1 gewählten Kategorien.</w:t>
      </w:r>
    </w:p>
    <w:tbl>
      <w:tblPr>
        <w:tblStyle w:val="Tabellenraster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102"/>
      </w:tblGrid>
      <w:tr w:rsidR="00601259" w14:paraId="2527FB6E" w14:textId="77777777" w:rsidTr="00601259">
        <w:sdt>
          <w:sdtPr>
            <w:rPr>
              <w:rStyle w:val="InputZchn"/>
            </w:rPr>
            <w:id w:val="-707254070"/>
            <w:placeholder>
              <w:docPart w:val="18389E07B7B8480D8D0197BFF494811D"/>
            </w:placeholder>
            <w:showingPlcHdr/>
          </w:sdtPr>
          <w:sdtEndPr>
            <w:rPr>
              <w:rStyle w:val="Absatz-Standardschriftart"/>
            </w:rPr>
          </w:sdtEndPr>
          <w:sdtContent>
            <w:tc>
              <w:tcPr>
                <w:tcW w:w="9102" w:type="dxa"/>
                <w:shd w:val="clear" w:color="auto" w:fill="F2F2F2" w:themeFill="background1" w:themeFillShade="F2"/>
              </w:tcPr>
              <w:p w14:paraId="2527FB6D" w14:textId="77777777" w:rsidR="00601259" w:rsidRDefault="00601259" w:rsidP="008A3E3C">
                <w:pPr>
                  <w:pStyle w:val="Input"/>
                </w:pPr>
                <w:r w:rsidRPr="00601259">
                  <w:rPr>
                    <w:rStyle w:val="Platzhaltertext"/>
                    <w:rFonts w:eastAsiaTheme="majorEastAsia"/>
                  </w:rPr>
                  <w:t>Klicken Sie hier, um Text einzugeben.</w:t>
                </w:r>
              </w:p>
            </w:tc>
          </w:sdtContent>
        </w:sdt>
      </w:tr>
    </w:tbl>
    <w:p w14:paraId="2527FB6F" w14:textId="77777777" w:rsidR="00670039" w:rsidRDefault="00670039" w:rsidP="00670039">
      <w:pPr>
        <w:spacing w:after="120"/>
      </w:pPr>
    </w:p>
    <w:p w14:paraId="2527FB70" w14:textId="77777777" w:rsidR="00B30C89" w:rsidRPr="00200881" w:rsidRDefault="00B30C89" w:rsidP="00215D63">
      <w:pPr>
        <w:pStyle w:val="FrageAudit"/>
        <w:spacing w:after="240"/>
      </w:pPr>
      <w:r w:rsidRPr="006A19DF">
        <w:t>Wie verändert sich die Anzahl älterer Mitarbeiter</w:t>
      </w:r>
      <w:r>
        <w:t>/innen</w:t>
      </w:r>
      <w:r w:rsidRPr="006A19DF">
        <w:t xml:space="preserve"> in den kommenden 5 und 10 Jahren?</w:t>
      </w:r>
    </w:p>
    <w:tbl>
      <w:tblPr>
        <w:tblStyle w:val="Tabellenraster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102"/>
      </w:tblGrid>
      <w:tr w:rsidR="00B30C89" w14:paraId="2527FB72" w14:textId="77777777" w:rsidTr="00B833DC">
        <w:sdt>
          <w:sdtPr>
            <w:rPr>
              <w:rStyle w:val="InputZchn"/>
            </w:rPr>
            <w:id w:val="-195008316"/>
            <w:placeholder>
              <w:docPart w:val="EC6AF49B4654479AB2EB05BFB9D5607C"/>
            </w:placeholder>
            <w:showingPlcHdr/>
          </w:sdtPr>
          <w:sdtEndPr>
            <w:rPr>
              <w:rStyle w:val="Absatz-Standardschriftart"/>
            </w:rPr>
          </w:sdtEndPr>
          <w:sdtContent>
            <w:tc>
              <w:tcPr>
                <w:tcW w:w="9102" w:type="dxa"/>
                <w:shd w:val="clear" w:color="auto" w:fill="F2F2F2" w:themeFill="background1" w:themeFillShade="F2"/>
              </w:tcPr>
              <w:p w14:paraId="2527FB71" w14:textId="77777777" w:rsidR="00B30C89" w:rsidRDefault="00B30C89" w:rsidP="008A3E3C">
                <w:pPr>
                  <w:pStyle w:val="Input"/>
                </w:pPr>
                <w:r w:rsidRPr="00601259">
                  <w:rPr>
                    <w:rStyle w:val="Platzhaltertext"/>
                    <w:rFonts w:eastAsiaTheme="majorEastAsia"/>
                  </w:rPr>
                  <w:t>Klicken Sie hier, um Text einzugeben.</w:t>
                </w:r>
              </w:p>
            </w:tc>
          </w:sdtContent>
        </w:sdt>
      </w:tr>
    </w:tbl>
    <w:p w14:paraId="2527FB73" w14:textId="77777777" w:rsidR="00670039" w:rsidRDefault="00670039" w:rsidP="00670039">
      <w:pPr>
        <w:spacing w:after="240"/>
      </w:pPr>
    </w:p>
    <w:p w14:paraId="2527FB74" w14:textId="77777777" w:rsidR="000A39DB" w:rsidRDefault="000A39DB" w:rsidP="00215D63">
      <w:pPr>
        <w:pStyle w:val="berschrift2"/>
        <w:sectPr w:rsidR="000A39DB" w:rsidSect="000F508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 w:code="9"/>
          <w:pgMar w:top="1985" w:right="1418" w:bottom="1701" w:left="1418" w:header="567" w:footer="425" w:gutter="0"/>
          <w:cols w:space="708"/>
          <w:docGrid w:linePitch="360"/>
        </w:sectPr>
      </w:pPr>
    </w:p>
    <w:p w14:paraId="2527FB75" w14:textId="77777777" w:rsidR="008800E1" w:rsidRPr="000F5082" w:rsidRDefault="00E378DA" w:rsidP="00215D63">
      <w:pPr>
        <w:pStyle w:val="berschrift2"/>
      </w:pPr>
      <w:r>
        <w:lastRenderedPageBreak/>
        <w:t>Für</w:t>
      </w:r>
      <w:r w:rsidR="008800E1" w:rsidRPr="000F5082">
        <w:t xml:space="preserve"> das Unternehmen relevante demografische</w:t>
      </w:r>
      <w:r>
        <w:t xml:space="preserve"> Entwicklungen</w:t>
      </w:r>
    </w:p>
    <w:p w14:paraId="2527FB76" w14:textId="77777777" w:rsidR="008800E1" w:rsidRPr="008800E1" w:rsidRDefault="008800E1" w:rsidP="00F97D92">
      <w:pPr>
        <w:spacing w:before="200" w:after="120"/>
        <w:rPr>
          <w:szCs w:val="20"/>
        </w:rPr>
      </w:pPr>
      <w:r w:rsidRPr="008800E1">
        <w:rPr>
          <w:szCs w:val="20"/>
        </w:rPr>
        <w:t xml:space="preserve">Durch den demografischen Wandel verändert sich der Anteil der </w:t>
      </w:r>
      <w:r w:rsidR="005F4FC5">
        <w:rPr>
          <w:szCs w:val="20"/>
        </w:rPr>
        <w:t>Älteren wie auch</w:t>
      </w:r>
      <w:r w:rsidRPr="008800E1">
        <w:rPr>
          <w:szCs w:val="20"/>
        </w:rPr>
        <w:t xml:space="preserve"> </w:t>
      </w:r>
      <w:r w:rsidR="0040325E">
        <w:rPr>
          <w:szCs w:val="20"/>
        </w:rPr>
        <w:t xml:space="preserve">der </w:t>
      </w:r>
      <w:r w:rsidR="005F4FC5">
        <w:rPr>
          <w:szCs w:val="20"/>
        </w:rPr>
        <w:t>Jüngeren</w:t>
      </w:r>
      <w:r w:rsidR="005F4FC5" w:rsidRPr="008800E1">
        <w:rPr>
          <w:szCs w:val="20"/>
        </w:rPr>
        <w:t xml:space="preserve"> </w:t>
      </w:r>
      <w:r w:rsidRPr="008800E1">
        <w:rPr>
          <w:szCs w:val="20"/>
        </w:rPr>
        <w:t>in der Gesellschaft</w:t>
      </w:r>
      <w:r w:rsidR="0040325E">
        <w:rPr>
          <w:szCs w:val="20"/>
        </w:rPr>
        <w:t>.</w:t>
      </w:r>
      <w:r w:rsidRPr="008800E1">
        <w:rPr>
          <w:szCs w:val="20"/>
        </w:rPr>
        <w:t xml:space="preserve"> </w:t>
      </w:r>
      <w:r w:rsidR="0040325E">
        <w:rPr>
          <w:szCs w:val="20"/>
        </w:rPr>
        <w:t>Hinzu kommt, dass i</w:t>
      </w:r>
      <w:r w:rsidRPr="008800E1">
        <w:rPr>
          <w:szCs w:val="20"/>
        </w:rPr>
        <w:t>n einigen Regionen viele Menschen zu</w:t>
      </w:r>
      <w:r w:rsidR="0040325E">
        <w:rPr>
          <w:szCs w:val="20"/>
        </w:rPr>
        <w:t>-</w:t>
      </w:r>
      <w:r w:rsidRPr="008800E1">
        <w:rPr>
          <w:szCs w:val="20"/>
        </w:rPr>
        <w:t xml:space="preserve"> oder fort</w:t>
      </w:r>
      <w:r w:rsidR="0040325E">
        <w:rPr>
          <w:szCs w:val="20"/>
        </w:rPr>
        <w:t>ziehen</w:t>
      </w:r>
      <w:r w:rsidRPr="008800E1">
        <w:rPr>
          <w:szCs w:val="20"/>
        </w:rPr>
        <w:t xml:space="preserve">, in anderen </w:t>
      </w:r>
      <w:r w:rsidR="0040325E">
        <w:rPr>
          <w:szCs w:val="20"/>
        </w:rPr>
        <w:t>wi</w:t>
      </w:r>
      <w:r w:rsidR="005F4FC5">
        <w:rPr>
          <w:szCs w:val="20"/>
        </w:rPr>
        <w:t>e</w:t>
      </w:r>
      <w:r w:rsidR="0040325E">
        <w:rPr>
          <w:szCs w:val="20"/>
        </w:rPr>
        <w:t xml:space="preserve">derum </w:t>
      </w:r>
      <w:r w:rsidRPr="008800E1">
        <w:rPr>
          <w:szCs w:val="20"/>
        </w:rPr>
        <w:t xml:space="preserve">steigt der Anteil der Menschen mit Migrationshintergrund. </w:t>
      </w:r>
      <w:r w:rsidR="0040325E">
        <w:rPr>
          <w:szCs w:val="20"/>
        </w:rPr>
        <w:t>Dies sind entscheidende Rahmenbedingungen für Unternehmen, insbesondere für die Frage der Rekrutierung und Bindung von Beschäftigten</w:t>
      </w:r>
      <w:r w:rsidRPr="008800E1">
        <w:rPr>
          <w:szCs w:val="20"/>
        </w:rPr>
        <w:t>.</w:t>
      </w:r>
      <w:r w:rsidRPr="008800E1" w:rsidDel="00555465">
        <w:rPr>
          <w:szCs w:val="20"/>
        </w:rPr>
        <w:t xml:space="preserve"> </w:t>
      </w:r>
    </w:p>
    <w:p w14:paraId="2527FB77" w14:textId="77777777" w:rsidR="008800E1" w:rsidRPr="0040325E" w:rsidRDefault="008800E1" w:rsidP="008A3E3C">
      <w:r w:rsidRPr="0040325E">
        <w:t xml:space="preserve">Informationsquellen zu </w:t>
      </w:r>
      <w:r w:rsidR="002E525B">
        <w:t xml:space="preserve">regionalen und überregionalen demografischen Trends </w:t>
      </w:r>
      <w:r w:rsidRPr="0040325E">
        <w:t xml:space="preserve">finden </w:t>
      </w:r>
      <w:r w:rsidR="002E525B">
        <w:t>Sie</w:t>
      </w:r>
      <w:r w:rsidRPr="0040325E">
        <w:t xml:space="preserve"> im Handbuch.</w:t>
      </w:r>
    </w:p>
    <w:p w14:paraId="2527FB78" w14:textId="77777777" w:rsidR="00670039" w:rsidRPr="00215D63" w:rsidRDefault="00000168" w:rsidP="00215D63">
      <w:pPr>
        <w:pStyle w:val="Listenabsatz"/>
      </w:pPr>
      <w:r w:rsidRPr="00215D63">
        <w:t xml:space="preserve">Welche Merkmale kennzeichnen die </w:t>
      </w:r>
      <w:r w:rsidR="002E525B" w:rsidRPr="00215D63">
        <w:t>(</w:t>
      </w:r>
      <w:r w:rsidRPr="00215D63">
        <w:t>zu erwartenden</w:t>
      </w:r>
      <w:r w:rsidR="002E525B" w:rsidRPr="00215D63">
        <w:t>)</w:t>
      </w:r>
      <w:r w:rsidRPr="00215D63">
        <w:t xml:space="preserve"> Veränderungen des Arbeitsmarktes </w:t>
      </w:r>
      <w:r w:rsidR="002E525B" w:rsidRPr="00215D63">
        <w:t>in Ihrem Einzugsgebiet</w:t>
      </w:r>
      <w:r w:rsidR="00670039" w:rsidRPr="00215D63">
        <w:t>?</w:t>
      </w:r>
    </w:p>
    <w:p w14:paraId="2527FB79" w14:textId="77777777" w:rsidR="008800E1" w:rsidRPr="00F30E7F" w:rsidRDefault="00165A1E" w:rsidP="00215D63">
      <w:pPr>
        <w:spacing w:after="240"/>
        <w:ind w:left="425"/>
      </w:pPr>
      <w:r>
        <w:t>Dies können</w:t>
      </w:r>
      <w:r w:rsidR="00670039">
        <w:t xml:space="preserve"> </w:t>
      </w:r>
      <w:r w:rsidR="002E525B" w:rsidRPr="00F30E7F">
        <w:t>z.B.</w:t>
      </w:r>
      <w:r w:rsidR="00670039">
        <w:t xml:space="preserve"> Änderungen in der </w:t>
      </w:r>
      <w:r w:rsidR="00000168" w:rsidRPr="00F30E7F">
        <w:t xml:space="preserve">Anzahl </w:t>
      </w:r>
      <w:r w:rsidR="00670039">
        <w:t xml:space="preserve">der </w:t>
      </w:r>
      <w:r w:rsidR="00000168" w:rsidRPr="00F30E7F">
        <w:t>Schulabgänger,</w:t>
      </w:r>
      <w:r w:rsidR="00670039">
        <w:t xml:space="preserve"> in der </w:t>
      </w:r>
      <w:r w:rsidR="00BB4CAC">
        <w:t>Attraktivität der Region</w:t>
      </w:r>
      <w:r w:rsidR="002E525B" w:rsidRPr="00F30E7F">
        <w:t xml:space="preserve"> </w:t>
      </w:r>
      <w:r w:rsidR="00670039">
        <w:t xml:space="preserve">oder in der </w:t>
      </w:r>
      <w:r w:rsidR="00000168" w:rsidRPr="00F30E7F">
        <w:t xml:space="preserve">Altersstruktur der erwerbsfähigen Personen auf dem regionalen </w:t>
      </w:r>
      <w:r w:rsidR="002E525B" w:rsidRPr="00F30E7F">
        <w:t xml:space="preserve">/ ggfls. </w:t>
      </w:r>
      <w:r w:rsidR="00000168" w:rsidRPr="00F30E7F">
        <w:t>überregionalen Arbeitsmarkt</w:t>
      </w:r>
      <w:r>
        <w:t xml:space="preserve"> sein.</w:t>
      </w:r>
    </w:p>
    <w:tbl>
      <w:tblPr>
        <w:tblStyle w:val="Tabellenraster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102"/>
      </w:tblGrid>
      <w:tr w:rsidR="00601259" w14:paraId="2527FB7B" w14:textId="77777777" w:rsidTr="000F2565">
        <w:sdt>
          <w:sdtPr>
            <w:rPr>
              <w:rStyle w:val="InputZchn"/>
            </w:rPr>
            <w:id w:val="-1799212198"/>
            <w:placeholder>
              <w:docPart w:val="0F8ECBBD92314AA9BD832C26869A8E48"/>
            </w:placeholder>
            <w:showingPlcHdr/>
          </w:sdtPr>
          <w:sdtEndPr>
            <w:rPr>
              <w:rStyle w:val="Absatz-Standardschriftart"/>
            </w:rPr>
          </w:sdtEndPr>
          <w:sdtContent>
            <w:tc>
              <w:tcPr>
                <w:tcW w:w="9102" w:type="dxa"/>
                <w:shd w:val="clear" w:color="auto" w:fill="F2F2F2" w:themeFill="background1" w:themeFillShade="F2"/>
              </w:tcPr>
              <w:p w14:paraId="2527FB7A" w14:textId="77777777" w:rsidR="00601259" w:rsidRDefault="00601259" w:rsidP="008A3E3C">
                <w:pPr>
                  <w:pStyle w:val="Input"/>
                </w:pPr>
                <w:r w:rsidRPr="00601259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14:paraId="2527FB7C" w14:textId="77777777" w:rsidR="002E6432" w:rsidRDefault="002E6432" w:rsidP="002E6432">
      <w:pPr>
        <w:spacing w:after="120"/>
      </w:pPr>
    </w:p>
    <w:p w14:paraId="2527FB7D" w14:textId="77777777" w:rsidR="002E6432" w:rsidRDefault="00F97D92" w:rsidP="00215D63">
      <w:pPr>
        <w:pStyle w:val="Listenabsatz"/>
      </w:pPr>
      <w:r w:rsidRPr="00F30E7F">
        <w:t>Welches sind weitere demografische Trends</w:t>
      </w:r>
      <w:r w:rsidR="00670039">
        <w:t xml:space="preserve"> mit Folgen für das Unternehmen?</w:t>
      </w:r>
    </w:p>
    <w:p w14:paraId="2527FB7E" w14:textId="77777777" w:rsidR="00F97D92" w:rsidRPr="00F30E7F" w:rsidRDefault="002E6432" w:rsidP="00215D63">
      <w:pPr>
        <w:spacing w:after="240"/>
        <w:ind w:left="425"/>
      </w:pPr>
      <w:r>
        <w:t xml:space="preserve">Hier sind </w:t>
      </w:r>
      <w:r w:rsidR="00F97D92" w:rsidRPr="00F30E7F">
        <w:t>z.B. Veränderungen der Altersstruktur der Kunden</w:t>
      </w:r>
      <w:r>
        <w:t xml:space="preserve"> zu nennen.</w:t>
      </w:r>
    </w:p>
    <w:tbl>
      <w:tblPr>
        <w:tblStyle w:val="Tabellenraster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102"/>
      </w:tblGrid>
      <w:tr w:rsidR="00F97D92" w14:paraId="2527FB80" w14:textId="77777777" w:rsidTr="00B833DC">
        <w:sdt>
          <w:sdtPr>
            <w:rPr>
              <w:rStyle w:val="InputZchn"/>
            </w:rPr>
            <w:id w:val="-1167850890"/>
            <w:placeholder>
              <w:docPart w:val="8509B2EE010C487BADADFD85B2DCD271"/>
            </w:placeholder>
            <w:showingPlcHdr/>
          </w:sdtPr>
          <w:sdtEndPr>
            <w:rPr>
              <w:rStyle w:val="Absatz-Standardschriftart"/>
            </w:rPr>
          </w:sdtEndPr>
          <w:sdtContent>
            <w:tc>
              <w:tcPr>
                <w:tcW w:w="9102" w:type="dxa"/>
                <w:shd w:val="clear" w:color="auto" w:fill="F2F2F2" w:themeFill="background1" w:themeFillShade="F2"/>
              </w:tcPr>
              <w:p w14:paraId="2527FB7F" w14:textId="77777777" w:rsidR="00F97D92" w:rsidRDefault="00F97D92" w:rsidP="008A3E3C">
                <w:pPr>
                  <w:pStyle w:val="Input"/>
                </w:pPr>
                <w:r w:rsidRPr="00601259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14:paraId="2527FB81" w14:textId="77777777" w:rsidR="00601259" w:rsidRDefault="00601259" w:rsidP="00000168">
      <w:pPr>
        <w:spacing w:after="120"/>
        <w:rPr>
          <w:szCs w:val="20"/>
        </w:rPr>
      </w:pPr>
    </w:p>
    <w:p w14:paraId="2527FB82" w14:textId="77777777" w:rsidR="000A39DB" w:rsidRDefault="000A39DB" w:rsidP="00215D63">
      <w:pPr>
        <w:pStyle w:val="berschrift2"/>
        <w:sectPr w:rsidR="000A39DB" w:rsidSect="000F5082">
          <w:type w:val="continuous"/>
          <w:pgSz w:w="11906" w:h="16838" w:code="9"/>
          <w:pgMar w:top="1985" w:right="1418" w:bottom="1701" w:left="1418" w:header="567" w:footer="425" w:gutter="0"/>
          <w:cols w:space="708"/>
          <w:docGrid w:linePitch="360"/>
        </w:sectPr>
      </w:pPr>
    </w:p>
    <w:p w14:paraId="2527FB83" w14:textId="77777777" w:rsidR="00F97D92" w:rsidRPr="000F5082" w:rsidRDefault="00F97D92" w:rsidP="00215D63">
      <w:pPr>
        <w:pStyle w:val="berschrift2"/>
      </w:pPr>
      <w:r w:rsidRPr="000F5082">
        <w:t>Beschreibung und Einschätzung der Verfahrensweisen</w:t>
      </w:r>
    </w:p>
    <w:p w14:paraId="2527FB84" w14:textId="77777777" w:rsidR="00F97D92" w:rsidRPr="0040325E" w:rsidRDefault="00F97D92" w:rsidP="00F97D92">
      <w:pPr>
        <w:spacing w:before="200" w:after="120"/>
        <w:rPr>
          <w:rFonts w:cstheme="minorHAnsi"/>
          <w:szCs w:val="20"/>
        </w:rPr>
      </w:pPr>
      <w:r w:rsidRPr="0040325E">
        <w:rPr>
          <w:rFonts w:cstheme="minorHAnsi"/>
          <w:szCs w:val="20"/>
        </w:rPr>
        <w:t xml:space="preserve">Die folgenden Fragen sind für </w:t>
      </w:r>
      <w:r w:rsidR="005F4FC5">
        <w:rPr>
          <w:rFonts w:cstheme="minorHAnsi"/>
          <w:szCs w:val="20"/>
        </w:rPr>
        <w:t>alle folgenden</w:t>
      </w:r>
      <w:r w:rsidRPr="0040325E">
        <w:rPr>
          <w:rFonts w:cstheme="minorHAnsi"/>
          <w:szCs w:val="20"/>
        </w:rPr>
        <w:t xml:space="preserve"> Themenfeld</w:t>
      </w:r>
      <w:r w:rsidR="005F4FC5">
        <w:rPr>
          <w:rFonts w:cstheme="minorHAnsi"/>
          <w:szCs w:val="20"/>
        </w:rPr>
        <w:t>er</w:t>
      </w:r>
      <w:r w:rsidRPr="0040325E">
        <w:rPr>
          <w:rFonts w:cstheme="minorHAnsi"/>
          <w:szCs w:val="20"/>
        </w:rPr>
        <w:t xml:space="preserve"> </w:t>
      </w:r>
      <w:r w:rsidR="00641922" w:rsidRPr="0040325E">
        <w:rPr>
          <w:rFonts w:cstheme="minorHAnsi"/>
          <w:szCs w:val="20"/>
        </w:rPr>
        <w:t xml:space="preserve">der Situationsbeschreibung </w:t>
      </w:r>
      <w:r w:rsidRPr="0040325E">
        <w:rPr>
          <w:rFonts w:cstheme="minorHAnsi"/>
          <w:szCs w:val="20"/>
        </w:rPr>
        <w:t>gleich aufgebaut. Sie zielen auf die Art und Weise der Informationsbe</w:t>
      </w:r>
      <w:r w:rsidR="00641922">
        <w:rPr>
          <w:rFonts w:cstheme="minorHAnsi"/>
          <w:szCs w:val="20"/>
        </w:rPr>
        <w:t>schaffung und -verarbeitung ab.</w:t>
      </w:r>
    </w:p>
    <w:p w14:paraId="2527FB85" w14:textId="77777777" w:rsidR="00F97D92" w:rsidRDefault="00F97D92" w:rsidP="00215D63">
      <w:pPr>
        <w:pStyle w:val="Listenabsatz3"/>
        <w:spacing w:after="240"/>
      </w:pPr>
      <w:r w:rsidRPr="000C748F">
        <w:t xml:space="preserve">Wie </w:t>
      </w:r>
      <w:r w:rsidRPr="00F30E7F">
        <w:t>beobachtet</w:t>
      </w:r>
      <w:r w:rsidRPr="000C748F">
        <w:t xml:space="preserve"> und bewertet das Unternehmen die Entwicklung der Altersstruktur sowie der demografischen Entwicklung?</w:t>
      </w:r>
    </w:p>
    <w:tbl>
      <w:tblPr>
        <w:tblStyle w:val="Tabellenraster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102"/>
      </w:tblGrid>
      <w:tr w:rsidR="00F97D92" w14:paraId="2527FB87" w14:textId="77777777" w:rsidTr="00B833DC">
        <w:sdt>
          <w:sdtPr>
            <w:rPr>
              <w:rStyle w:val="InputZchn"/>
            </w:rPr>
            <w:id w:val="-1039197340"/>
            <w:placeholder>
              <w:docPart w:val="7F1C6078E65D42E08604026071774AF3"/>
            </w:placeholder>
            <w:showingPlcHdr/>
          </w:sdtPr>
          <w:sdtEndPr>
            <w:rPr>
              <w:rStyle w:val="Absatz-Standardschriftart"/>
              <w:rFonts w:cstheme="minorBidi"/>
              <w:szCs w:val="22"/>
            </w:rPr>
          </w:sdtEndPr>
          <w:sdtContent>
            <w:tc>
              <w:tcPr>
                <w:tcW w:w="9102" w:type="dxa"/>
                <w:shd w:val="clear" w:color="auto" w:fill="F2F2F2" w:themeFill="background1" w:themeFillShade="F2"/>
              </w:tcPr>
              <w:p w14:paraId="2527FB86" w14:textId="77777777" w:rsidR="00F97D92" w:rsidRDefault="00F97D92" w:rsidP="00B833DC">
                <w:pPr>
                  <w:spacing w:before="60"/>
                  <w:rPr>
                    <w:szCs w:val="20"/>
                  </w:rPr>
                </w:pPr>
                <w:r w:rsidRPr="00601259">
                  <w:rPr>
                    <w:rStyle w:val="Platzhaltertext"/>
                    <w:szCs w:val="20"/>
                  </w:rPr>
                  <w:t>Klicken Sie hier, um Text einzugeben.</w:t>
                </w:r>
              </w:p>
            </w:tc>
          </w:sdtContent>
        </w:sdt>
      </w:tr>
    </w:tbl>
    <w:p w14:paraId="2527FB88" w14:textId="77777777" w:rsidR="002E6432" w:rsidRDefault="002E6432" w:rsidP="002E6432">
      <w:pPr>
        <w:spacing w:after="120"/>
      </w:pPr>
    </w:p>
    <w:p w14:paraId="2527FB89" w14:textId="77777777" w:rsidR="00F97D92" w:rsidRPr="00200881" w:rsidRDefault="00803B9B" w:rsidP="00215D63">
      <w:pPr>
        <w:pStyle w:val="Listenabsatz3"/>
        <w:spacing w:after="240"/>
      </w:pPr>
      <w:r w:rsidRPr="00803B9B">
        <w:t>Ist dafür jemand zuständig? Wenn ja, wer?</w:t>
      </w:r>
    </w:p>
    <w:tbl>
      <w:tblPr>
        <w:tblStyle w:val="Tabellenraster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102"/>
      </w:tblGrid>
      <w:tr w:rsidR="00F97D92" w14:paraId="2527FB8B" w14:textId="77777777" w:rsidTr="00B833DC">
        <w:sdt>
          <w:sdtPr>
            <w:rPr>
              <w:rStyle w:val="InputZchn"/>
            </w:rPr>
            <w:id w:val="1701207512"/>
            <w:placeholder>
              <w:docPart w:val="C5D9628BB5DE48798B065FF89E1BD126"/>
            </w:placeholder>
            <w:showingPlcHdr/>
          </w:sdtPr>
          <w:sdtEndPr>
            <w:rPr>
              <w:rStyle w:val="Absatz-Standardschriftart"/>
              <w:rFonts w:cstheme="minorBidi"/>
              <w:szCs w:val="22"/>
            </w:rPr>
          </w:sdtEndPr>
          <w:sdtContent>
            <w:tc>
              <w:tcPr>
                <w:tcW w:w="9102" w:type="dxa"/>
                <w:shd w:val="clear" w:color="auto" w:fill="F2F2F2" w:themeFill="background1" w:themeFillShade="F2"/>
              </w:tcPr>
              <w:p w14:paraId="2527FB8A" w14:textId="77777777" w:rsidR="00F97D92" w:rsidRDefault="00F97D92" w:rsidP="00B833DC">
                <w:pPr>
                  <w:spacing w:before="60"/>
                  <w:rPr>
                    <w:szCs w:val="20"/>
                  </w:rPr>
                </w:pPr>
                <w:r w:rsidRPr="00601259">
                  <w:rPr>
                    <w:rStyle w:val="Platzhaltertext"/>
                    <w:szCs w:val="20"/>
                  </w:rPr>
                  <w:t>Klicken Sie hier, um Text einzugeben.</w:t>
                </w:r>
              </w:p>
            </w:tc>
          </w:sdtContent>
        </w:sdt>
      </w:tr>
    </w:tbl>
    <w:p w14:paraId="2527FB8C" w14:textId="77777777" w:rsidR="002E6432" w:rsidRDefault="002E6432" w:rsidP="002E6432">
      <w:pPr>
        <w:spacing w:after="120"/>
      </w:pPr>
    </w:p>
    <w:p w14:paraId="2527FB8D" w14:textId="77777777" w:rsidR="00803B9B" w:rsidRPr="00200881" w:rsidRDefault="00803B9B" w:rsidP="00215D63">
      <w:pPr>
        <w:pStyle w:val="Listenabsatz3"/>
        <w:spacing w:after="240"/>
      </w:pPr>
      <w:r w:rsidRPr="000C748F">
        <w:t>Schätzen Sie bitte ein, welchem Typus Sie Ihr Unternehmen im Umgang mit entsprechenden Informationen bislang zuordnen.</w:t>
      </w:r>
    </w:p>
    <w:tbl>
      <w:tblPr>
        <w:tblStyle w:val="MittlereSchattierung1-Akzent11"/>
        <w:tblW w:w="0" w:type="auto"/>
        <w:tblInd w:w="108" w:type="dxa"/>
        <w:tblBorders>
          <w:insideH w:val="single" w:sz="4" w:space="0" w:color="7BA0CD" w:themeColor="accent1" w:themeTint="BF"/>
          <w:insideV w:val="single" w:sz="4" w:space="0" w:color="7BA0CD" w:themeColor="accent1" w:themeTint="BF"/>
        </w:tblBorders>
        <w:tblLayout w:type="fixed"/>
        <w:tblLook w:val="04A0" w:firstRow="1" w:lastRow="0" w:firstColumn="1" w:lastColumn="0" w:noHBand="0" w:noVBand="1"/>
      </w:tblPr>
      <w:tblGrid>
        <w:gridCol w:w="1734"/>
        <w:gridCol w:w="1810"/>
        <w:gridCol w:w="1701"/>
        <w:gridCol w:w="1843"/>
        <w:gridCol w:w="2014"/>
      </w:tblGrid>
      <w:tr w:rsidR="00803B9B" w14:paraId="2527FB97" w14:textId="77777777" w:rsidTr="00F514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14:paraId="2527FB8E" w14:textId="77777777" w:rsidR="00803B9B" w:rsidRDefault="00803B9B" w:rsidP="00F97D92">
            <w:pPr>
              <w:spacing w:before="200" w:after="120"/>
            </w:pPr>
          </w:p>
        </w:tc>
        <w:tc>
          <w:tcPr>
            <w:tcW w:w="18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14:paraId="2527FB8F" w14:textId="77777777" w:rsidR="00803B9B" w:rsidRDefault="00A32D86" w:rsidP="002E643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Typ A:</w:t>
            </w:r>
          </w:p>
          <w:p w14:paraId="2527FB90" w14:textId="77777777" w:rsidR="00A32D86" w:rsidRPr="002E6432" w:rsidRDefault="00A32D86" w:rsidP="00E4740B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2E6432">
              <w:rPr>
                <w:b w:val="0"/>
                <w:sz w:val="18"/>
                <w:szCs w:val="18"/>
              </w:rPr>
              <w:t>Informationen fehlen oder ermöglichen keine Aufschlüsse</w:t>
            </w: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14:paraId="2527FB91" w14:textId="77777777" w:rsidR="00A32D86" w:rsidRDefault="00A32D86" w:rsidP="002E643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Typ B:</w:t>
            </w:r>
          </w:p>
          <w:p w14:paraId="2527FB92" w14:textId="77777777" w:rsidR="00803B9B" w:rsidRPr="002E6432" w:rsidRDefault="00A32D86" w:rsidP="00E4740B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E6432">
              <w:rPr>
                <w:b w:val="0"/>
                <w:sz w:val="18"/>
                <w:szCs w:val="18"/>
              </w:rPr>
              <w:t>Informationen wurden zu einzelnen Fällen und Anlässen generiert</w:t>
            </w:r>
          </w:p>
        </w:tc>
        <w:tc>
          <w:tcPr>
            <w:tcW w:w="18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14:paraId="2527FB93" w14:textId="77777777" w:rsidR="00A32D86" w:rsidRDefault="00A32D86" w:rsidP="002E643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Typ </w:t>
            </w:r>
            <w:r w:rsidR="00BE529B">
              <w:t>C</w:t>
            </w:r>
            <w:r>
              <w:t>:</w:t>
            </w:r>
          </w:p>
          <w:p w14:paraId="2527FB94" w14:textId="77777777" w:rsidR="00803B9B" w:rsidRPr="002E6432" w:rsidRDefault="00A32D86" w:rsidP="00E4740B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E6432">
              <w:rPr>
                <w:b w:val="0"/>
                <w:sz w:val="18"/>
                <w:szCs w:val="18"/>
              </w:rPr>
              <w:t>Informationen werden systematisch generiert und angewendet</w:t>
            </w:r>
          </w:p>
        </w:tc>
        <w:tc>
          <w:tcPr>
            <w:tcW w:w="201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6D9F1" w:themeFill="text2" w:themeFillTint="33"/>
            <w:noWrap/>
          </w:tcPr>
          <w:p w14:paraId="2527FB95" w14:textId="77777777" w:rsidR="00803B9B" w:rsidRPr="0010028E" w:rsidRDefault="00A32D86" w:rsidP="002E643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10028E">
              <w:rPr>
                <w:color w:val="000000" w:themeColor="text1"/>
              </w:rPr>
              <w:t>Zusatzmerkmal:</w:t>
            </w:r>
          </w:p>
          <w:p w14:paraId="2527FB96" w14:textId="77777777" w:rsidR="00A32D86" w:rsidRPr="002E6432" w:rsidRDefault="00A32D86" w:rsidP="00E4740B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2E6432">
              <w:rPr>
                <w:b w:val="0"/>
                <w:color w:val="000000" w:themeColor="text1"/>
                <w:sz w:val="18"/>
                <w:szCs w:val="18"/>
              </w:rPr>
              <w:t>Mitarbeitende und betriebliche Entscheidungsträger sind beteiligt bzw. informiert</w:t>
            </w:r>
          </w:p>
        </w:tc>
      </w:tr>
      <w:tr w:rsidR="00803B9B" w14:paraId="2527FB9D" w14:textId="77777777" w:rsidTr="00F514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4" w:type="dxa"/>
            <w:tcBorders>
              <w:right w:val="none" w:sz="0" w:space="0" w:color="auto"/>
            </w:tcBorders>
            <w:noWrap/>
          </w:tcPr>
          <w:p w14:paraId="2527FB98" w14:textId="77777777" w:rsidR="00803B9B" w:rsidRDefault="00A32D86" w:rsidP="00F97D92">
            <w:pPr>
              <w:spacing w:before="200" w:after="120"/>
            </w:pPr>
            <w:r>
              <w:t>Altersstruktur</w:t>
            </w:r>
          </w:p>
        </w:tc>
        <w:sdt>
          <w:sdtPr>
            <w:id w:val="280032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10" w:type="dxa"/>
                <w:tcBorders>
                  <w:left w:val="none" w:sz="0" w:space="0" w:color="auto"/>
                  <w:right w:val="none" w:sz="0" w:space="0" w:color="auto"/>
                </w:tcBorders>
                <w:shd w:val="clear" w:color="auto" w:fill="D9D9D9" w:themeFill="background1" w:themeFillShade="D9"/>
                <w:noWrap/>
              </w:tcPr>
              <w:p w14:paraId="2527FB99" w14:textId="77777777" w:rsidR="00803B9B" w:rsidRDefault="00A32D86" w:rsidP="00A32D86">
                <w:pPr>
                  <w:spacing w:before="200" w:after="12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6258946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tcBorders>
                  <w:left w:val="none" w:sz="0" w:space="0" w:color="auto"/>
                  <w:right w:val="none" w:sz="0" w:space="0" w:color="auto"/>
                </w:tcBorders>
                <w:shd w:val="clear" w:color="auto" w:fill="D9D9D9" w:themeFill="background1" w:themeFillShade="D9"/>
                <w:noWrap/>
              </w:tcPr>
              <w:p w14:paraId="2527FB9A" w14:textId="77777777" w:rsidR="00803B9B" w:rsidRDefault="00A32D86" w:rsidP="00A32D86">
                <w:pPr>
                  <w:spacing w:before="200" w:after="12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8358791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tcBorders>
                  <w:left w:val="none" w:sz="0" w:space="0" w:color="auto"/>
                  <w:right w:val="none" w:sz="0" w:space="0" w:color="auto"/>
                </w:tcBorders>
                <w:shd w:val="clear" w:color="auto" w:fill="D9D9D9" w:themeFill="background1" w:themeFillShade="D9"/>
                <w:noWrap/>
              </w:tcPr>
              <w:p w14:paraId="2527FB9B" w14:textId="77777777" w:rsidR="00803B9B" w:rsidRDefault="00A32D86" w:rsidP="00A32D86">
                <w:pPr>
                  <w:spacing w:before="200" w:after="12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403945004"/>
            <w14:checkbox>
              <w14:checked w14:val="0"/>
              <w14:checkedState w14:val="00C4" w14:font="Symbol"/>
              <w14:uncheckedState w14:val="00A1" w14:font="Wingdings"/>
            </w14:checkbox>
          </w:sdtPr>
          <w:sdtEndPr/>
          <w:sdtContent>
            <w:tc>
              <w:tcPr>
                <w:tcW w:w="2014" w:type="dxa"/>
                <w:tcBorders>
                  <w:left w:val="none" w:sz="0" w:space="0" w:color="auto"/>
                </w:tcBorders>
                <w:shd w:val="clear" w:color="auto" w:fill="C6D9F1" w:themeFill="text2" w:themeFillTint="33"/>
                <w:noWrap/>
              </w:tcPr>
              <w:p w14:paraId="2527FB9C" w14:textId="77777777" w:rsidR="00803B9B" w:rsidRDefault="0010028E" w:rsidP="00A32D86">
                <w:pPr>
                  <w:spacing w:before="200" w:after="12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sym w:font="Wingdings" w:char="F0A1"/>
                </w:r>
              </w:p>
            </w:tc>
          </w:sdtContent>
        </w:sdt>
      </w:tr>
      <w:tr w:rsidR="00803B9B" w14:paraId="2527FBA3" w14:textId="77777777" w:rsidTr="00F514C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4" w:type="dxa"/>
            <w:tcBorders>
              <w:right w:val="none" w:sz="0" w:space="0" w:color="auto"/>
            </w:tcBorders>
            <w:noWrap/>
          </w:tcPr>
          <w:p w14:paraId="2527FB9E" w14:textId="77777777" w:rsidR="00803B9B" w:rsidRDefault="00A32D86" w:rsidP="00F97D92">
            <w:pPr>
              <w:spacing w:before="200" w:after="120"/>
            </w:pPr>
            <w:r>
              <w:t>Regionale Entwicklungen</w:t>
            </w:r>
          </w:p>
        </w:tc>
        <w:sdt>
          <w:sdtPr>
            <w:id w:val="-15409710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10" w:type="dxa"/>
                <w:tcBorders>
                  <w:left w:val="none" w:sz="0" w:space="0" w:color="auto"/>
                  <w:right w:val="none" w:sz="0" w:space="0" w:color="auto"/>
                </w:tcBorders>
                <w:shd w:val="clear" w:color="auto" w:fill="D9D9D9" w:themeFill="background1" w:themeFillShade="D9"/>
                <w:noWrap/>
              </w:tcPr>
              <w:p w14:paraId="2527FB9F" w14:textId="77777777" w:rsidR="00803B9B" w:rsidRDefault="00A32D86" w:rsidP="00A32D86">
                <w:pPr>
                  <w:spacing w:before="200" w:after="120"/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>
                  <w:rPr>
                    <w:rFonts w:ascii="MS Gothic" w:eastAsia="MS Gothic" w:hint="eastAsia"/>
                  </w:rPr>
                  <w:t>☐</w:t>
                </w:r>
              </w:p>
            </w:tc>
          </w:sdtContent>
        </w:sdt>
        <w:sdt>
          <w:sdtPr>
            <w:id w:val="-14791520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tcBorders>
                  <w:left w:val="none" w:sz="0" w:space="0" w:color="auto"/>
                  <w:right w:val="none" w:sz="0" w:space="0" w:color="auto"/>
                </w:tcBorders>
                <w:shd w:val="clear" w:color="auto" w:fill="D9D9D9" w:themeFill="background1" w:themeFillShade="D9"/>
                <w:noWrap/>
              </w:tcPr>
              <w:p w14:paraId="2527FBA0" w14:textId="77777777" w:rsidR="00803B9B" w:rsidRDefault="00A32D86" w:rsidP="00A32D86">
                <w:pPr>
                  <w:spacing w:before="200" w:after="120"/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4583832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tcBorders>
                  <w:left w:val="none" w:sz="0" w:space="0" w:color="auto"/>
                  <w:right w:val="none" w:sz="0" w:space="0" w:color="auto"/>
                </w:tcBorders>
                <w:shd w:val="clear" w:color="auto" w:fill="D9D9D9" w:themeFill="background1" w:themeFillShade="D9"/>
                <w:noWrap/>
              </w:tcPr>
              <w:p w14:paraId="2527FBA1" w14:textId="77777777" w:rsidR="00803B9B" w:rsidRDefault="00A32D86" w:rsidP="00A32D86">
                <w:pPr>
                  <w:spacing w:before="200" w:after="120"/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381835299"/>
            <w14:checkbox>
              <w14:checked w14:val="0"/>
              <w14:checkedState w14:val="00C4" w14:font="Symbol"/>
              <w14:uncheckedState w14:val="00A1" w14:font="Wingdings"/>
            </w14:checkbox>
          </w:sdtPr>
          <w:sdtEndPr/>
          <w:sdtContent>
            <w:tc>
              <w:tcPr>
                <w:tcW w:w="2014" w:type="dxa"/>
                <w:tcBorders>
                  <w:left w:val="none" w:sz="0" w:space="0" w:color="auto"/>
                </w:tcBorders>
                <w:shd w:val="clear" w:color="auto" w:fill="C6D9F1" w:themeFill="text2" w:themeFillTint="33"/>
                <w:noWrap/>
              </w:tcPr>
              <w:p w14:paraId="2527FBA2" w14:textId="77777777" w:rsidR="00803B9B" w:rsidRDefault="0010028E" w:rsidP="00A32D86">
                <w:pPr>
                  <w:spacing w:before="200" w:after="120"/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>
                  <w:sym w:font="Wingdings" w:char="F0A1"/>
                </w:r>
              </w:p>
            </w:tc>
          </w:sdtContent>
        </w:sdt>
      </w:tr>
    </w:tbl>
    <w:p w14:paraId="2527FBA4" w14:textId="77777777" w:rsidR="00803B9B" w:rsidRPr="00F97D92" w:rsidRDefault="00803B9B" w:rsidP="00F97D92">
      <w:pPr>
        <w:spacing w:before="200" w:after="120"/>
      </w:pPr>
    </w:p>
    <w:p w14:paraId="2527FBA5" w14:textId="77777777" w:rsidR="000A39DB" w:rsidRDefault="000A39DB" w:rsidP="00215D63">
      <w:pPr>
        <w:pStyle w:val="berschrift2"/>
        <w:sectPr w:rsidR="000A39DB" w:rsidSect="000F5082">
          <w:type w:val="continuous"/>
          <w:pgSz w:w="11906" w:h="16838" w:code="9"/>
          <w:pgMar w:top="1985" w:right="1418" w:bottom="1701" w:left="1418" w:header="567" w:footer="425" w:gutter="0"/>
          <w:cols w:space="708"/>
          <w:docGrid w:linePitch="360"/>
        </w:sectPr>
      </w:pPr>
    </w:p>
    <w:p w14:paraId="2527FBA6" w14:textId="77777777" w:rsidR="005338A1" w:rsidRPr="000F5082" w:rsidRDefault="00B643F7" w:rsidP="00215D63">
      <w:pPr>
        <w:pStyle w:val="berschrift2"/>
      </w:pPr>
      <w:r w:rsidRPr="000F5082">
        <w:t>Prozessbeteiligte</w:t>
      </w:r>
    </w:p>
    <w:p w14:paraId="2527FBA7" w14:textId="77777777" w:rsidR="005338A1" w:rsidRPr="00B010FE" w:rsidRDefault="005338A1" w:rsidP="008C5925">
      <w:pPr>
        <w:spacing w:before="240"/>
        <w:rPr>
          <w:rFonts w:cstheme="minorHAnsi"/>
          <w:szCs w:val="20"/>
        </w:rPr>
      </w:pPr>
      <w:r w:rsidRPr="00B010FE">
        <w:rPr>
          <w:rFonts w:cstheme="minorHAnsi"/>
          <w:szCs w:val="20"/>
        </w:rPr>
        <w:t>Dokumentieren Sie</w:t>
      </w:r>
      <w:r w:rsidR="00C87CC0" w:rsidRPr="00B010FE">
        <w:rPr>
          <w:rFonts w:cstheme="minorHAnsi"/>
          <w:szCs w:val="20"/>
        </w:rPr>
        <w:t>,</w:t>
      </w:r>
      <w:r w:rsidRPr="00B010FE">
        <w:rPr>
          <w:rFonts w:cstheme="minorHAnsi"/>
          <w:szCs w:val="20"/>
        </w:rPr>
        <w:t xml:space="preserve"> welche Personen </w:t>
      </w:r>
      <w:r w:rsidR="00B643F7" w:rsidRPr="00B010FE">
        <w:rPr>
          <w:rFonts w:cstheme="minorHAnsi"/>
          <w:szCs w:val="20"/>
        </w:rPr>
        <w:t xml:space="preserve">an der Ausarbeitung </w:t>
      </w:r>
      <w:r w:rsidRPr="00B010FE">
        <w:rPr>
          <w:rFonts w:cstheme="minorHAnsi"/>
          <w:szCs w:val="20"/>
        </w:rPr>
        <w:t>dieses Arbeitsmaterial</w:t>
      </w:r>
      <w:r w:rsidR="00B643F7" w:rsidRPr="00B010FE">
        <w:rPr>
          <w:rFonts w:cstheme="minorHAnsi"/>
          <w:szCs w:val="20"/>
        </w:rPr>
        <w:t>s beteiligt waren bzw. dieses zur Kenntnis genommen haben</w:t>
      </w:r>
      <w:r w:rsidRPr="00B010FE">
        <w:rPr>
          <w:rFonts w:cstheme="minorHAnsi"/>
          <w:szCs w:val="20"/>
        </w:rPr>
        <w:t xml:space="preserve">. </w:t>
      </w:r>
    </w:p>
    <w:tbl>
      <w:tblPr>
        <w:tblStyle w:val="MittlereSchattierung1-Akzent11"/>
        <w:tblW w:w="0" w:type="auto"/>
        <w:tblBorders>
          <w:insideV w:val="single" w:sz="8" w:space="0" w:color="7BA0CD" w:themeColor="accent1" w:themeTint="BF"/>
        </w:tblBorders>
        <w:tblLook w:val="04A0" w:firstRow="1" w:lastRow="0" w:firstColumn="1" w:lastColumn="0" w:noHBand="0" w:noVBand="1"/>
      </w:tblPr>
      <w:tblGrid>
        <w:gridCol w:w="2943"/>
        <w:gridCol w:w="3261"/>
        <w:gridCol w:w="1417"/>
        <w:gridCol w:w="1589"/>
      </w:tblGrid>
      <w:tr w:rsidR="005A1A0D" w:rsidRPr="005A1A0D" w14:paraId="2527FBAC" w14:textId="77777777" w:rsidTr="001B7E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14:paraId="2527FBA8" w14:textId="77777777" w:rsidR="005A1A0D" w:rsidRPr="005A1A0D" w:rsidRDefault="005A1A0D" w:rsidP="001E185C">
            <w:pPr>
              <w:rPr>
                <w:szCs w:val="20"/>
              </w:rPr>
            </w:pPr>
            <w:r w:rsidRPr="005A1A0D">
              <w:rPr>
                <w:szCs w:val="20"/>
              </w:rPr>
              <w:t>Name</w:t>
            </w:r>
          </w:p>
        </w:tc>
        <w:tc>
          <w:tcPr>
            <w:tcW w:w="3261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14:paraId="2527FBA9" w14:textId="77777777" w:rsidR="005A1A0D" w:rsidRPr="005A1A0D" w:rsidRDefault="005A1A0D" w:rsidP="001E185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5A1A0D">
              <w:rPr>
                <w:szCs w:val="20"/>
              </w:rPr>
              <w:t>Funktion / Abteilung</w:t>
            </w:r>
          </w:p>
        </w:tc>
        <w:tc>
          <w:tcPr>
            <w:tcW w:w="1417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14:paraId="2527FBAA" w14:textId="77777777" w:rsidR="005A1A0D" w:rsidRPr="005A1A0D" w:rsidRDefault="005A1A0D" w:rsidP="001E185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5A1A0D">
              <w:rPr>
                <w:szCs w:val="20"/>
              </w:rPr>
              <w:t>Ausarbeitung</w:t>
            </w:r>
          </w:p>
        </w:tc>
        <w:tc>
          <w:tcPr>
            <w:tcW w:w="1589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14:paraId="2527FBAB" w14:textId="77777777" w:rsidR="005A1A0D" w:rsidRPr="005A1A0D" w:rsidRDefault="005A1A0D" w:rsidP="001E185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5A1A0D">
              <w:rPr>
                <w:szCs w:val="20"/>
              </w:rPr>
              <w:t>Kenntnisnahme</w:t>
            </w:r>
          </w:p>
        </w:tc>
      </w:tr>
      <w:tr w:rsidR="005A1A0D" w14:paraId="2527FBB1" w14:textId="77777777" w:rsidTr="001B7E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14:paraId="2527FBAD" w14:textId="77777777" w:rsidR="005A1A0D" w:rsidRPr="001B7E65" w:rsidRDefault="005A1A0D" w:rsidP="001B7E65">
            <w:pPr>
              <w:spacing w:before="40" w:after="40"/>
              <w:rPr>
                <w:szCs w:val="20"/>
              </w:rPr>
            </w:pPr>
          </w:p>
        </w:tc>
        <w:tc>
          <w:tcPr>
            <w:tcW w:w="3261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14:paraId="2527FBAE" w14:textId="77777777" w:rsidR="005A1A0D" w:rsidRPr="001B7E65" w:rsidRDefault="005A1A0D" w:rsidP="001B7E65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sdt>
          <w:sdtPr>
            <w:rPr>
              <w:szCs w:val="20"/>
            </w:rPr>
            <w:id w:val="11399178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none" w:sz="0" w:space="0" w:color="auto"/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2527FBAF" w14:textId="77777777" w:rsidR="005A1A0D" w:rsidRPr="001B7E65" w:rsidRDefault="001B7E65" w:rsidP="001B7E65">
                <w:pPr>
                  <w:spacing w:before="40" w:after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-622153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9" w:type="dxa"/>
                <w:tcBorders>
                  <w:lef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2527FBB0" w14:textId="77777777" w:rsidR="005A1A0D" w:rsidRPr="001B7E65" w:rsidRDefault="001B7E65" w:rsidP="001B7E65">
                <w:pPr>
                  <w:spacing w:before="40" w:after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</w:tr>
      <w:tr w:rsidR="005A1A0D" w14:paraId="2527FBB6" w14:textId="77777777" w:rsidTr="001B7E6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14:paraId="2527FBB2" w14:textId="77777777" w:rsidR="005A1A0D" w:rsidRPr="001B7E65" w:rsidRDefault="005A1A0D" w:rsidP="001B7E65">
            <w:pPr>
              <w:spacing w:before="40" w:after="40"/>
              <w:rPr>
                <w:szCs w:val="20"/>
              </w:rPr>
            </w:pPr>
          </w:p>
        </w:tc>
        <w:tc>
          <w:tcPr>
            <w:tcW w:w="3261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14:paraId="2527FBB3" w14:textId="77777777" w:rsidR="005A1A0D" w:rsidRPr="001B7E65" w:rsidRDefault="005A1A0D" w:rsidP="001B7E65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0"/>
              </w:rPr>
            </w:pPr>
          </w:p>
        </w:tc>
        <w:sdt>
          <w:sdtPr>
            <w:rPr>
              <w:szCs w:val="20"/>
            </w:rPr>
            <w:id w:val="-2915965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none" w:sz="0" w:space="0" w:color="auto"/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2527FBB4" w14:textId="77777777" w:rsidR="005A1A0D" w:rsidRPr="001B7E65" w:rsidRDefault="001B7E65" w:rsidP="001B7E65">
                <w:pPr>
                  <w:spacing w:before="40" w:after="40"/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14783398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9" w:type="dxa"/>
                <w:tcBorders>
                  <w:lef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2527FBB5" w14:textId="77777777" w:rsidR="005A1A0D" w:rsidRPr="001B7E65" w:rsidRDefault="001B7E65" w:rsidP="001B7E65">
                <w:pPr>
                  <w:spacing w:before="40" w:after="40"/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</w:tr>
      <w:tr w:rsidR="005A1A0D" w14:paraId="2527FBBB" w14:textId="77777777" w:rsidTr="001B7E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14:paraId="2527FBB7" w14:textId="77777777" w:rsidR="005A1A0D" w:rsidRPr="001B7E65" w:rsidRDefault="005A1A0D" w:rsidP="001B7E65">
            <w:pPr>
              <w:spacing w:before="40" w:after="40"/>
              <w:rPr>
                <w:szCs w:val="20"/>
              </w:rPr>
            </w:pPr>
          </w:p>
        </w:tc>
        <w:tc>
          <w:tcPr>
            <w:tcW w:w="3261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14:paraId="2527FBB8" w14:textId="77777777" w:rsidR="005A1A0D" w:rsidRPr="001B7E65" w:rsidRDefault="005A1A0D" w:rsidP="001B7E65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sdt>
          <w:sdtPr>
            <w:rPr>
              <w:szCs w:val="20"/>
            </w:rPr>
            <w:id w:val="-1914533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none" w:sz="0" w:space="0" w:color="auto"/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2527FBB9" w14:textId="77777777" w:rsidR="005A1A0D" w:rsidRPr="001B7E65" w:rsidRDefault="001B7E65" w:rsidP="001B7E65">
                <w:pPr>
                  <w:spacing w:before="40" w:after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20094060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9" w:type="dxa"/>
                <w:tcBorders>
                  <w:lef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2527FBBA" w14:textId="77777777" w:rsidR="005A1A0D" w:rsidRPr="001B7E65" w:rsidRDefault="001B7E65" w:rsidP="001B7E65">
                <w:pPr>
                  <w:spacing w:before="40" w:after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</w:tr>
      <w:tr w:rsidR="005A1A0D" w14:paraId="2527FBC0" w14:textId="77777777" w:rsidTr="001B7E6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14:paraId="2527FBBC" w14:textId="77777777" w:rsidR="005A1A0D" w:rsidRPr="001B7E65" w:rsidRDefault="005A1A0D" w:rsidP="001B7E65">
            <w:pPr>
              <w:spacing w:before="40" w:after="40"/>
              <w:rPr>
                <w:szCs w:val="20"/>
              </w:rPr>
            </w:pPr>
          </w:p>
        </w:tc>
        <w:tc>
          <w:tcPr>
            <w:tcW w:w="3261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14:paraId="2527FBBD" w14:textId="77777777" w:rsidR="005A1A0D" w:rsidRPr="001B7E65" w:rsidRDefault="005A1A0D" w:rsidP="001B7E65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0"/>
              </w:rPr>
            </w:pPr>
          </w:p>
        </w:tc>
        <w:sdt>
          <w:sdtPr>
            <w:rPr>
              <w:szCs w:val="20"/>
            </w:rPr>
            <w:id w:val="6878054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none" w:sz="0" w:space="0" w:color="auto"/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2527FBBE" w14:textId="77777777" w:rsidR="005A1A0D" w:rsidRPr="001B7E65" w:rsidRDefault="001B7E65" w:rsidP="001B7E65">
                <w:pPr>
                  <w:spacing w:before="40" w:after="40"/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-14353529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9" w:type="dxa"/>
                <w:tcBorders>
                  <w:lef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2527FBBF" w14:textId="77777777" w:rsidR="005A1A0D" w:rsidRPr="001B7E65" w:rsidRDefault="001B7E65" w:rsidP="001B7E65">
                <w:pPr>
                  <w:spacing w:before="40" w:after="40"/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</w:tr>
      <w:tr w:rsidR="005A1A0D" w14:paraId="2527FBC5" w14:textId="77777777" w:rsidTr="001B7E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14:paraId="2527FBC1" w14:textId="77777777" w:rsidR="005A1A0D" w:rsidRPr="001B7E65" w:rsidRDefault="005A1A0D" w:rsidP="001B7E65">
            <w:pPr>
              <w:spacing w:before="40" w:after="40"/>
              <w:rPr>
                <w:szCs w:val="20"/>
              </w:rPr>
            </w:pPr>
          </w:p>
        </w:tc>
        <w:tc>
          <w:tcPr>
            <w:tcW w:w="3261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14:paraId="2527FBC2" w14:textId="77777777" w:rsidR="005A1A0D" w:rsidRPr="001B7E65" w:rsidRDefault="005A1A0D" w:rsidP="001B7E65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sdt>
          <w:sdtPr>
            <w:rPr>
              <w:szCs w:val="20"/>
            </w:rPr>
            <w:id w:val="-11833526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none" w:sz="0" w:space="0" w:color="auto"/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2527FBC3" w14:textId="77777777" w:rsidR="005A1A0D" w:rsidRPr="001B7E65" w:rsidRDefault="001B7E65" w:rsidP="001B7E65">
                <w:pPr>
                  <w:spacing w:before="40" w:after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-10558480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9" w:type="dxa"/>
                <w:tcBorders>
                  <w:lef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2527FBC4" w14:textId="77777777" w:rsidR="005A1A0D" w:rsidRPr="001B7E65" w:rsidRDefault="001B7E65" w:rsidP="001B7E65">
                <w:pPr>
                  <w:spacing w:before="40" w:after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</w:tr>
      <w:tr w:rsidR="005A1A0D" w14:paraId="2527FBCA" w14:textId="77777777" w:rsidTr="001B7E6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14:paraId="2527FBC6" w14:textId="77777777" w:rsidR="005A1A0D" w:rsidRPr="001B7E65" w:rsidRDefault="005A1A0D" w:rsidP="001B7E65">
            <w:pPr>
              <w:spacing w:before="40" w:after="40"/>
              <w:rPr>
                <w:szCs w:val="20"/>
              </w:rPr>
            </w:pPr>
          </w:p>
        </w:tc>
        <w:tc>
          <w:tcPr>
            <w:tcW w:w="3261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14:paraId="2527FBC7" w14:textId="77777777" w:rsidR="005A1A0D" w:rsidRPr="001B7E65" w:rsidRDefault="005A1A0D" w:rsidP="001B7E65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0"/>
              </w:rPr>
            </w:pPr>
          </w:p>
        </w:tc>
        <w:sdt>
          <w:sdtPr>
            <w:rPr>
              <w:szCs w:val="20"/>
            </w:rPr>
            <w:id w:val="-14709753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none" w:sz="0" w:space="0" w:color="auto"/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2527FBC8" w14:textId="77777777" w:rsidR="005A1A0D" w:rsidRPr="001B7E65" w:rsidRDefault="001B7E65" w:rsidP="001B7E65">
                <w:pPr>
                  <w:spacing w:before="40" w:after="40"/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3615551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9" w:type="dxa"/>
                <w:tcBorders>
                  <w:lef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2527FBC9" w14:textId="77777777" w:rsidR="005A1A0D" w:rsidRPr="001B7E65" w:rsidRDefault="001B7E65" w:rsidP="001B7E65">
                <w:pPr>
                  <w:spacing w:before="40" w:after="40"/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</w:tr>
      <w:tr w:rsidR="005A1A0D" w14:paraId="2527FBCF" w14:textId="77777777" w:rsidTr="001B7E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14:paraId="2527FBCB" w14:textId="77777777" w:rsidR="005A1A0D" w:rsidRPr="001B7E65" w:rsidRDefault="005A1A0D" w:rsidP="001B7E65">
            <w:pPr>
              <w:spacing w:before="40" w:after="40"/>
              <w:rPr>
                <w:szCs w:val="20"/>
              </w:rPr>
            </w:pPr>
          </w:p>
        </w:tc>
        <w:tc>
          <w:tcPr>
            <w:tcW w:w="3261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14:paraId="2527FBCC" w14:textId="77777777" w:rsidR="005A1A0D" w:rsidRPr="001B7E65" w:rsidRDefault="005A1A0D" w:rsidP="001B7E65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sdt>
          <w:sdtPr>
            <w:rPr>
              <w:szCs w:val="20"/>
            </w:rPr>
            <w:id w:val="16875577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none" w:sz="0" w:space="0" w:color="auto"/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2527FBCD" w14:textId="77777777" w:rsidR="005A1A0D" w:rsidRPr="001B7E65" w:rsidRDefault="001B7E65" w:rsidP="001B7E65">
                <w:pPr>
                  <w:spacing w:before="40" w:after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-16459670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9" w:type="dxa"/>
                <w:tcBorders>
                  <w:lef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2527FBCE" w14:textId="77777777" w:rsidR="005A1A0D" w:rsidRPr="001B7E65" w:rsidRDefault="001B7E65" w:rsidP="001B7E65">
                <w:pPr>
                  <w:spacing w:before="40" w:after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</w:tr>
      <w:tr w:rsidR="005A1A0D" w14:paraId="2527FBD4" w14:textId="77777777" w:rsidTr="001B7E6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14:paraId="2527FBD0" w14:textId="77777777" w:rsidR="005A1A0D" w:rsidRPr="001B7E65" w:rsidRDefault="005A1A0D" w:rsidP="001B7E65">
            <w:pPr>
              <w:spacing w:before="40" w:after="40"/>
              <w:rPr>
                <w:szCs w:val="20"/>
              </w:rPr>
            </w:pPr>
          </w:p>
        </w:tc>
        <w:tc>
          <w:tcPr>
            <w:tcW w:w="3261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14:paraId="2527FBD1" w14:textId="77777777" w:rsidR="005A1A0D" w:rsidRPr="001B7E65" w:rsidRDefault="005A1A0D" w:rsidP="001B7E65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0"/>
              </w:rPr>
            </w:pPr>
          </w:p>
        </w:tc>
        <w:sdt>
          <w:sdtPr>
            <w:rPr>
              <w:szCs w:val="20"/>
            </w:rPr>
            <w:id w:val="555051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none" w:sz="0" w:space="0" w:color="auto"/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2527FBD2" w14:textId="77777777" w:rsidR="005A1A0D" w:rsidRPr="001B7E65" w:rsidRDefault="001B7E65" w:rsidP="001B7E65">
                <w:pPr>
                  <w:spacing w:before="40" w:after="40"/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-1857513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9" w:type="dxa"/>
                <w:tcBorders>
                  <w:lef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2527FBD3" w14:textId="77777777" w:rsidR="005A1A0D" w:rsidRPr="001B7E65" w:rsidRDefault="001B7E65" w:rsidP="001B7E65">
                <w:pPr>
                  <w:spacing w:before="40" w:after="40"/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</w:tr>
      <w:tr w:rsidR="005A1A0D" w14:paraId="2527FBD9" w14:textId="77777777" w:rsidTr="001B7E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bottom w:val="single" w:sz="8" w:space="0" w:color="7BA0CD" w:themeColor="accent1" w:themeTint="BF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14:paraId="2527FBD5" w14:textId="77777777" w:rsidR="005A1A0D" w:rsidRPr="001B7E65" w:rsidRDefault="005A1A0D" w:rsidP="001B7E65">
            <w:pPr>
              <w:spacing w:before="40" w:after="40"/>
              <w:rPr>
                <w:szCs w:val="20"/>
              </w:rPr>
            </w:pPr>
          </w:p>
        </w:tc>
        <w:tc>
          <w:tcPr>
            <w:tcW w:w="3261" w:type="dxa"/>
            <w:tcBorders>
              <w:left w:val="none" w:sz="0" w:space="0" w:color="auto"/>
              <w:bottom w:val="single" w:sz="8" w:space="0" w:color="7BA0CD" w:themeColor="accent1" w:themeTint="BF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14:paraId="2527FBD6" w14:textId="77777777" w:rsidR="005A1A0D" w:rsidRPr="001B7E65" w:rsidRDefault="005A1A0D" w:rsidP="001B7E65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sdt>
          <w:sdtPr>
            <w:rPr>
              <w:szCs w:val="20"/>
            </w:rPr>
            <w:id w:val="-14109127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none" w:sz="0" w:space="0" w:color="auto"/>
                  <w:bottom w:val="single" w:sz="8" w:space="0" w:color="7BA0CD" w:themeColor="accent1" w:themeTint="BF"/>
                  <w:right w:val="none" w:sz="0" w:space="0" w:color="auto"/>
                </w:tcBorders>
                <w:shd w:val="clear" w:color="auto" w:fill="D9D9D9" w:themeFill="background1" w:themeFillShade="D9"/>
                <w:vAlign w:val="center"/>
              </w:tcPr>
              <w:p w14:paraId="2527FBD7" w14:textId="77777777" w:rsidR="005A1A0D" w:rsidRPr="001B7E65" w:rsidRDefault="001B7E65" w:rsidP="001B7E65">
                <w:pPr>
                  <w:spacing w:before="40" w:after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-14539387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9" w:type="dxa"/>
                <w:tcBorders>
                  <w:left w:val="none" w:sz="0" w:space="0" w:color="auto"/>
                  <w:bottom w:val="single" w:sz="8" w:space="0" w:color="7BA0CD" w:themeColor="accent1" w:themeTint="BF"/>
                </w:tcBorders>
                <w:shd w:val="clear" w:color="auto" w:fill="D9D9D9" w:themeFill="background1" w:themeFillShade="D9"/>
                <w:vAlign w:val="center"/>
              </w:tcPr>
              <w:p w14:paraId="2527FBD8" w14:textId="77777777" w:rsidR="005A1A0D" w:rsidRPr="001B7E65" w:rsidRDefault="001B7E65" w:rsidP="001B7E65">
                <w:pPr>
                  <w:spacing w:before="40" w:after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</w:tr>
      <w:tr w:rsidR="001B7E65" w14:paraId="2527FBDE" w14:textId="77777777" w:rsidTr="001B7E6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right w:val="single" w:sz="8" w:space="0" w:color="7BA0CD" w:themeColor="accent1" w:themeTint="BF"/>
            </w:tcBorders>
            <w:shd w:val="clear" w:color="auto" w:fill="D9D9D9" w:themeFill="background1" w:themeFillShade="D9"/>
            <w:vAlign w:val="center"/>
          </w:tcPr>
          <w:p w14:paraId="2527FBDA" w14:textId="77777777" w:rsidR="001B7E65" w:rsidRPr="001B7E65" w:rsidRDefault="001B7E65" w:rsidP="001B7E65">
            <w:pPr>
              <w:spacing w:before="40" w:after="40"/>
              <w:rPr>
                <w:szCs w:val="20"/>
              </w:rPr>
            </w:pPr>
          </w:p>
        </w:tc>
        <w:tc>
          <w:tcPr>
            <w:tcW w:w="326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D9D9D9" w:themeFill="background1" w:themeFillShade="D9"/>
            <w:vAlign w:val="center"/>
          </w:tcPr>
          <w:p w14:paraId="2527FBDB" w14:textId="77777777" w:rsidR="001B7E65" w:rsidRPr="001B7E65" w:rsidRDefault="001B7E65" w:rsidP="001B7E65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0"/>
              </w:rPr>
            </w:pPr>
          </w:p>
        </w:tc>
        <w:sdt>
          <w:sdtPr>
            <w:rPr>
              <w:szCs w:val="20"/>
            </w:rPr>
            <w:id w:val="-20083578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  <w:shd w:val="clear" w:color="auto" w:fill="D9D9D9" w:themeFill="background1" w:themeFillShade="D9"/>
                <w:vAlign w:val="center"/>
              </w:tcPr>
              <w:p w14:paraId="2527FBDC" w14:textId="77777777" w:rsidR="001B7E65" w:rsidRPr="001B7E65" w:rsidRDefault="001B7E65" w:rsidP="001B7E65">
                <w:pPr>
                  <w:spacing w:before="40" w:after="40"/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-3363840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9" w:type="dxa"/>
                <w:tcBorders>
                  <w:left w:val="single" w:sz="8" w:space="0" w:color="7BA0CD" w:themeColor="accent1" w:themeTint="BF"/>
                </w:tcBorders>
                <w:shd w:val="clear" w:color="auto" w:fill="D9D9D9" w:themeFill="background1" w:themeFillShade="D9"/>
                <w:vAlign w:val="center"/>
              </w:tcPr>
              <w:p w14:paraId="2527FBDD" w14:textId="77777777" w:rsidR="001B7E65" w:rsidRPr="001B7E65" w:rsidRDefault="001B7E65" w:rsidP="001B7E65">
                <w:pPr>
                  <w:spacing w:before="40" w:after="40"/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p>
            </w:tc>
          </w:sdtContent>
        </w:sdt>
      </w:tr>
    </w:tbl>
    <w:p w14:paraId="2527FBDF" w14:textId="77777777" w:rsidR="001E185C" w:rsidRDefault="001E185C" w:rsidP="001E185C"/>
    <w:p w14:paraId="2527FBE0" w14:textId="77777777" w:rsidR="001E185C" w:rsidRDefault="00BC6404" w:rsidP="00641922">
      <w:pPr>
        <w:tabs>
          <w:tab w:val="left" w:pos="2268"/>
        </w:tabs>
      </w:pPr>
      <w:r w:rsidRPr="00641922">
        <w:rPr>
          <w:szCs w:val="20"/>
        </w:rPr>
        <w:t>Letzte Aktualisierung am:</w:t>
      </w:r>
      <w:r w:rsidRPr="00641922">
        <w:rPr>
          <w:szCs w:val="20"/>
        </w:rPr>
        <w:tab/>
      </w:r>
      <w:sdt>
        <w:sdtPr>
          <w:alias w:val="Datum"/>
          <w:tag w:val="Datum"/>
          <w:id w:val="400485692"/>
          <w:showingPlcHdr/>
          <w:date>
            <w:dateFormat w:val="dd.MM.yyyy"/>
            <w:lid w:val="de-DE"/>
            <w:storeMappedDataAs w:val="dateTime"/>
            <w:calendar w:val="gregorian"/>
          </w:date>
        </w:sdtPr>
        <w:sdtEndPr/>
        <w:sdtContent>
          <w:r>
            <w:rPr>
              <w:rStyle w:val="Platzhaltertext"/>
            </w:rPr>
            <w:t>Datum</w:t>
          </w:r>
        </w:sdtContent>
      </w:sdt>
    </w:p>
    <w:sectPr w:rsidR="001E185C" w:rsidSect="000F5082">
      <w:type w:val="continuous"/>
      <w:pgSz w:w="11906" w:h="16838" w:code="9"/>
      <w:pgMar w:top="1985" w:right="1418" w:bottom="1701" w:left="1418" w:header="567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390EEE" w14:textId="77777777" w:rsidR="00472BAF" w:rsidRDefault="00472BAF" w:rsidP="005F2D7F">
      <w:pPr>
        <w:spacing w:after="0" w:line="240" w:lineRule="auto"/>
      </w:pPr>
      <w:r>
        <w:separator/>
      </w:r>
    </w:p>
  </w:endnote>
  <w:endnote w:type="continuationSeparator" w:id="0">
    <w:p w14:paraId="7649B86F" w14:textId="77777777" w:rsidR="00472BAF" w:rsidRDefault="00472BAF" w:rsidP="005F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DC68B8" w14:textId="77777777" w:rsidR="003055D0" w:rsidRDefault="003055D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27FBE7" w14:textId="64F1E9E7" w:rsidR="00601259" w:rsidRDefault="003055D0" w:rsidP="00B9121C">
    <w:pPr>
      <w:pStyle w:val="Fuzeile"/>
      <w:spacing w:before="480"/>
    </w:pPr>
    <w:r>
      <w:rPr>
        <w:noProof/>
      </w:rPr>
      <w:drawing>
        <wp:anchor distT="0" distB="0" distL="114300" distR="114300" simplePos="0" relativeHeight="251671040" behindDoc="1" locked="0" layoutInCell="1" allowOverlap="1" wp14:anchorId="6E938918" wp14:editId="755BFAF4">
          <wp:simplePos x="0" y="0"/>
          <wp:positionH relativeFrom="column">
            <wp:posOffset>90170</wp:posOffset>
          </wp:positionH>
          <wp:positionV relativeFrom="paragraph">
            <wp:posOffset>16510</wp:posOffset>
          </wp:positionV>
          <wp:extent cx="1432560" cy="293370"/>
          <wp:effectExtent l="0" t="0" r="0" b="0"/>
          <wp:wrapTight wrapText="bothSides">
            <wp:wrapPolygon edited="0">
              <wp:start x="0" y="0"/>
              <wp:lineTo x="0" y="19636"/>
              <wp:lineTo x="21255" y="19636"/>
              <wp:lineTo x="21255" y="0"/>
              <wp:lineTo x="0" y="0"/>
            </wp:wrapPolygon>
          </wp:wrapTight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nrw_mags_4c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2560" cy="2933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028E">
      <w:rPr>
        <w:noProof/>
        <w:color w:val="A6A6A6" w:themeColor="background1" w:themeShade="A6"/>
        <w:sz w:val="32"/>
      </w:rPr>
      <mc:AlternateContent>
        <mc:Choice Requires="wps">
          <w:drawing>
            <wp:anchor distT="0" distB="0" distL="114300" distR="114300" simplePos="0" relativeHeight="251668992" behindDoc="0" locked="1" layoutInCell="1" allowOverlap="1" wp14:anchorId="2527FBEC" wp14:editId="2527FBED">
              <wp:simplePos x="0" y="0"/>
              <wp:positionH relativeFrom="column">
                <wp:posOffset>4864735</wp:posOffset>
              </wp:positionH>
              <wp:positionV relativeFrom="page">
                <wp:posOffset>10288905</wp:posOffset>
              </wp:positionV>
              <wp:extent cx="968375" cy="213995"/>
              <wp:effectExtent l="0" t="0" r="3175" b="0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68375" cy="21399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7FBFA" w14:textId="67DDC572" w:rsidR="0010028E" w:rsidRPr="0010028E" w:rsidRDefault="003055D0" w:rsidP="0010028E">
                          <w:pPr>
                            <w:spacing w:after="0"/>
                            <w:rPr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48DD4" w:themeColor="text2" w:themeTint="99"/>
                              <w:sz w:val="16"/>
                              <w:szCs w:val="16"/>
                            </w:rPr>
                            <w:t xml:space="preserve">Stand: </w:t>
                          </w:r>
                          <w:r w:rsidR="00974ACB">
                            <w:rPr>
                              <w:color w:val="548DD4" w:themeColor="text2" w:themeTint="99"/>
                              <w:sz w:val="16"/>
                              <w:szCs w:val="16"/>
                            </w:rPr>
                            <w:t>07.02.2018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27FBEC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6" type="#_x0000_t202" style="position:absolute;margin-left:383.05pt;margin-top:810.15pt;width:76.25pt;height:16.8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" fillcolor="white [3201]" stroked="f" strokeweight=".5pt">
              <v:textbox>
                <w:txbxContent>
                  <w:p w14:paraId="2527FBFA" w14:textId="67DDC572" w:rsidR="0010028E" w:rsidRPr="0010028E" w:rsidRDefault="003055D0" w:rsidP="0010028E">
                    <w:pPr>
                      <w:spacing w:after="0"/>
                      <w:rPr>
                        <w:color w:val="548DD4" w:themeColor="text2" w:themeTint="99"/>
                        <w:sz w:val="16"/>
                        <w:szCs w:val="16"/>
                      </w:rPr>
                    </w:pPr>
                    <w:r>
                      <w:rPr>
                        <w:color w:val="548DD4" w:themeColor="text2" w:themeTint="99"/>
                        <w:sz w:val="16"/>
                        <w:szCs w:val="16"/>
                      </w:rPr>
                      <w:t xml:space="preserve">Stand: </w:t>
                    </w:r>
                    <w:r w:rsidR="00974ACB">
                      <w:rPr>
                        <w:color w:val="548DD4" w:themeColor="text2" w:themeTint="99"/>
                        <w:sz w:val="16"/>
                        <w:szCs w:val="16"/>
                      </w:rPr>
                      <w:t>07.02.2018</w:t>
                    </w:r>
                    <w:bookmarkStart w:id="1" w:name="_GoBack"/>
                    <w:bookmarkEnd w:id="1"/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601259">
      <w:rPr>
        <w:noProof/>
        <w:color w:val="A6A6A6" w:themeColor="background1" w:themeShade="A6"/>
        <w:sz w:val="32"/>
      </w:rPr>
      <w:drawing>
        <wp:anchor distT="0" distB="0" distL="114300" distR="114300" simplePos="0" relativeHeight="251652608" behindDoc="1" locked="0" layoutInCell="1" allowOverlap="1" wp14:anchorId="2527FBEE" wp14:editId="2527FBEF">
          <wp:simplePos x="0" y="0"/>
          <wp:positionH relativeFrom="column">
            <wp:posOffset>5172710</wp:posOffset>
          </wp:positionH>
          <wp:positionV relativeFrom="paragraph">
            <wp:posOffset>4445</wp:posOffset>
          </wp:positionV>
          <wp:extent cx="561340" cy="269875"/>
          <wp:effectExtent l="0" t="0" r="0" b="0"/>
          <wp:wrapTight wrapText="bothSides">
            <wp:wrapPolygon edited="0">
              <wp:start x="0" y="0"/>
              <wp:lineTo x="0" y="19821"/>
              <wp:lineTo x="14661" y="19821"/>
              <wp:lineTo x="20525" y="19821"/>
              <wp:lineTo x="20525" y="15247"/>
              <wp:lineTo x="19059" y="0"/>
              <wp:lineTo x="0" y="0"/>
            </wp:wrapPolygon>
          </wp:wrapTight>
          <wp:docPr id="16" name="Bild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49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340" cy="269875"/>
                  </a:xfrm>
                  <a:prstGeom prst="rect">
                    <a:avLst/>
                  </a:prstGeom>
                  <a:noFill/>
                  <a:ln w="9525" algn="ctr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01259">
      <w:rPr>
        <w:noProof/>
        <w:color w:val="A6A6A6" w:themeColor="background1" w:themeShade="A6"/>
        <w:sz w:val="32"/>
      </w:rPr>
      <w:drawing>
        <wp:anchor distT="0" distB="0" distL="114300" distR="114300" simplePos="0" relativeHeight="251656704" behindDoc="0" locked="0" layoutInCell="1" allowOverlap="1" wp14:anchorId="2527FBF0" wp14:editId="2527FBF1">
          <wp:simplePos x="0" y="0"/>
          <wp:positionH relativeFrom="column">
            <wp:posOffset>4538649</wp:posOffset>
          </wp:positionH>
          <wp:positionV relativeFrom="paragraph">
            <wp:posOffset>0</wp:posOffset>
          </wp:positionV>
          <wp:extent cx="528955" cy="269875"/>
          <wp:effectExtent l="0" t="0" r="4445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M-Logo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8955" cy="269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01259">
      <w:rPr>
        <w:noProof/>
        <w:color w:val="A6A6A6" w:themeColor="background1" w:themeShade="A6"/>
        <w:sz w:val="32"/>
      </w:rPr>
      <w:drawing>
        <wp:anchor distT="0" distB="0" distL="114300" distR="114300" simplePos="0" relativeHeight="251648512" behindDoc="1" locked="0" layoutInCell="1" allowOverlap="1" wp14:anchorId="2527FBF2" wp14:editId="2527FBF3">
          <wp:simplePos x="0" y="0"/>
          <wp:positionH relativeFrom="column">
            <wp:posOffset>2398395</wp:posOffset>
          </wp:positionH>
          <wp:positionV relativeFrom="paragraph">
            <wp:posOffset>-10795</wp:posOffset>
          </wp:positionV>
          <wp:extent cx="1692508" cy="234000"/>
          <wp:effectExtent l="0" t="0" r="3175" b="0"/>
          <wp:wrapTight wrapText="bothSides">
            <wp:wrapPolygon edited="0">
              <wp:start x="0" y="0"/>
              <wp:lineTo x="0" y="19370"/>
              <wp:lineTo x="21397" y="19370"/>
              <wp:lineTo x="21397" y="0"/>
              <wp:lineTo x="0" y="0"/>
            </wp:wrapPolygon>
          </wp:wrapTight>
          <wp:docPr id="11" name="Bild 7" descr="unternehmer-nrw-400x5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4" descr="unternehmer-nrw-400x55.jpg"/>
                  <pic:cNvPicPr>
                    <a:picLocks noChangeAspect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2508" cy="234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01259">
      <w:rPr>
        <w:noProof/>
        <w:color w:val="A6A6A6" w:themeColor="background1" w:themeShade="A6"/>
        <w:sz w:val="32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527FBF4" wp14:editId="6027399B">
              <wp:simplePos x="0" y="0"/>
              <wp:positionH relativeFrom="column">
                <wp:posOffset>5715</wp:posOffset>
              </wp:positionH>
              <wp:positionV relativeFrom="paragraph">
                <wp:posOffset>-167005</wp:posOffset>
              </wp:positionV>
              <wp:extent cx="5760000" cy="0"/>
              <wp:effectExtent l="0" t="0" r="12700" b="1905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0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88B44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.45pt;margin-top:-13.15pt;width:453.55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" strokecolor="#bfbfbf [2412]" strokeweight="1.5pt">
              <v:shadow color="#7f7f7f [1601]" opacity=".5" offset="1pt"/>
            </v:shape>
          </w:pict>
        </mc:Fallback>
      </mc:AlternateContent>
    </w:r>
    <w:r w:rsidR="00601259">
      <w:rPr>
        <w:noProof/>
      </w:rPr>
      <w:drawing>
        <wp:anchor distT="0" distB="0" distL="114300" distR="114300" simplePos="0" relativeHeight="251664896" behindDoc="0" locked="0" layoutInCell="1" allowOverlap="1" wp14:anchorId="2527FBF8" wp14:editId="25B58311">
          <wp:simplePos x="0" y="0"/>
          <wp:positionH relativeFrom="column">
            <wp:posOffset>1602740</wp:posOffset>
          </wp:positionH>
          <wp:positionV relativeFrom="paragraph">
            <wp:posOffset>-60960</wp:posOffset>
          </wp:positionV>
          <wp:extent cx="633076" cy="374400"/>
          <wp:effectExtent l="0" t="0" r="0" b="6985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GB-NRW-Logo-192dpi-web-transparent.pn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3076" cy="37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01259">
      <w:tab/>
    </w:r>
    <w:r w:rsidR="00601259" w:rsidRPr="00B9121C">
      <w:rPr>
        <w:color w:val="7F7F7F" w:themeColor="text1" w:themeTint="80"/>
      </w:rPr>
      <w:fldChar w:fldCharType="begin"/>
    </w:r>
    <w:r w:rsidR="00601259" w:rsidRPr="00B9121C">
      <w:rPr>
        <w:color w:val="7F7F7F" w:themeColor="text1" w:themeTint="80"/>
      </w:rPr>
      <w:instrText>PAGE   \* MERGEFORMAT</w:instrText>
    </w:r>
    <w:r w:rsidR="00601259" w:rsidRPr="00B9121C">
      <w:rPr>
        <w:color w:val="7F7F7F" w:themeColor="text1" w:themeTint="80"/>
      </w:rPr>
      <w:fldChar w:fldCharType="separate"/>
    </w:r>
    <w:r w:rsidR="00974ACB">
      <w:rPr>
        <w:noProof/>
        <w:color w:val="7F7F7F" w:themeColor="text1" w:themeTint="80"/>
      </w:rPr>
      <w:t>1</w:t>
    </w:r>
    <w:r w:rsidR="00601259" w:rsidRPr="00B9121C">
      <w:rPr>
        <w:color w:val="7F7F7F" w:themeColor="text1" w:themeTint="8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6615A8" w14:textId="77777777" w:rsidR="003055D0" w:rsidRDefault="003055D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1A9459" w14:textId="77777777" w:rsidR="00472BAF" w:rsidRDefault="00472BAF" w:rsidP="005F2D7F">
      <w:pPr>
        <w:spacing w:after="0" w:line="240" w:lineRule="auto"/>
      </w:pPr>
      <w:r>
        <w:separator/>
      </w:r>
    </w:p>
  </w:footnote>
  <w:footnote w:type="continuationSeparator" w:id="0">
    <w:p w14:paraId="03DFA6F4" w14:textId="77777777" w:rsidR="00472BAF" w:rsidRDefault="00472BAF" w:rsidP="005F2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E10C3D" w14:textId="77777777" w:rsidR="003055D0" w:rsidRDefault="003055D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27FBE5" w14:textId="77777777" w:rsidR="00601259" w:rsidRDefault="00691CB3" w:rsidP="00B9121C">
    <w:pPr>
      <w:pStyle w:val="Kopfzeile"/>
      <w:tabs>
        <w:tab w:val="left" w:pos="4425"/>
      </w:tabs>
      <w:rPr>
        <w:color w:val="A6A6A6" w:themeColor="background1" w:themeShade="A6"/>
        <w:sz w:val="24"/>
      </w:rPr>
    </w:pPr>
    <w:r>
      <w:rPr>
        <w:noProof/>
        <w:color w:val="A6A6A6" w:themeColor="background1" w:themeShade="A6"/>
        <w:sz w:val="3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527FBE8" wp14:editId="2527FBE9">
              <wp:simplePos x="0" y="0"/>
              <wp:positionH relativeFrom="column">
                <wp:posOffset>5080</wp:posOffset>
              </wp:positionH>
              <wp:positionV relativeFrom="paragraph">
                <wp:posOffset>559435</wp:posOffset>
              </wp:positionV>
              <wp:extent cx="5759450" cy="0"/>
              <wp:effectExtent l="0" t="0" r="12700" b="1905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945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98D15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4pt;margin-top:44.05pt;width:453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" strokecolor="#bfbfbf [2412]" strokeweight="1.5pt">
              <v:shadow color="#7f7f7f [1601]" opacity=".5" offset="1pt"/>
            </v:shape>
          </w:pict>
        </mc:Fallback>
      </mc:AlternateContent>
    </w:r>
    <w:r w:rsidRPr="00B9121C">
      <w:rPr>
        <w:noProof/>
        <w:color w:val="7F7F7F" w:themeColor="text1" w:themeTint="80"/>
        <w:sz w:val="24"/>
      </w:rPr>
      <w:drawing>
        <wp:anchor distT="0" distB="0" distL="114300" distR="114300" simplePos="0" relativeHeight="251654144" behindDoc="1" locked="0" layoutInCell="1" allowOverlap="1" wp14:anchorId="2527FBEA" wp14:editId="2527FBEB">
          <wp:simplePos x="0" y="0"/>
          <wp:positionH relativeFrom="column">
            <wp:posOffset>5029200</wp:posOffset>
          </wp:positionH>
          <wp:positionV relativeFrom="paragraph">
            <wp:posOffset>-125730</wp:posOffset>
          </wp:positionV>
          <wp:extent cx="739140" cy="628650"/>
          <wp:effectExtent l="0" t="0" r="3810" b="0"/>
          <wp:wrapTight wrapText="bothSides">
            <wp:wrapPolygon edited="0">
              <wp:start x="14474" y="0"/>
              <wp:lineTo x="0" y="655"/>
              <wp:lineTo x="0" y="18982"/>
              <wp:lineTo x="9464" y="20945"/>
              <wp:lineTo x="21155" y="20945"/>
              <wp:lineTo x="21155" y="0"/>
              <wp:lineTo x="14474" y="0"/>
            </wp:wrapPolygon>
          </wp:wrapTight>
          <wp:docPr id="2" name="Grafik 1" descr="da_logo_solo_2308201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_logo_solo_2308201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9140" cy="628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01259" w:rsidRPr="00B9121C">
      <w:rPr>
        <w:color w:val="7F7F7F" w:themeColor="text1" w:themeTint="80"/>
        <w:sz w:val="24"/>
      </w:rPr>
      <w:t>Dokumentation (3)</w:t>
    </w:r>
    <w:r w:rsidR="00601259" w:rsidRPr="00DE0528">
      <w:rPr>
        <w:color w:val="A6A6A6" w:themeColor="background1" w:themeShade="A6"/>
        <w:sz w:val="24"/>
      </w:rPr>
      <w:t xml:space="preserve"> </w:t>
    </w:r>
  </w:p>
  <w:p w14:paraId="2527FBE6" w14:textId="77777777" w:rsidR="00691CB3" w:rsidRPr="00691CB3" w:rsidRDefault="00691CB3" w:rsidP="00691CB3">
    <w:pPr>
      <w:pStyle w:val="Kopfzeile"/>
      <w:tabs>
        <w:tab w:val="left" w:pos="4425"/>
      </w:tabs>
      <w:spacing w:before="120"/>
      <w:rPr>
        <w:b/>
        <w:color w:val="548DD4" w:themeColor="text2" w:themeTint="99"/>
        <w:sz w:val="32"/>
        <w:szCs w:val="32"/>
      </w:rPr>
    </w:pPr>
    <w:r w:rsidRPr="00691CB3">
      <w:rPr>
        <w:b/>
        <w:color w:val="548DD4" w:themeColor="text2" w:themeTint="99"/>
        <w:sz w:val="32"/>
        <w:szCs w:val="32"/>
      </w:rPr>
      <w:t>Leitfragen Altersstruktur / demografische Entwicklung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F9C5B1" w14:textId="77777777" w:rsidR="003055D0" w:rsidRDefault="003055D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8F5"/>
    <w:multiLevelType w:val="hybridMultilevel"/>
    <w:tmpl w:val="A5C058B4"/>
    <w:lvl w:ilvl="0" w:tplc="E1CA939A">
      <w:start w:val="1"/>
      <w:numFmt w:val="ordinal"/>
      <w:lvlText w:val="2.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00E46"/>
    <w:multiLevelType w:val="hybridMultilevel"/>
    <w:tmpl w:val="217AC27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16D8F"/>
    <w:multiLevelType w:val="hybridMultilevel"/>
    <w:tmpl w:val="573C0440"/>
    <w:lvl w:ilvl="0" w:tplc="6420B646">
      <w:start w:val="1"/>
      <w:numFmt w:val="ordinal"/>
      <w:lvlText w:val="2.%1"/>
      <w:lvlJc w:val="left"/>
      <w:pPr>
        <w:ind w:left="36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591103"/>
    <w:multiLevelType w:val="hybridMultilevel"/>
    <w:tmpl w:val="7C0067C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45164"/>
    <w:multiLevelType w:val="hybridMultilevel"/>
    <w:tmpl w:val="674A0B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690C67"/>
    <w:multiLevelType w:val="hybridMultilevel"/>
    <w:tmpl w:val="ED50DF5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531BD2"/>
    <w:multiLevelType w:val="hybridMultilevel"/>
    <w:tmpl w:val="DB362AF6"/>
    <w:lvl w:ilvl="0" w:tplc="788CED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EAE6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E0E8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3442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A0DA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6815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26C1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5C76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7EE8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2AB6089"/>
    <w:multiLevelType w:val="hybridMultilevel"/>
    <w:tmpl w:val="1F706466"/>
    <w:lvl w:ilvl="0" w:tplc="35681F8E">
      <w:start w:val="1"/>
      <w:numFmt w:val="decimal"/>
      <w:pStyle w:val="berschrift2"/>
      <w:lvlText w:val="%1."/>
      <w:lvlJc w:val="left"/>
      <w:pPr>
        <w:ind w:left="709" w:hanging="360"/>
      </w:pPr>
    </w:lvl>
    <w:lvl w:ilvl="1" w:tplc="04070019" w:tentative="1">
      <w:start w:val="1"/>
      <w:numFmt w:val="lowerLetter"/>
      <w:lvlText w:val="%2."/>
      <w:lvlJc w:val="left"/>
      <w:pPr>
        <w:ind w:left="1429" w:hanging="360"/>
      </w:pPr>
    </w:lvl>
    <w:lvl w:ilvl="2" w:tplc="0407001B" w:tentative="1">
      <w:start w:val="1"/>
      <w:numFmt w:val="lowerRoman"/>
      <w:lvlText w:val="%3."/>
      <w:lvlJc w:val="right"/>
      <w:pPr>
        <w:ind w:left="2149" w:hanging="180"/>
      </w:pPr>
    </w:lvl>
    <w:lvl w:ilvl="3" w:tplc="0407000F" w:tentative="1">
      <w:start w:val="1"/>
      <w:numFmt w:val="decimal"/>
      <w:lvlText w:val="%4."/>
      <w:lvlJc w:val="left"/>
      <w:pPr>
        <w:ind w:left="2869" w:hanging="360"/>
      </w:pPr>
    </w:lvl>
    <w:lvl w:ilvl="4" w:tplc="04070019" w:tentative="1">
      <w:start w:val="1"/>
      <w:numFmt w:val="lowerLetter"/>
      <w:lvlText w:val="%5."/>
      <w:lvlJc w:val="left"/>
      <w:pPr>
        <w:ind w:left="3589" w:hanging="360"/>
      </w:pPr>
    </w:lvl>
    <w:lvl w:ilvl="5" w:tplc="0407001B" w:tentative="1">
      <w:start w:val="1"/>
      <w:numFmt w:val="lowerRoman"/>
      <w:lvlText w:val="%6."/>
      <w:lvlJc w:val="right"/>
      <w:pPr>
        <w:ind w:left="4309" w:hanging="180"/>
      </w:pPr>
    </w:lvl>
    <w:lvl w:ilvl="6" w:tplc="0407000F" w:tentative="1">
      <w:start w:val="1"/>
      <w:numFmt w:val="decimal"/>
      <w:lvlText w:val="%7."/>
      <w:lvlJc w:val="left"/>
      <w:pPr>
        <w:ind w:left="5029" w:hanging="360"/>
      </w:pPr>
    </w:lvl>
    <w:lvl w:ilvl="7" w:tplc="04070019" w:tentative="1">
      <w:start w:val="1"/>
      <w:numFmt w:val="lowerLetter"/>
      <w:lvlText w:val="%8."/>
      <w:lvlJc w:val="left"/>
      <w:pPr>
        <w:ind w:left="5749" w:hanging="360"/>
      </w:pPr>
    </w:lvl>
    <w:lvl w:ilvl="8" w:tplc="0407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8" w15:restartNumberingAfterBreak="0">
    <w:nsid w:val="135D0640"/>
    <w:multiLevelType w:val="hybridMultilevel"/>
    <w:tmpl w:val="D3840A8C"/>
    <w:lvl w:ilvl="0" w:tplc="DD84C16E">
      <w:start w:val="1"/>
      <w:numFmt w:val="decimal"/>
      <w:pStyle w:val="Listenabsatz"/>
      <w:lvlText w:val="2.%1"/>
      <w:lvlJc w:val="left"/>
      <w:pPr>
        <w:ind w:left="36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35D0E46"/>
    <w:multiLevelType w:val="hybridMultilevel"/>
    <w:tmpl w:val="7108A166"/>
    <w:lvl w:ilvl="0" w:tplc="4C6641E0">
      <w:start w:val="1"/>
      <w:numFmt w:val="ordinal"/>
      <w:lvlText w:val="2.%1"/>
      <w:lvlJc w:val="left"/>
      <w:pPr>
        <w:ind w:left="36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FE218A"/>
    <w:multiLevelType w:val="hybridMultilevel"/>
    <w:tmpl w:val="0A64F55E"/>
    <w:lvl w:ilvl="0" w:tplc="A3269C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A5C78B8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E392EB5"/>
    <w:multiLevelType w:val="multilevel"/>
    <w:tmpl w:val="EB56CA4C"/>
    <w:lvl w:ilvl="0">
      <w:numFmt w:val="decimal"/>
      <w:pStyle w:val="MMTopic1"/>
      <w:suff w:val="space"/>
      <w:lvlText w:val="%1"/>
      <w:lvlJc w:val="left"/>
      <w:pPr>
        <w:ind w:left="708" w:firstLine="0"/>
      </w:pPr>
      <w:rPr>
        <w:rFonts w:hint="default"/>
      </w:rPr>
    </w:lvl>
    <w:lvl w:ilvl="1">
      <w:start w:val="1"/>
      <w:numFmt w:val="decimal"/>
      <w:pStyle w:val="MMTopic2"/>
      <w:suff w:val="space"/>
      <w:lvlText w:val="%1.%2"/>
      <w:lvlJc w:val="left"/>
      <w:pPr>
        <w:ind w:left="708" w:firstLine="0"/>
      </w:pPr>
      <w:rPr>
        <w:rFonts w:hint="default"/>
      </w:rPr>
    </w:lvl>
    <w:lvl w:ilvl="2">
      <w:start w:val="1"/>
      <w:numFmt w:val="decimal"/>
      <w:pStyle w:val="MMTopic3"/>
      <w:suff w:val="space"/>
      <w:lvlText w:val="%1.%2.%3"/>
      <w:lvlJc w:val="left"/>
      <w:pPr>
        <w:ind w:left="708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hint="default"/>
      </w:rPr>
    </w:lvl>
  </w:abstractNum>
  <w:abstractNum w:abstractNumId="13" w15:restartNumberingAfterBreak="0">
    <w:nsid w:val="1E7C2357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6746AEB"/>
    <w:multiLevelType w:val="hybridMultilevel"/>
    <w:tmpl w:val="0350679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C348BD"/>
    <w:multiLevelType w:val="hybridMultilevel"/>
    <w:tmpl w:val="9E362A0E"/>
    <w:lvl w:ilvl="0" w:tplc="D65ABF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D64C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5215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6E85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A658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AE39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969A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80B2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2EA9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E8A27DB"/>
    <w:multiLevelType w:val="hybridMultilevel"/>
    <w:tmpl w:val="BC6AA670"/>
    <w:lvl w:ilvl="0" w:tplc="A69E802C">
      <w:start w:val="1"/>
      <w:numFmt w:val="decimal"/>
      <w:pStyle w:val="FrageAudit"/>
      <w:lvlText w:val="1.%1"/>
      <w:lvlJc w:val="left"/>
      <w:pPr>
        <w:ind w:left="36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EF120D4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9CF7A5F"/>
    <w:multiLevelType w:val="hybridMultilevel"/>
    <w:tmpl w:val="4D7600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3B1DB1"/>
    <w:multiLevelType w:val="hybridMultilevel"/>
    <w:tmpl w:val="7BA261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0D1005"/>
    <w:multiLevelType w:val="hybridMultilevel"/>
    <w:tmpl w:val="E38C178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DC6A54"/>
    <w:multiLevelType w:val="hybridMultilevel"/>
    <w:tmpl w:val="55E22E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986D32"/>
    <w:multiLevelType w:val="hybridMultilevel"/>
    <w:tmpl w:val="AA22443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1119EF"/>
    <w:multiLevelType w:val="hybridMultilevel"/>
    <w:tmpl w:val="57C240B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8133EC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4B414FCC"/>
    <w:multiLevelType w:val="multilevel"/>
    <w:tmpl w:val="0407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6" w15:restartNumberingAfterBreak="0">
    <w:nsid w:val="50E80DB0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10E4BF4"/>
    <w:multiLevelType w:val="hybridMultilevel"/>
    <w:tmpl w:val="E38C178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814EF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904335A"/>
    <w:multiLevelType w:val="hybridMultilevel"/>
    <w:tmpl w:val="5B78754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9A05DF"/>
    <w:multiLevelType w:val="hybridMultilevel"/>
    <w:tmpl w:val="F9A6D9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923FB3"/>
    <w:multiLevelType w:val="hybridMultilevel"/>
    <w:tmpl w:val="AC945E0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B851EB"/>
    <w:multiLevelType w:val="hybridMultilevel"/>
    <w:tmpl w:val="EC922C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0543C5C"/>
    <w:multiLevelType w:val="hybridMultilevel"/>
    <w:tmpl w:val="D046A98A"/>
    <w:lvl w:ilvl="0" w:tplc="B07ACB60">
      <w:start w:val="1"/>
      <w:numFmt w:val="ordinal"/>
      <w:lvlText w:val="1.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824F1A"/>
    <w:multiLevelType w:val="hybridMultilevel"/>
    <w:tmpl w:val="FD44C106"/>
    <w:lvl w:ilvl="0" w:tplc="6EF2CC8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1D7C7D"/>
    <w:multiLevelType w:val="hybridMultilevel"/>
    <w:tmpl w:val="1FE6FE06"/>
    <w:lvl w:ilvl="0" w:tplc="B66E1F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2609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BAD7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7C67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0606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9287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06A3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7AA9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68A5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73FD0E1C"/>
    <w:multiLevelType w:val="hybridMultilevel"/>
    <w:tmpl w:val="A08EFB48"/>
    <w:lvl w:ilvl="0" w:tplc="AE98729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F43C0D"/>
    <w:multiLevelType w:val="hybridMultilevel"/>
    <w:tmpl w:val="5840FD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5E1F0A"/>
    <w:multiLevelType w:val="hybridMultilevel"/>
    <w:tmpl w:val="C060B950"/>
    <w:lvl w:ilvl="0" w:tplc="FA067834">
      <w:start w:val="1"/>
      <w:numFmt w:val="decimal"/>
      <w:pStyle w:val="Listenabsatz3"/>
      <w:lvlText w:val="3.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855804"/>
    <w:multiLevelType w:val="hybridMultilevel"/>
    <w:tmpl w:val="A68E030E"/>
    <w:lvl w:ilvl="0" w:tplc="CEDEC214">
      <w:start w:val="1"/>
      <w:numFmt w:val="ordinal"/>
      <w:lvlText w:val="2.%1"/>
      <w:lvlJc w:val="left"/>
      <w:pPr>
        <w:ind w:left="36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17"/>
  </w:num>
  <w:num w:numId="3">
    <w:abstractNumId w:val="26"/>
  </w:num>
  <w:num w:numId="4">
    <w:abstractNumId w:val="24"/>
  </w:num>
  <w:num w:numId="5">
    <w:abstractNumId w:val="13"/>
  </w:num>
  <w:num w:numId="6">
    <w:abstractNumId w:val="6"/>
  </w:num>
  <w:num w:numId="7">
    <w:abstractNumId w:val="11"/>
  </w:num>
  <w:num w:numId="8">
    <w:abstractNumId w:val="28"/>
  </w:num>
  <w:num w:numId="9">
    <w:abstractNumId w:val="15"/>
  </w:num>
  <w:num w:numId="10">
    <w:abstractNumId w:val="25"/>
  </w:num>
  <w:num w:numId="11">
    <w:abstractNumId w:val="5"/>
  </w:num>
  <w:num w:numId="12">
    <w:abstractNumId w:val="27"/>
  </w:num>
  <w:num w:numId="13">
    <w:abstractNumId w:val="20"/>
  </w:num>
  <w:num w:numId="14">
    <w:abstractNumId w:val="19"/>
  </w:num>
  <w:num w:numId="15">
    <w:abstractNumId w:val="29"/>
  </w:num>
  <w:num w:numId="16">
    <w:abstractNumId w:val="23"/>
  </w:num>
  <w:num w:numId="17">
    <w:abstractNumId w:val="14"/>
  </w:num>
  <w:num w:numId="18">
    <w:abstractNumId w:val="22"/>
  </w:num>
  <w:num w:numId="19">
    <w:abstractNumId w:val="31"/>
  </w:num>
  <w:num w:numId="20">
    <w:abstractNumId w:val="1"/>
  </w:num>
  <w:num w:numId="21">
    <w:abstractNumId w:val="3"/>
  </w:num>
  <w:num w:numId="22">
    <w:abstractNumId w:val="12"/>
  </w:num>
  <w:num w:numId="23">
    <w:abstractNumId w:val="21"/>
  </w:num>
  <w:num w:numId="24">
    <w:abstractNumId w:val="36"/>
  </w:num>
  <w:num w:numId="25">
    <w:abstractNumId w:val="18"/>
  </w:num>
  <w:num w:numId="26">
    <w:abstractNumId w:val="36"/>
  </w:num>
  <w:num w:numId="27">
    <w:abstractNumId w:val="37"/>
  </w:num>
  <w:num w:numId="28">
    <w:abstractNumId w:val="34"/>
  </w:num>
  <w:num w:numId="29">
    <w:abstractNumId w:val="10"/>
  </w:num>
  <w:num w:numId="30">
    <w:abstractNumId w:val="7"/>
  </w:num>
  <w:num w:numId="31">
    <w:abstractNumId w:val="33"/>
  </w:num>
  <w:num w:numId="32">
    <w:abstractNumId w:val="16"/>
  </w:num>
  <w:num w:numId="33">
    <w:abstractNumId w:val="10"/>
  </w:num>
  <w:num w:numId="34">
    <w:abstractNumId w:val="10"/>
  </w:num>
  <w:num w:numId="35">
    <w:abstractNumId w:val="10"/>
  </w:num>
  <w:num w:numId="36">
    <w:abstractNumId w:val="39"/>
  </w:num>
  <w:num w:numId="37">
    <w:abstractNumId w:val="9"/>
  </w:num>
  <w:num w:numId="38">
    <w:abstractNumId w:val="32"/>
  </w:num>
  <w:num w:numId="39">
    <w:abstractNumId w:val="0"/>
  </w:num>
  <w:num w:numId="40">
    <w:abstractNumId w:val="0"/>
  </w:num>
  <w:num w:numId="41">
    <w:abstractNumId w:val="2"/>
  </w:num>
  <w:num w:numId="42">
    <w:abstractNumId w:val="8"/>
  </w:num>
  <w:num w:numId="43">
    <w:abstractNumId w:val="38"/>
  </w:num>
  <w:num w:numId="44">
    <w:abstractNumId w:val="30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attachedTemplate r:id="rId1"/>
  <w:doNotTrackFormatting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9B1"/>
    <w:rsid w:val="00000168"/>
    <w:rsid w:val="00001BEB"/>
    <w:rsid w:val="00014897"/>
    <w:rsid w:val="00027E3F"/>
    <w:rsid w:val="00034615"/>
    <w:rsid w:val="00036FCD"/>
    <w:rsid w:val="00050238"/>
    <w:rsid w:val="000506E2"/>
    <w:rsid w:val="0005158B"/>
    <w:rsid w:val="000541EB"/>
    <w:rsid w:val="00085CB4"/>
    <w:rsid w:val="00091574"/>
    <w:rsid w:val="0009282F"/>
    <w:rsid w:val="00095810"/>
    <w:rsid w:val="000A0F23"/>
    <w:rsid w:val="000A39DB"/>
    <w:rsid w:val="000C3578"/>
    <w:rsid w:val="000D437E"/>
    <w:rsid w:val="000D6ECC"/>
    <w:rsid w:val="000F2565"/>
    <w:rsid w:val="000F5082"/>
    <w:rsid w:val="0010028E"/>
    <w:rsid w:val="0010438E"/>
    <w:rsid w:val="00105B45"/>
    <w:rsid w:val="00143A26"/>
    <w:rsid w:val="00161315"/>
    <w:rsid w:val="00163BC6"/>
    <w:rsid w:val="00165A1E"/>
    <w:rsid w:val="00171C96"/>
    <w:rsid w:val="00183E86"/>
    <w:rsid w:val="001A4BAA"/>
    <w:rsid w:val="001B7E65"/>
    <w:rsid w:val="001C10BF"/>
    <w:rsid w:val="001D2BB9"/>
    <w:rsid w:val="001E185C"/>
    <w:rsid w:val="001F6847"/>
    <w:rsid w:val="00200881"/>
    <w:rsid w:val="00212A11"/>
    <w:rsid w:val="00215D63"/>
    <w:rsid w:val="002337FD"/>
    <w:rsid w:val="00236DB4"/>
    <w:rsid w:val="00255C94"/>
    <w:rsid w:val="0026349D"/>
    <w:rsid w:val="0026440A"/>
    <w:rsid w:val="002A08AE"/>
    <w:rsid w:val="002A2B45"/>
    <w:rsid w:val="002B12C5"/>
    <w:rsid w:val="002D4281"/>
    <w:rsid w:val="002D465F"/>
    <w:rsid w:val="002E525B"/>
    <w:rsid w:val="002E5646"/>
    <w:rsid w:val="002E6432"/>
    <w:rsid w:val="003055D0"/>
    <w:rsid w:val="003124FF"/>
    <w:rsid w:val="003272FD"/>
    <w:rsid w:val="00344864"/>
    <w:rsid w:val="00386103"/>
    <w:rsid w:val="00397DBD"/>
    <w:rsid w:val="003A7AC3"/>
    <w:rsid w:val="003B47C0"/>
    <w:rsid w:val="003C36E3"/>
    <w:rsid w:val="003D5533"/>
    <w:rsid w:val="003E1B0D"/>
    <w:rsid w:val="0040325E"/>
    <w:rsid w:val="00405972"/>
    <w:rsid w:val="00406559"/>
    <w:rsid w:val="0041077F"/>
    <w:rsid w:val="00435149"/>
    <w:rsid w:val="004662E8"/>
    <w:rsid w:val="00472BAF"/>
    <w:rsid w:val="00487F11"/>
    <w:rsid w:val="004B3D66"/>
    <w:rsid w:val="004B5B41"/>
    <w:rsid w:val="004D3AC7"/>
    <w:rsid w:val="004E7B2D"/>
    <w:rsid w:val="004F4725"/>
    <w:rsid w:val="005079D2"/>
    <w:rsid w:val="00522418"/>
    <w:rsid w:val="005338A1"/>
    <w:rsid w:val="00540AEA"/>
    <w:rsid w:val="00566990"/>
    <w:rsid w:val="00586AC6"/>
    <w:rsid w:val="00593842"/>
    <w:rsid w:val="005940B9"/>
    <w:rsid w:val="005A1A0D"/>
    <w:rsid w:val="005A4D5B"/>
    <w:rsid w:val="005B07A1"/>
    <w:rsid w:val="005C0BAA"/>
    <w:rsid w:val="005E5AD1"/>
    <w:rsid w:val="005F22D1"/>
    <w:rsid w:val="005F2D7F"/>
    <w:rsid w:val="005F4FC5"/>
    <w:rsid w:val="006002A9"/>
    <w:rsid w:val="00601259"/>
    <w:rsid w:val="00614EB4"/>
    <w:rsid w:val="00624552"/>
    <w:rsid w:val="00641922"/>
    <w:rsid w:val="006637B3"/>
    <w:rsid w:val="00665F99"/>
    <w:rsid w:val="00670039"/>
    <w:rsid w:val="00677F8B"/>
    <w:rsid w:val="00681D76"/>
    <w:rsid w:val="00691CB3"/>
    <w:rsid w:val="00695B34"/>
    <w:rsid w:val="006A19DF"/>
    <w:rsid w:val="006C01F5"/>
    <w:rsid w:val="006C527D"/>
    <w:rsid w:val="006C5D9F"/>
    <w:rsid w:val="006D164D"/>
    <w:rsid w:val="006D77B8"/>
    <w:rsid w:val="006F05B1"/>
    <w:rsid w:val="006F3A7E"/>
    <w:rsid w:val="006F40D6"/>
    <w:rsid w:val="0073474A"/>
    <w:rsid w:val="00765B3B"/>
    <w:rsid w:val="00791C3F"/>
    <w:rsid w:val="007A17D4"/>
    <w:rsid w:val="007A7756"/>
    <w:rsid w:val="007E41A7"/>
    <w:rsid w:val="007F7577"/>
    <w:rsid w:val="00801E5D"/>
    <w:rsid w:val="00803B9B"/>
    <w:rsid w:val="00815B93"/>
    <w:rsid w:val="00824F74"/>
    <w:rsid w:val="00825063"/>
    <w:rsid w:val="00831F12"/>
    <w:rsid w:val="008338C9"/>
    <w:rsid w:val="008723F3"/>
    <w:rsid w:val="008800E1"/>
    <w:rsid w:val="0088488E"/>
    <w:rsid w:val="008A3E3C"/>
    <w:rsid w:val="008C5925"/>
    <w:rsid w:val="008E2AC4"/>
    <w:rsid w:val="00903F89"/>
    <w:rsid w:val="00904598"/>
    <w:rsid w:val="00926A1C"/>
    <w:rsid w:val="0093419E"/>
    <w:rsid w:val="009415FF"/>
    <w:rsid w:val="00943146"/>
    <w:rsid w:val="00954072"/>
    <w:rsid w:val="0096674B"/>
    <w:rsid w:val="00974ACB"/>
    <w:rsid w:val="009944A8"/>
    <w:rsid w:val="009A4C63"/>
    <w:rsid w:val="009B45F8"/>
    <w:rsid w:val="009D6FD7"/>
    <w:rsid w:val="009F695F"/>
    <w:rsid w:val="00A03A78"/>
    <w:rsid w:val="00A05718"/>
    <w:rsid w:val="00A06CFA"/>
    <w:rsid w:val="00A21A1C"/>
    <w:rsid w:val="00A32A42"/>
    <w:rsid w:val="00A32D86"/>
    <w:rsid w:val="00A40021"/>
    <w:rsid w:val="00A414AC"/>
    <w:rsid w:val="00A433FC"/>
    <w:rsid w:val="00A765F7"/>
    <w:rsid w:val="00A928CD"/>
    <w:rsid w:val="00A929B1"/>
    <w:rsid w:val="00A9741F"/>
    <w:rsid w:val="00AA2043"/>
    <w:rsid w:val="00AD0821"/>
    <w:rsid w:val="00B010FE"/>
    <w:rsid w:val="00B04D54"/>
    <w:rsid w:val="00B053B4"/>
    <w:rsid w:val="00B17628"/>
    <w:rsid w:val="00B205F4"/>
    <w:rsid w:val="00B30420"/>
    <w:rsid w:val="00B30C89"/>
    <w:rsid w:val="00B35664"/>
    <w:rsid w:val="00B43BC8"/>
    <w:rsid w:val="00B524E6"/>
    <w:rsid w:val="00B643F7"/>
    <w:rsid w:val="00B65366"/>
    <w:rsid w:val="00B8671D"/>
    <w:rsid w:val="00B87C02"/>
    <w:rsid w:val="00B9121C"/>
    <w:rsid w:val="00B926D7"/>
    <w:rsid w:val="00BB4CAC"/>
    <w:rsid w:val="00BC6404"/>
    <w:rsid w:val="00BE129E"/>
    <w:rsid w:val="00BE529B"/>
    <w:rsid w:val="00BE631F"/>
    <w:rsid w:val="00BF1CB3"/>
    <w:rsid w:val="00BF29B1"/>
    <w:rsid w:val="00C055BC"/>
    <w:rsid w:val="00C242CB"/>
    <w:rsid w:val="00C25AD9"/>
    <w:rsid w:val="00C33F77"/>
    <w:rsid w:val="00C60DB4"/>
    <w:rsid w:val="00C702F8"/>
    <w:rsid w:val="00C87CC0"/>
    <w:rsid w:val="00CB53FF"/>
    <w:rsid w:val="00CF1FF0"/>
    <w:rsid w:val="00CF2C36"/>
    <w:rsid w:val="00D06E14"/>
    <w:rsid w:val="00D12B10"/>
    <w:rsid w:val="00D140DF"/>
    <w:rsid w:val="00D31C7A"/>
    <w:rsid w:val="00D320A6"/>
    <w:rsid w:val="00D420A9"/>
    <w:rsid w:val="00D467DE"/>
    <w:rsid w:val="00D7035D"/>
    <w:rsid w:val="00D74225"/>
    <w:rsid w:val="00D838C1"/>
    <w:rsid w:val="00D90E49"/>
    <w:rsid w:val="00DB03CD"/>
    <w:rsid w:val="00DB3957"/>
    <w:rsid w:val="00DD5DC0"/>
    <w:rsid w:val="00DE0528"/>
    <w:rsid w:val="00DE247C"/>
    <w:rsid w:val="00DF6599"/>
    <w:rsid w:val="00DF78BD"/>
    <w:rsid w:val="00E00A31"/>
    <w:rsid w:val="00E01800"/>
    <w:rsid w:val="00E276BF"/>
    <w:rsid w:val="00E378DA"/>
    <w:rsid w:val="00E43020"/>
    <w:rsid w:val="00E4740B"/>
    <w:rsid w:val="00E51C72"/>
    <w:rsid w:val="00E52DF1"/>
    <w:rsid w:val="00E546D6"/>
    <w:rsid w:val="00E55B1B"/>
    <w:rsid w:val="00E576FE"/>
    <w:rsid w:val="00E87D98"/>
    <w:rsid w:val="00E95376"/>
    <w:rsid w:val="00EA01D2"/>
    <w:rsid w:val="00EA4A60"/>
    <w:rsid w:val="00EB1D01"/>
    <w:rsid w:val="00EC3E72"/>
    <w:rsid w:val="00EE4E69"/>
    <w:rsid w:val="00EF46CE"/>
    <w:rsid w:val="00F07AE9"/>
    <w:rsid w:val="00F22803"/>
    <w:rsid w:val="00F232C0"/>
    <w:rsid w:val="00F26128"/>
    <w:rsid w:val="00F30D02"/>
    <w:rsid w:val="00F30E7F"/>
    <w:rsid w:val="00F43F1F"/>
    <w:rsid w:val="00F514CE"/>
    <w:rsid w:val="00F55369"/>
    <w:rsid w:val="00F97D92"/>
    <w:rsid w:val="00FB1C22"/>
    <w:rsid w:val="00FD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27FB5A"/>
  <w15:docId w15:val="{9EC7F5CC-F990-493F-821C-6BFA23EE0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A3E3C"/>
    <w:rPr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F68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Listenabsatz"/>
    <w:next w:val="Standard"/>
    <w:link w:val="berschrift2Zchn"/>
    <w:autoRedefine/>
    <w:uiPriority w:val="9"/>
    <w:unhideWhenUsed/>
    <w:qFormat/>
    <w:rsid w:val="00215D63"/>
    <w:pPr>
      <w:numPr>
        <w:numId w:val="30"/>
      </w:numPr>
      <w:tabs>
        <w:tab w:val="left" w:pos="3402"/>
      </w:tabs>
      <w:spacing w:before="240" w:after="0"/>
      <w:ind w:left="425" w:hanging="425"/>
      <w:outlineLvl w:val="1"/>
    </w:pPr>
    <w:rPr>
      <w:rFonts w:eastAsiaTheme="majorEastAsia" w:cstheme="majorBidi"/>
      <w:bCs/>
      <w:color w:val="1F497D" w:themeColor="text2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D08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F68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15D63"/>
    <w:rPr>
      <w:rFonts w:eastAsiaTheme="majorEastAsia" w:cstheme="majorBidi"/>
      <w:b/>
      <w:bCs/>
      <w:color w:val="1F497D" w:themeColor="text2"/>
      <w:sz w:val="26"/>
      <w:szCs w:val="26"/>
    </w:rPr>
  </w:style>
  <w:style w:type="paragraph" w:styleId="Listenabsatz">
    <w:name w:val="List Paragraph"/>
    <w:basedOn w:val="Standard"/>
    <w:next w:val="Standard"/>
    <w:link w:val="ListenabsatzZchn"/>
    <w:autoRedefine/>
    <w:uiPriority w:val="34"/>
    <w:qFormat/>
    <w:rsid w:val="00215D63"/>
    <w:pPr>
      <w:numPr>
        <w:numId w:val="42"/>
      </w:numPr>
      <w:spacing w:before="200"/>
      <w:ind w:left="397" w:hanging="397"/>
    </w:pPr>
    <w:rPr>
      <w:rFonts w:cstheme="minorHAnsi"/>
      <w:b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5F2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2D7F"/>
  </w:style>
  <w:style w:type="paragraph" w:styleId="Fuzeile">
    <w:name w:val="footer"/>
    <w:basedOn w:val="Standard"/>
    <w:link w:val="FuzeileZchn"/>
    <w:uiPriority w:val="99"/>
    <w:unhideWhenUsed/>
    <w:rsid w:val="005F2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2D7F"/>
  </w:style>
  <w:style w:type="table" w:styleId="Tabellenraster">
    <w:name w:val="Table Grid"/>
    <w:basedOn w:val="NormaleTabelle"/>
    <w:uiPriority w:val="59"/>
    <w:rsid w:val="005F2D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HelleSchattierung-Akzent11">
    <w:name w:val="Helle Schattierung - Akzent 11"/>
    <w:basedOn w:val="NormaleTabelle"/>
    <w:uiPriority w:val="60"/>
    <w:rsid w:val="0052241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MittlereSchattierung1-Akzent11">
    <w:name w:val="Mittlere Schattierung 1 - Akzent 11"/>
    <w:basedOn w:val="NormaleTabelle"/>
    <w:uiPriority w:val="63"/>
    <w:rsid w:val="00522418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6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6128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20A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20A6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20A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20A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20A6"/>
    <w:rPr>
      <w:b/>
      <w:bCs/>
      <w:sz w:val="20"/>
      <w:szCs w:val="20"/>
    </w:rPr>
  </w:style>
  <w:style w:type="table" w:styleId="MittlereListe2-Akzent3">
    <w:name w:val="Medium List 2 Accent 3"/>
    <w:basedOn w:val="NormaleTabelle"/>
    <w:uiPriority w:val="66"/>
    <w:rsid w:val="005B07A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MMTopic1">
    <w:name w:val="MM Topic 1"/>
    <w:basedOn w:val="berschrift1"/>
    <w:rsid w:val="00AD0821"/>
    <w:pPr>
      <w:numPr>
        <w:numId w:val="22"/>
      </w:numPr>
    </w:pPr>
    <w:rPr>
      <w:rFonts w:ascii="Cambria" w:eastAsia="Times New Roman" w:hAnsi="Cambria" w:cs="Times New Roman"/>
      <w:color w:val="365F91"/>
    </w:rPr>
  </w:style>
  <w:style w:type="paragraph" w:customStyle="1" w:styleId="MMTopic2">
    <w:name w:val="MM Topic 2"/>
    <w:basedOn w:val="berschrift2"/>
    <w:rsid w:val="00AD0821"/>
    <w:pPr>
      <w:numPr>
        <w:ilvl w:val="1"/>
        <w:numId w:val="22"/>
      </w:numPr>
    </w:pPr>
    <w:rPr>
      <w:rFonts w:ascii="Cambria" w:eastAsia="Times New Roman" w:hAnsi="Cambria" w:cs="Times New Roman"/>
      <w:color w:val="4F81BD"/>
    </w:rPr>
  </w:style>
  <w:style w:type="paragraph" w:customStyle="1" w:styleId="MMTopic3">
    <w:name w:val="MM Topic 3"/>
    <w:basedOn w:val="berschrift3"/>
    <w:rsid w:val="00AD0821"/>
    <w:pPr>
      <w:numPr>
        <w:ilvl w:val="2"/>
        <w:numId w:val="22"/>
      </w:numPr>
      <w:ind w:left="2160" w:hanging="180"/>
    </w:pPr>
    <w:rPr>
      <w:rFonts w:ascii="Cambria" w:eastAsia="Times New Roman" w:hAnsi="Cambria" w:cs="Times New Roman"/>
      <w:color w:val="4F81BD"/>
    </w:rPr>
  </w:style>
  <w:style w:type="paragraph" w:customStyle="1" w:styleId="HB-berschrift1">
    <w:name w:val="HB-Überschrift1"/>
    <w:basedOn w:val="MMTopic1"/>
    <w:link w:val="HB-berschrift1Zchn"/>
    <w:qFormat/>
    <w:rsid w:val="00AD0821"/>
  </w:style>
  <w:style w:type="character" w:customStyle="1" w:styleId="HB-berschrift1Zchn">
    <w:name w:val="HB-Überschrift1 Zchn"/>
    <w:basedOn w:val="Absatz-Standardschriftart"/>
    <w:link w:val="HB-berschrift1"/>
    <w:rsid w:val="00AD0821"/>
    <w:rPr>
      <w:rFonts w:ascii="Cambria" w:eastAsia="Times New Roman" w:hAnsi="Cambria" w:cs="Times New Roman"/>
      <w:b/>
      <w:bCs/>
      <w:color w:val="365F91"/>
      <w:sz w:val="28"/>
      <w:szCs w:val="28"/>
      <w:lang w:eastAsia="de-DE"/>
    </w:rPr>
  </w:style>
  <w:style w:type="table" w:styleId="MittlereListe1-Akzent3">
    <w:name w:val="Medium List 1 Accent 3"/>
    <w:basedOn w:val="NormaleTabelle"/>
    <w:uiPriority w:val="65"/>
    <w:rsid w:val="00AD082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D082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Platzhaltertext">
    <w:name w:val="Placeholder Text"/>
    <w:basedOn w:val="Absatz-Standardschriftart"/>
    <w:uiPriority w:val="99"/>
    <w:semiHidden/>
    <w:rsid w:val="008338C9"/>
    <w:rPr>
      <w:color w:val="808080"/>
    </w:rPr>
  </w:style>
  <w:style w:type="table" w:styleId="HelleSchattierung-Akzent1">
    <w:name w:val="Light Shading Accent 1"/>
    <w:basedOn w:val="NormaleTabelle"/>
    <w:uiPriority w:val="60"/>
    <w:rsid w:val="0034486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">
    <w:name w:val="Light Shading"/>
    <w:basedOn w:val="NormaleTabelle"/>
    <w:uiPriority w:val="60"/>
    <w:rsid w:val="0034486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Liste-Akzent3">
    <w:name w:val="Light List Accent 3"/>
    <w:basedOn w:val="NormaleTabelle"/>
    <w:uiPriority w:val="61"/>
    <w:rsid w:val="003448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sRaster-Akzent3">
    <w:name w:val="Light Grid Accent 3"/>
    <w:basedOn w:val="NormaleTabelle"/>
    <w:uiPriority w:val="62"/>
    <w:rsid w:val="003448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customStyle="1" w:styleId="FrageAudit">
    <w:name w:val="Frage Audit"/>
    <w:basedOn w:val="Standard"/>
    <w:next w:val="Standard"/>
    <w:link w:val="FrageAuditZchn"/>
    <w:qFormat/>
    <w:rsid w:val="00215D63"/>
    <w:pPr>
      <w:numPr>
        <w:numId w:val="32"/>
      </w:numPr>
      <w:spacing w:before="200" w:after="120"/>
      <w:ind w:left="425" w:hanging="425"/>
      <w:outlineLvl w:val="1"/>
    </w:pPr>
    <w:rPr>
      <w:rFonts w:ascii="Calibri" w:eastAsia="Times New Roman" w:hAnsi="Calibri" w:cs="Times New Roman"/>
      <w:b/>
      <w:bCs/>
      <w:iCs/>
    </w:rPr>
  </w:style>
  <w:style w:type="character" w:customStyle="1" w:styleId="FrageAuditZchn">
    <w:name w:val="Frage Audit Zchn"/>
    <w:basedOn w:val="Absatz-Standardschriftart"/>
    <w:link w:val="FrageAudit"/>
    <w:rsid w:val="00215D63"/>
    <w:rPr>
      <w:rFonts w:ascii="Calibri" w:eastAsia="Times New Roman" w:hAnsi="Calibri" w:cs="Times New Roman"/>
      <w:b/>
      <w:bCs/>
      <w:iCs/>
      <w:sz w:val="20"/>
    </w:rPr>
  </w:style>
  <w:style w:type="paragraph" w:customStyle="1" w:styleId="Input">
    <w:name w:val="Input"/>
    <w:basedOn w:val="Standard"/>
    <w:link w:val="InputZchn"/>
    <w:autoRedefine/>
    <w:qFormat/>
    <w:rsid w:val="008A3E3C"/>
    <w:pPr>
      <w:spacing w:before="60" w:after="0"/>
      <w:contextualSpacing/>
    </w:pPr>
    <w:rPr>
      <w:rFonts w:cstheme="minorHAnsi"/>
      <w:szCs w:val="20"/>
    </w:rPr>
  </w:style>
  <w:style w:type="character" w:customStyle="1" w:styleId="InputZchn">
    <w:name w:val="Input Zchn"/>
    <w:basedOn w:val="Absatz-Standardschriftart"/>
    <w:link w:val="Input"/>
    <w:rsid w:val="008A3E3C"/>
    <w:rPr>
      <w:rFonts w:cstheme="minorHAnsi"/>
      <w:sz w:val="20"/>
      <w:szCs w:val="20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215D63"/>
    <w:rPr>
      <w:rFonts w:cstheme="minorHAnsi"/>
      <w:b/>
      <w:sz w:val="20"/>
      <w:szCs w:val="20"/>
    </w:rPr>
  </w:style>
  <w:style w:type="paragraph" w:customStyle="1" w:styleId="Listenabsatz3">
    <w:name w:val="Listenabsatz3"/>
    <w:basedOn w:val="Listenabsatz"/>
    <w:next w:val="Standard"/>
    <w:link w:val="Listenabsatz3Zchn"/>
    <w:qFormat/>
    <w:rsid w:val="00215D63"/>
    <w:pPr>
      <w:numPr>
        <w:numId w:val="43"/>
      </w:numPr>
      <w:ind w:left="425" w:hanging="425"/>
    </w:pPr>
  </w:style>
  <w:style w:type="character" w:customStyle="1" w:styleId="Listenabsatz3Zchn">
    <w:name w:val="Listenabsatz3 Zchn"/>
    <w:basedOn w:val="ListenabsatzZchn"/>
    <w:link w:val="Listenabsatz3"/>
    <w:rsid w:val="00215D63"/>
    <w:rPr>
      <w:rFonts w:cstheme="minorHAnsi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5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987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017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279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241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35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19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58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9327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03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5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892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212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wmf"/><Relationship Id="rId1" Type="http://schemas.openxmlformats.org/officeDocument/2006/relationships/image" Target="media/image2.jpeg"/><Relationship Id="rId5" Type="http://schemas.openxmlformats.org/officeDocument/2006/relationships/image" Target="media/image6.png"/><Relationship Id="rId4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ervicestelle\Arbeitsmaterialien\3_Leitfragen%20Altersstruktu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B95093BCEB444EAAAA40049F033B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4B63737-9C6D-4A16-B4AB-198FE6833777}"/>
      </w:docPartPr>
      <w:docPartBody>
        <w:p w:rsidR="006F6C71" w:rsidRDefault="00A668F7">
          <w:pPr>
            <w:pStyle w:val="7BB95093BCEB444EAAAA40049F033B4A"/>
          </w:pPr>
          <w:r w:rsidRPr="006F40D6">
            <w:rPr>
              <w:rStyle w:val="Platzhaltertext"/>
              <w:sz w:val="20"/>
              <w:szCs w:val="20"/>
            </w:rPr>
            <w:t>Klicken Sie hier, um Text einzugeben.</w:t>
          </w:r>
        </w:p>
      </w:docPartBody>
    </w:docPart>
    <w:docPart>
      <w:docPartPr>
        <w:name w:val="173761460B9E4F37BB3B33B06C89AA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9AFBB1E-39F2-4233-9A40-6F06FE3CB22B}"/>
      </w:docPartPr>
      <w:docPartBody>
        <w:p w:rsidR="006F6C71" w:rsidRDefault="00A668F7">
          <w:pPr>
            <w:pStyle w:val="173761460B9E4F37BB3B33B06C89AA9B"/>
          </w:pPr>
          <w:r w:rsidRPr="00601259">
            <w:rPr>
              <w:rStyle w:val="Platzhaltertext"/>
              <w:rFonts w:eastAsiaTheme="majorEastAsia"/>
              <w:sz w:val="20"/>
              <w:szCs w:val="20"/>
            </w:rPr>
            <w:t>Klicken Sie hier, um Text einzugeben.</w:t>
          </w:r>
        </w:p>
      </w:docPartBody>
    </w:docPart>
    <w:docPart>
      <w:docPartPr>
        <w:name w:val="18389E07B7B8480D8D0197BFF494811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FDAB6DE-28D0-4491-9ECF-C2C35423EF50}"/>
      </w:docPartPr>
      <w:docPartBody>
        <w:p w:rsidR="006F6C71" w:rsidRDefault="00A668F7">
          <w:pPr>
            <w:pStyle w:val="18389E07B7B8480D8D0197BFF494811D"/>
          </w:pPr>
          <w:r w:rsidRPr="00601259">
            <w:rPr>
              <w:rStyle w:val="Platzhaltertext"/>
              <w:rFonts w:eastAsiaTheme="majorEastAsia"/>
              <w:sz w:val="20"/>
              <w:szCs w:val="20"/>
            </w:rPr>
            <w:t>Klicken Sie hier, um Text einzugeben.</w:t>
          </w:r>
        </w:p>
      </w:docPartBody>
    </w:docPart>
    <w:docPart>
      <w:docPartPr>
        <w:name w:val="EC6AF49B4654479AB2EB05BFB9D5607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EF20C2E-D71F-4913-8B95-4D6BC38FD6BE}"/>
      </w:docPartPr>
      <w:docPartBody>
        <w:p w:rsidR="006F6C71" w:rsidRDefault="00A668F7">
          <w:pPr>
            <w:pStyle w:val="EC6AF49B4654479AB2EB05BFB9D5607C"/>
          </w:pPr>
          <w:r w:rsidRPr="00601259">
            <w:rPr>
              <w:rStyle w:val="Platzhaltertext"/>
              <w:rFonts w:eastAsiaTheme="majorEastAsia"/>
              <w:sz w:val="20"/>
              <w:szCs w:val="20"/>
            </w:rPr>
            <w:t>Klicken Sie hier, um Text einzugeben.</w:t>
          </w:r>
        </w:p>
      </w:docPartBody>
    </w:docPart>
    <w:docPart>
      <w:docPartPr>
        <w:name w:val="0F8ECBBD92314AA9BD832C26869A8E4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202DE7-2130-4776-A673-2B8619A3DEC4}"/>
      </w:docPartPr>
      <w:docPartBody>
        <w:p w:rsidR="006F6C71" w:rsidRDefault="00A668F7">
          <w:pPr>
            <w:pStyle w:val="0F8ECBBD92314AA9BD832C26869A8E48"/>
          </w:pPr>
          <w:r w:rsidRPr="00601259">
            <w:rPr>
              <w:rStyle w:val="Platzhaltertext"/>
              <w:sz w:val="20"/>
              <w:szCs w:val="20"/>
            </w:rPr>
            <w:t>Klicken Sie hier, um Text einzugeben.</w:t>
          </w:r>
        </w:p>
      </w:docPartBody>
    </w:docPart>
    <w:docPart>
      <w:docPartPr>
        <w:name w:val="8509B2EE010C487BADADFD85B2DCD27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06E9212-6ED3-4A52-A72D-9A4138394ECE}"/>
      </w:docPartPr>
      <w:docPartBody>
        <w:p w:rsidR="006F6C71" w:rsidRDefault="00A668F7">
          <w:pPr>
            <w:pStyle w:val="8509B2EE010C487BADADFD85B2DCD271"/>
          </w:pPr>
          <w:r w:rsidRPr="00601259">
            <w:rPr>
              <w:rStyle w:val="Platzhaltertext"/>
              <w:sz w:val="20"/>
              <w:szCs w:val="20"/>
            </w:rPr>
            <w:t>Klicken Sie hier, um Text einzugeben.</w:t>
          </w:r>
        </w:p>
      </w:docPartBody>
    </w:docPart>
    <w:docPart>
      <w:docPartPr>
        <w:name w:val="7F1C6078E65D42E08604026071774A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FF47979-18BD-4963-9D02-8F310E315CAA}"/>
      </w:docPartPr>
      <w:docPartBody>
        <w:p w:rsidR="006F6C71" w:rsidRDefault="00A668F7">
          <w:pPr>
            <w:pStyle w:val="7F1C6078E65D42E08604026071774AF3"/>
          </w:pPr>
          <w:r w:rsidRPr="00601259">
            <w:rPr>
              <w:rStyle w:val="Platzhaltertext"/>
              <w:sz w:val="20"/>
              <w:szCs w:val="20"/>
            </w:rPr>
            <w:t>Klicken Sie hier, um Text einzugeben.</w:t>
          </w:r>
        </w:p>
      </w:docPartBody>
    </w:docPart>
    <w:docPart>
      <w:docPartPr>
        <w:name w:val="C5D9628BB5DE48798B065FF89E1BD1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6E60AC8-7D1A-4177-963E-746306311E97}"/>
      </w:docPartPr>
      <w:docPartBody>
        <w:p w:rsidR="006F6C71" w:rsidRDefault="00A668F7">
          <w:pPr>
            <w:pStyle w:val="C5D9628BB5DE48798B065FF89E1BD126"/>
          </w:pPr>
          <w:r w:rsidRPr="00601259">
            <w:rPr>
              <w:rStyle w:val="Platzhaltertext"/>
              <w:sz w:val="20"/>
              <w:szCs w:val="20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8F7"/>
    <w:rsid w:val="000B4171"/>
    <w:rsid w:val="006F6C71"/>
    <w:rsid w:val="00A6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7BB95093BCEB444EAAAA40049F033B4A">
    <w:name w:val="7BB95093BCEB444EAAAA40049F033B4A"/>
  </w:style>
  <w:style w:type="paragraph" w:customStyle="1" w:styleId="173761460B9E4F37BB3B33B06C89AA9B">
    <w:name w:val="173761460B9E4F37BB3B33B06C89AA9B"/>
  </w:style>
  <w:style w:type="paragraph" w:customStyle="1" w:styleId="18389E07B7B8480D8D0197BFF494811D">
    <w:name w:val="18389E07B7B8480D8D0197BFF494811D"/>
  </w:style>
  <w:style w:type="paragraph" w:customStyle="1" w:styleId="EC6AF49B4654479AB2EB05BFB9D5607C">
    <w:name w:val="EC6AF49B4654479AB2EB05BFB9D5607C"/>
  </w:style>
  <w:style w:type="paragraph" w:customStyle="1" w:styleId="0F8ECBBD92314AA9BD832C26869A8E48">
    <w:name w:val="0F8ECBBD92314AA9BD832C26869A8E48"/>
  </w:style>
  <w:style w:type="paragraph" w:customStyle="1" w:styleId="8509B2EE010C487BADADFD85B2DCD271">
    <w:name w:val="8509B2EE010C487BADADFD85B2DCD271"/>
  </w:style>
  <w:style w:type="paragraph" w:customStyle="1" w:styleId="7F1C6078E65D42E08604026071774AF3">
    <w:name w:val="7F1C6078E65D42E08604026071774AF3"/>
  </w:style>
  <w:style w:type="paragraph" w:customStyle="1" w:styleId="C5D9628BB5DE48798B065FF89E1BD126">
    <w:name w:val="C5D9628BB5DE48798B065FF89E1BD1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ACF44EAE3C8444816A313C806F4F46" ma:contentTypeVersion="30" ma:contentTypeDescription="Ein neues Dokument erstellen." ma:contentTypeScope="" ma:versionID="585fd598cfb1cbabe98ee509d8c0d008">
  <xsd:schema xmlns:xsd="http://www.w3.org/2001/XMLSchema" xmlns:xs="http://www.w3.org/2001/XMLSchema" xmlns:p="http://schemas.microsoft.com/office/2006/metadata/properties" xmlns:ns1="http://schemas.microsoft.com/sharepoint/v3" xmlns:ns2="ac55d254-e436-4b2f-ae49-2a5e200d046d" xmlns:ns3="7bf375fd-c16a-428e-90f5-962475562e5e" targetNamespace="http://schemas.microsoft.com/office/2006/metadata/properties" ma:root="true" ma:fieldsID="ead424e9eca073de1f898bba33aad6fb" ns1:_="" ns2:_="" ns3:_="">
    <xsd:import namespace="http://schemas.microsoft.com/sharepoint/v3"/>
    <xsd:import namespace="ac55d254-e436-4b2f-ae49-2a5e200d046d"/>
    <xsd:import namespace="7bf375fd-c16a-428e-90f5-962475562e5e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1:SeoKeywords" minOccurs="0"/>
                <xsd:element ref="ns3:g09145f204d040129e074f4a3472b47c" minOccurs="0"/>
                <xsd:element ref="ns2:_dlc_DocId" minOccurs="0"/>
                <xsd:element ref="ns2:_dlc_DocIdUrl" minOccurs="0"/>
                <xsd:element ref="ns2:_dlc_DocIdPersistId" minOccurs="0"/>
                <xsd:element ref="ns1:DocumentSet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9" nillable="true" ma:displayName="Bewertung (0 - 5)" ma:decimals="2" ma:description="Mittelwert aller Bewertungen, die abgegeben wurden." ma:hidden="true" ma:internalName="AverageRating" ma:readOnly="false">
      <xsd:simpleType>
        <xsd:restriction base="dms:Number"/>
      </xsd:simpleType>
    </xsd:element>
    <xsd:element name="RatingCount" ma:index="10" nillable="true" ma:displayName="Anzahl Bewertungen" ma:decimals="0" ma:description="Anzahl abgegebener Bewertungen" ma:hidden="true" ma:internalName="RatingCount" ma:readOnly="false">
      <xsd:simpleType>
        <xsd:restriction base="dms:Number"/>
      </xsd:simpleType>
    </xsd:element>
    <xsd:element name="RatedBy" ma:index="11" nillable="true" ma:displayName="Bewertet von" ma:description="Benutzer haben das Element bewerte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2" nillable="true" ma:displayName="Benutzerbewertungen" ma:description="Bewertungen für das Element" ma:hidden="true" ma:internalName="Ratings">
      <xsd:simpleType>
        <xsd:restriction base="dms:Note"/>
      </xsd:simpleType>
    </xsd:element>
    <xsd:element name="LikesCount" ma:index="13" nillable="true" ma:displayName="Anzahl 'Gefällt mir'" ma:hidden="true" ma:internalName="LikesCount" ma:readOnly="false">
      <xsd:simpleType>
        <xsd:restriction base="dms:Unknown"/>
      </xsd:simpleType>
    </xsd:element>
    <xsd:element name="LikedBy" ma:index="14" nillable="true" ma:displayName="Gefällt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eoKeywords" ma:index="15" nillable="true" ma:displayName="Schlüsselwort" ma:description="Schlüsselwort" ma:hidden="true" ma:internalName="SeoKeywords">
      <xsd:simpleType>
        <xsd:restriction base="dms:Text"/>
      </xsd:simpleType>
    </xsd:element>
    <xsd:element name="DocumentSetDescription" ma:index="21" nillable="true" ma:displayName="Beschreibung" ma:description="Eine Beschreibung der Dokumentenmappe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5d254-e436-4b2f-ae49-2a5e200d046d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iespalte &quot;Alle abfangen&quot;" ma:hidden="true" ma:list="{0521226e-e5e2-42e6-aa45-28d3bb72619b}" ma:internalName="TaxCatchAll" ma:showField="CatchAllData" ma:web="ac55d254-e436-4b2f-ae49-2a5e200d04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1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f375fd-c16a-428e-90f5-962475562e5e" elementFormDefault="qualified">
    <xsd:import namespace="http://schemas.microsoft.com/office/2006/documentManagement/types"/>
    <xsd:import namespace="http://schemas.microsoft.com/office/infopath/2007/PartnerControls"/>
    <xsd:element name="g09145f204d040129e074f4a3472b47c" ma:index="17" nillable="true" ma:taxonomy="true" ma:internalName="g09145f204d040129e074f4a3472b47c" ma:taxonomyFieldName="Thema" ma:displayName="DokumentTyp" ma:default="" ma:fieldId="{009145f2-04d0-4012-9e07-4f4a3472b47c}" ma:taxonomyMulti="true" ma:sspId="11499e37-d308-4901-996c-eb6d626bbc7c" ma:termSetId="bb780794-2b62-43d2-96d1-0e26f7812cb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LikesCount xmlns="http://schemas.microsoft.com/sharepoint/v3" xsi:nil="true"/>
    <Ratings xmlns="http://schemas.microsoft.com/sharepoint/v3" xsi:nil="true"/>
    <SeoKeywords xmlns="http://schemas.microsoft.com/sharepoint/v3">Arbeitsmaterialien</SeoKeywords>
    <DocumentSetDescription xmlns="http://schemas.microsoft.com/sharepoint/v3">Formulare zur Dokumentation eines Demografie-Prozesses</DocumentSetDescription>
    <TaxCatchAll xmlns="ac55d254-e436-4b2f-ae49-2a5e200d046d"/>
    <g09145f204d040129e074f4a3472b47c xmlns="7bf375fd-c16a-428e-90f5-962475562e5e">
      <Terms xmlns="http://schemas.microsoft.com/office/infopath/2007/PartnerControls"/>
    </g09145f204d040129e074f4a3472b47c>
    <RatingCount xmlns="http://schemas.microsoft.com/sharepoint/v3" xsi:nil="true"/>
    <LikedBy xmlns="http://schemas.microsoft.com/sharepoint/v3">
      <UserInfo>
        <DisplayName/>
        <AccountId xsi:nil="true"/>
        <AccountType/>
      </UserInfo>
    </LikedBy>
    <AverageRating xmlns="http://schemas.microsoft.com/sharepoint/v3" xsi:nil="true"/>
    <RatedBy xmlns="http://schemas.microsoft.com/sharepoint/v3">
      <UserInfo>
        <DisplayName/>
        <AccountId xsi:nil="true"/>
        <AccountType/>
      </UserInfo>
    </RatedBy>
    <_dlc_DocId xmlns="ac55d254-e436-4b2f-ae49-2a5e200d046d">MCXR3SKWZVN3-50-748</_dlc_DocId>
    <_dlc_DocIdUrl xmlns="ac55d254-e436-4b2f-ae49-2a5e200d046d">
      <Url>https://sp.tbs-nrw.de/Projekte/DemoAktiv/_layouts/15/DocIdRedir.aspx?ID=MCXR3SKWZVN3-50-748</Url>
      <Description>MCXR3SKWZVN3-50-748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A96A3-E767-4865-BD8B-2F44B3DA2B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c55d254-e436-4b2f-ae49-2a5e200d046d"/>
    <ds:schemaRef ds:uri="7bf375fd-c16a-428e-90f5-962475562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ED3FED-5D10-43A2-8AAE-3C10220B7A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970FD7-6FB1-4EEE-B737-DBB8B07579EA}">
  <ds:schemaRefs>
    <ds:schemaRef ds:uri="http://schemas.microsoft.com/office/2006/metadata/properties"/>
    <ds:schemaRef ds:uri="http://schemas.microsoft.com/sharepoint/v3"/>
    <ds:schemaRef ds:uri="ac55d254-e436-4b2f-ae49-2a5e200d046d"/>
    <ds:schemaRef ds:uri="7bf375fd-c16a-428e-90f5-962475562e5e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F346D1D-58FE-4098-9E1E-D9D8224E88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B9CF20F-60A5-43BF-95BA-C18E46AB2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3_Leitfragen Altersstruktur</Template>
  <TotalTime>0</TotalTime>
  <Pages>3</Pages>
  <Words>595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w.lensing</dc:creator>
  <cp:lastModifiedBy>Birte Föhse</cp:lastModifiedBy>
  <cp:revision>3</cp:revision>
  <cp:lastPrinted>2016-03-09T11:44:00Z</cp:lastPrinted>
  <dcterms:created xsi:type="dcterms:W3CDTF">2016-05-31T07:35:00Z</dcterms:created>
  <dcterms:modified xsi:type="dcterms:W3CDTF">2018-02-07T12:50:00Z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0x01010048ACF44EAE3C8444816A313C806F4F46</vt:lpwstr>
  </property>
  <property fmtid="{D5CDD505-2E9C-101B-9397-08002B2CF9AE}" pid="3" name="Letzter Bearbeiter/in">
    <vt:lpwstr/>
  </property>
  <property fmtid="{D5CDD505-2E9C-101B-9397-08002B2CF9AE}" pid="4" name="Thema">
    <vt:lpwstr/>
  </property>
  <property fmtid="{D5CDD505-2E9C-101B-9397-08002B2CF9AE}" pid="5" name="_dlc_DocIdItemGuid">
    <vt:lpwstr>d8468234-13d9-4009-b43f-41be89eac264</vt:lpwstr>
  </property>
</Properties>
</file>