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29E" w:rsidRPr="00EE4E69" w:rsidRDefault="0074692A" w:rsidP="0074692A">
      <w:pPr>
        <w:spacing w:after="360"/>
        <w:rPr>
          <w:szCs w:val="20"/>
        </w:rPr>
      </w:pPr>
      <w:r w:rsidRPr="0074692A">
        <w:rPr>
          <w:rFonts w:cstheme="minorHAnsi"/>
          <w:szCs w:val="20"/>
        </w:rPr>
        <w:t xml:space="preserve">Voraussetzung für die Bewertung des Handlungsbedarfs ist eine ausgearbeitete Situationsbeschreibung zur Altersstruktur und den Demografie-Themen. Die Ergebnisse dieser Beschreibungen müssen allen an der Bewertung des Handlungsbedarfs Mitwirkenden bekannt sein. </w:t>
      </w:r>
      <w:r>
        <w:rPr>
          <w:rFonts w:cstheme="minorHAnsi"/>
          <w:szCs w:val="20"/>
        </w:rPr>
        <w:br/>
      </w:r>
      <w:r w:rsidRPr="0074692A">
        <w:rPr>
          <w:rFonts w:cstheme="minorHAnsi"/>
          <w:szCs w:val="20"/>
        </w:rPr>
        <w:t>Die Situationsbewertung wird vorzugsweise in Form eines Workshops mit mehreren Unternehmensbeteiligten durchgeführt, die unterschiedliche Sichtweisen auf die Thematik haben und unterschiedliche Gruppen im Unternehmen repräsentieren (Führungskräfte, Mitarbeiter / Mitarbeitervertretung, Personalabteilung u.a.). Vorschläge zu geeigneten Vorgehensweisen finden sich im</w:t>
      </w:r>
      <w:r w:rsidR="0063228B">
        <w:rPr>
          <w:rFonts w:cstheme="minorHAnsi"/>
          <w:szCs w:val="20"/>
        </w:rPr>
        <w:t xml:space="preserve"> Handbuch</w:t>
      </w:r>
      <w:r w:rsidRPr="0074692A">
        <w:rPr>
          <w:rFonts w:cstheme="minorHAnsi"/>
          <w:szCs w:val="20"/>
        </w:rPr>
        <w:t>.</w:t>
      </w:r>
    </w:p>
    <w:p w:rsidR="00E95376" w:rsidRPr="00E378DA" w:rsidRDefault="0074692A" w:rsidP="006F4369">
      <w:pPr>
        <w:pStyle w:val="berschrift2"/>
      </w:pPr>
      <w:r>
        <w:t>Workshop-Inhalte</w:t>
      </w:r>
    </w:p>
    <w:p w:rsidR="0074692A" w:rsidRDefault="0074692A" w:rsidP="0093353C">
      <w:pPr>
        <w:spacing w:after="120" w:line="300" w:lineRule="auto"/>
      </w:pPr>
      <w:r>
        <w:t>Für alle sechs Themenfelder der Situationsbeschreibung sind folgende Schritte durchzuführen</w:t>
      </w:r>
    </w:p>
    <w:p w:rsidR="0074692A" w:rsidRPr="0093353C" w:rsidRDefault="0074692A" w:rsidP="006F4369">
      <w:pPr>
        <w:pStyle w:val="Listenabsatz"/>
        <w:rPr>
          <w:b/>
        </w:rPr>
      </w:pPr>
      <w:r w:rsidRPr="0093353C">
        <w:t>Darstellung und ggf. Erläuterung der vorliegenden Situationsbeschreibung</w:t>
      </w:r>
    </w:p>
    <w:p w:rsidR="0074692A" w:rsidRPr="0093353C" w:rsidRDefault="0074692A" w:rsidP="006F4369">
      <w:pPr>
        <w:pStyle w:val="Listenabsatz"/>
        <w:rPr>
          <w:b/>
        </w:rPr>
      </w:pPr>
      <w:r w:rsidRPr="0093353C">
        <w:t>Klärung und Dokumentation von Ergänzungen und Korrekturen</w:t>
      </w:r>
    </w:p>
    <w:p w:rsidR="0074692A" w:rsidRPr="0018392F" w:rsidRDefault="0074692A" w:rsidP="006F4369">
      <w:pPr>
        <w:pStyle w:val="Listenabsatz"/>
        <w:rPr>
          <w:b/>
        </w:rPr>
      </w:pPr>
      <w:r w:rsidRPr="0018392F">
        <w:t xml:space="preserve">Bewertung der Situation und des zukünftigen Handlungsbedarfs </w:t>
      </w:r>
      <w:r w:rsidR="0018392F">
        <w:br/>
      </w:r>
      <w:r w:rsidRPr="0018392F">
        <w:t>(s. tabellarische Vorlage unten)</w:t>
      </w:r>
    </w:p>
    <w:p w:rsidR="0074692A" w:rsidRPr="0093353C" w:rsidRDefault="0074692A" w:rsidP="006F4369">
      <w:pPr>
        <w:pStyle w:val="Listenabsatz"/>
        <w:rPr>
          <w:b/>
        </w:rPr>
      </w:pPr>
      <w:r w:rsidRPr="0093353C">
        <w:t xml:space="preserve">Beschreibung des Handlungsbedarfs für alle Fragen </w:t>
      </w:r>
      <w:r w:rsidR="0093353C">
        <w:br/>
      </w:r>
      <w:r w:rsidRPr="0093353C">
        <w:t>(auch fehlender Handlungsbedarf ist zu begründen)</w:t>
      </w:r>
    </w:p>
    <w:p w:rsidR="00670039" w:rsidRDefault="00670039" w:rsidP="00670039">
      <w:pPr>
        <w:spacing w:after="240"/>
      </w:pPr>
    </w:p>
    <w:p w:rsidR="000A39DB" w:rsidRDefault="000A39DB" w:rsidP="006F4369">
      <w:pPr>
        <w:pStyle w:val="berschrift2"/>
        <w:sectPr w:rsidR="000A39DB" w:rsidSect="000F508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985" w:right="1418" w:bottom="1701" w:left="1418" w:header="567" w:footer="425" w:gutter="0"/>
          <w:cols w:space="708"/>
          <w:docGrid w:linePitch="360"/>
        </w:sectPr>
      </w:pPr>
    </w:p>
    <w:p w:rsidR="008800E1" w:rsidRPr="000F5082" w:rsidRDefault="00641CCF" w:rsidP="006F4369">
      <w:pPr>
        <w:pStyle w:val="berschrift2"/>
      </w:pPr>
      <w:r>
        <w:t>Bewertung</w:t>
      </w:r>
    </w:p>
    <w:p w:rsidR="00AF67AD" w:rsidRPr="00AF67AD" w:rsidRDefault="00AF67AD" w:rsidP="00AF67AD">
      <w:pPr>
        <w:spacing w:before="240"/>
        <w:contextualSpacing/>
        <w:rPr>
          <w:szCs w:val="20"/>
        </w:rPr>
      </w:pPr>
      <w:r w:rsidRPr="00AF67AD">
        <w:rPr>
          <w:szCs w:val="20"/>
        </w:rPr>
        <w:t>Zu jedem Themenfeld der Situationsbeschreibung sind Bewertungen (</w:t>
      </w:r>
      <w:r w:rsidR="0063228B">
        <w:rPr>
          <w:szCs w:val="20"/>
        </w:rPr>
        <w:t>Ampelsystem</w:t>
      </w:r>
      <w:r w:rsidRPr="00AF67AD">
        <w:rPr>
          <w:szCs w:val="20"/>
        </w:rPr>
        <w:t>) sowie qualitative Beschreibung</w:t>
      </w:r>
      <w:r w:rsidR="00641CCF">
        <w:rPr>
          <w:szCs w:val="20"/>
        </w:rPr>
        <w:t>en</w:t>
      </w:r>
      <w:r w:rsidRPr="00AF67AD">
        <w:rPr>
          <w:szCs w:val="20"/>
        </w:rPr>
        <w:t xml:space="preserve"> des Handlungsbedarfs</w:t>
      </w:r>
      <w:r w:rsidR="00641CCF">
        <w:rPr>
          <w:szCs w:val="20"/>
        </w:rPr>
        <w:t xml:space="preserve"> zu erarbeiten</w:t>
      </w:r>
      <w:r w:rsidRPr="00AF67AD">
        <w:rPr>
          <w:szCs w:val="20"/>
        </w:rPr>
        <w:t>.</w:t>
      </w:r>
    </w:p>
    <w:p w:rsidR="008800E1" w:rsidRDefault="00641CCF" w:rsidP="0018392F">
      <w:pPr>
        <w:spacing w:after="0"/>
        <w:contextualSpacing/>
        <w:rPr>
          <w:szCs w:val="20"/>
        </w:rPr>
      </w:pPr>
      <w:r>
        <w:rPr>
          <w:szCs w:val="20"/>
        </w:rPr>
        <w:t>D</w:t>
      </w:r>
      <w:r w:rsidR="00AF67AD" w:rsidRPr="00AF67AD">
        <w:rPr>
          <w:szCs w:val="20"/>
        </w:rPr>
        <w:t xml:space="preserve">ie Ergebnisse </w:t>
      </w:r>
      <w:r w:rsidR="00773427">
        <w:rPr>
          <w:szCs w:val="20"/>
        </w:rPr>
        <w:t>zu den Leitf</w:t>
      </w:r>
      <w:r w:rsidR="00AF67AD" w:rsidRPr="00AF67AD">
        <w:rPr>
          <w:szCs w:val="20"/>
        </w:rPr>
        <w:t>ragen</w:t>
      </w:r>
      <w:r w:rsidR="00773427">
        <w:rPr>
          <w:szCs w:val="20"/>
        </w:rPr>
        <w:t xml:space="preserve"> (in Kurzform im oberen Tabellenteil) </w:t>
      </w:r>
      <w:r w:rsidR="00AF67AD" w:rsidRPr="00AF67AD">
        <w:rPr>
          <w:szCs w:val="20"/>
        </w:rPr>
        <w:t xml:space="preserve">innerhalb eines Themenfelds </w:t>
      </w:r>
      <w:r>
        <w:rPr>
          <w:szCs w:val="20"/>
        </w:rPr>
        <w:t xml:space="preserve">können </w:t>
      </w:r>
      <w:r w:rsidR="00AF67AD" w:rsidRPr="00AF67AD">
        <w:rPr>
          <w:szCs w:val="20"/>
        </w:rPr>
        <w:t>zusammen</w:t>
      </w:r>
      <w:r>
        <w:rPr>
          <w:szCs w:val="20"/>
        </w:rPr>
        <w:t>fassend bewertet</w:t>
      </w:r>
      <w:r w:rsidR="00AF67AD" w:rsidRPr="00AF67AD">
        <w:rPr>
          <w:szCs w:val="20"/>
        </w:rPr>
        <w:t xml:space="preserve"> werden. Generell in der Bewertung getrennt bearbeitet werden sollten die Fragen zur Situation und dem Prozess der Informationsbeschaffung und Zuständigkeit. </w:t>
      </w:r>
    </w:p>
    <w:p w:rsidR="00F97D92" w:rsidRPr="0040325E" w:rsidRDefault="00F97D92" w:rsidP="0008569C">
      <w:pPr>
        <w:spacing w:after="360"/>
        <w:rPr>
          <w:rFonts w:cstheme="minorHAnsi"/>
          <w:szCs w:val="20"/>
        </w:rPr>
      </w:pPr>
      <w:r w:rsidRPr="0040325E">
        <w:rPr>
          <w:rFonts w:cstheme="minorHAnsi"/>
          <w:szCs w:val="20"/>
        </w:rPr>
        <w:t xml:space="preserve">Die folgenden </w:t>
      </w:r>
      <w:r w:rsidR="00577200">
        <w:rPr>
          <w:rFonts w:cstheme="minorHAnsi"/>
          <w:szCs w:val="20"/>
        </w:rPr>
        <w:t>Tabellen zeigen die Bewertung des Handlungsbedarfs in den einzelnen Themenfeldern.</w:t>
      </w:r>
    </w:p>
    <w:p w:rsidR="00F97D92" w:rsidRPr="0008569C" w:rsidRDefault="00577200" w:rsidP="0008569C">
      <w:pPr>
        <w:pStyle w:val="Themenfeld"/>
      </w:pPr>
      <w:r w:rsidRPr="0008569C">
        <w:t>Gesundheit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4387"/>
      </w:tblGrid>
      <w:tr w:rsidR="0063228B" w:rsidRPr="006D3EC3" w:rsidTr="00E27756">
        <w:trPr>
          <w:cantSplit/>
        </w:trPr>
        <w:tc>
          <w:tcPr>
            <w:tcW w:w="90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228B" w:rsidRPr="0063228B" w:rsidRDefault="0063228B" w:rsidP="008723A6">
            <w:pPr>
              <w:spacing w:before="120"/>
              <w:rPr>
                <w:b/>
              </w:rPr>
            </w:pPr>
            <w:r w:rsidRPr="0063228B">
              <w:rPr>
                <w:b/>
              </w:rPr>
              <w:t>Situationsbeschreibungen liegen vor für:</w:t>
            </w:r>
          </w:p>
          <w:p w:rsidR="0063228B" w:rsidRDefault="0063228B" w:rsidP="009F39F2">
            <w:pPr>
              <w:pStyle w:val="Listenabsatz"/>
              <w:numPr>
                <w:ilvl w:val="0"/>
                <w:numId w:val="5"/>
              </w:numPr>
            </w:pPr>
            <w:r>
              <w:t>Krankenstand (Alter, Beschäftigtengruppen)</w:t>
            </w:r>
          </w:p>
          <w:p w:rsidR="0063228B" w:rsidRDefault="0063228B" w:rsidP="009F39F2">
            <w:pPr>
              <w:pStyle w:val="Listenabsatz"/>
              <w:numPr>
                <w:ilvl w:val="0"/>
                <w:numId w:val="5"/>
              </w:numPr>
            </w:pPr>
            <w:r>
              <w:t>Entwicklung Krankenstand</w:t>
            </w:r>
          </w:p>
          <w:p w:rsidR="0063228B" w:rsidRDefault="0063228B" w:rsidP="009F39F2">
            <w:pPr>
              <w:pStyle w:val="Listenabsatz"/>
              <w:numPr>
                <w:ilvl w:val="0"/>
                <w:numId w:val="5"/>
              </w:numPr>
            </w:pPr>
            <w:r>
              <w:t>Kurz- und Langzeiterkrankungen</w:t>
            </w:r>
          </w:p>
        </w:tc>
      </w:tr>
      <w:tr w:rsidR="0030683F" w:rsidTr="00EA027F">
        <w:trPr>
          <w:cantSplit/>
        </w:trPr>
        <w:tc>
          <w:tcPr>
            <w:tcW w:w="2263" w:type="dxa"/>
            <w:shd w:val="clear" w:color="auto" w:fill="DBE5F1" w:themeFill="accent1" w:themeFillTint="33"/>
            <w:vAlign w:val="center"/>
          </w:tcPr>
          <w:p w:rsidR="0030683F" w:rsidRDefault="0063228B" w:rsidP="00B85FAA">
            <w:pPr>
              <w:spacing w:before="120" w:after="120"/>
            </w:pPr>
            <w:r>
              <w:t>A</w:t>
            </w:r>
            <w:r w:rsidR="00D70383">
              <w:t>ktuelle Situation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="0030683F" w:rsidRDefault="0063228B" w:rsidP="00B85FAA">
            <w:pPr>
              <w:spacing w:before="120" w:after="120"/>
            </w:pPr>
            <w:r>
              <w:t>Z</w:t>
            </w:r>
            <w:r w:rsidR="00D70383">
              <w:t>ukünftige Entwicklung</w:t>
            </w:r>
          </w:p>
        </w:tc>
        <w:tc>
          <w:tcPr>
            <w:tcW w:w="4387" w:type="dxa"/>
            <w:shd w:val="clear" w:color="auto" w:fill="DBE5F1" w:themeFill="accent1" w:themeFillTint="33"/>
            <w:vAlign w:val="center"/>
          </w:tcPr>
          <w:p w:rsidR="0030683F" w:rsidRDefault="00D70383" w:rsidP="00B85FAA">
            <w:pPr>
              <w:spacing w:before="120" w:after="120"/>
            </w:pPr>
            <w:r>
              <w:t>Handlungsbedarf</w:t>
            </w:r>
          </w:p>
        </w:tc>
      </w:tr>
      <w:tr w:rsidR="00963518" w:rsidTr="00EA027F">
        <w:trPr>
          <w:cantSplit/>
        </w:trPr>
        <w:tc>
          <w:tcPr>
            <w:tcW w:w="2263" w:type="dxa"/>
          </w:tcPr>
          <w:sdt>
            <w:sdtPr>
              <w:rPr>
                <w:rStyle w:val="green-dotZchn"/>
              </w:rPr>
              <w:id w:val="1574624498"/>
              <w:placeholder>
                <w:docPart w:val="A12888E6026B47B5A994573F40413F19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963518" w:rsidRDefault="0063228B" w:rsidP="006D3EC3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-771627168"/>
              <w:placeholder>
                <w:docPart w:val="9BEA63536E8F44A5A66D9B04264C9BF7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17481D" w:rsidRDefault="0081062C" w:rsidP="006D3EC3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842676555"/>
              <w:placeholder>
                <w:docPart w:val="A0727644F8D34C9DA02023C339D24747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17481D" w:rsidRDefault="0063228B" w:rsidP="0063228B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tc>
          <w:tcPr>
            <w:tcW w:w="2410" w:type="dxa"/>
          </w:tcPr>
          <w:sdt>
            <w:sdtPr>
              <w:rPr>
                <w:rStyle w:val="green-dotZchn"/>
              </w:rPr>
              <w:id w:val="1659799933"/>
              <w:placeholder>
                <w:docPart w:val="4FCEDE49690E40C896FD479C7321A07A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6D3EC3" w:rsidP="006D3EC3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-816412422"/>
              <w:placeholder>
                <w:docPart w:val="C9F7B022FF694D9687C530B49B69C9CE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6D3EC3" w:rsidP="006D3EC3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703442388"/>
              <w:placeholder>
                <w:docPart w:val="009F342C63C74026A66261B408F07469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963518" w:rsidRDefault="0063228B" w:rsidP="0063228B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sdt>
          <w:sdtPr>
            <w:rPr>
              <w:rStyle w:val="InputZchn"/>
            </w:rPr>
            <w:id w:val="-913928073"/>
            <w:placeholder>
              <w:docPart w:val="056A768584254A7F88FC7C8D59D8FAA0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4387" w:type="dxa"/>
              </w:tcPr>
              <w:p w:rsidR="00963518" w:rsidRDefault="00D70383" w:rsidP="006D3EC3">
                <w:pPr>
                  <w:spacing w:before="120"/>
                </w:pPr>
                <w:r w:rsidRPr="00076875">
                  <w:rPr>
                    <w:rStyle w:val="Platzhaltertext"/>
                  </w:rPr>
                  <w:t xml:space="preserve">Klicken Sie hier, um </w:t>
                </w:r>
                <w:r>
                  <w:rPr>
                    <w:rStyle w:val="Platzhaltertext"/>
                  </w:rPr>
                  <w:t>den Handlungsbedarf</w:t>
                </w:r>
                <w:r w:rsidRPr="00076875">
                  <w:rPr>
                    <w:rStyle w:val="Platzhaltertext"/>
                  </w:rPr>
                  <w:t xml:space="preserve"> einzugeben.</w:t>
                </w:r>
              </w:p>
            </w:tc>
          </w:sdtContent>
        </w:sdt>
      </w:tr>
    </w:tbl>
    <w:p w:rsidR="002E6432" w:rsidRDefault="002E6432" w:rsidP="002E6432">
      <w:pPr>
        <w:spacing w:after="120"/>
      </w:pPr>
    </w:p>
    <w:p w:rsidR="00F97D92" w:rsidRPr="00577200" w:rsidRDefault="00577200" w:rsidP="006F4369">
      <w:pPr>
        <w:pStyle w:val="Themenfeld"/>
      </w:pPr>
      <w:r>
        <w:t>Arbeitsplätze und Arbeitsorganisation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77"/>
        <w:gridCol w:w="2408"/>
        <w:gridCol w:w="4375"/>
      </w:tblGrid>
      <w:tr w:rsidR="0063228B" w:rsidRPr="00FC3D89" w:rsidTr="00D7684C">
        <w:trPr>
          <w:cantSplit/>
        </w:trPr>
        <w:tc>
          <w:tcPr>
            <w:tcW w:w="90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228B" w:rsidRPr="00E867DD" w:rsidRDefault="00E867DD" w:rsidP="008723A6">
            <w:pPr>
              <w:spacing w:before="120"/>
              <w:rPr>
                <w:b/>
              </w:rPr>
            </w:pPr>
            <w:r w:rsidRPr="00E867DD">
              <w:rPr>
                <w:b/>
              </w:rPr>
              <w:lastRenderedPageBreak/>
              <w:t>Situationsbeschreibungen liegen vor für:</w:t>
            </w:r>
          </w:p>
          <w:p w:rsidR="0063228B" w:rsidRPr="00FC3D89" w:rsidRDefault="0063228B" w:rsidP="006F4369">
            <w:pPr>
              <w:pStyle w:val="Listenabsatz"/>
            </w:pPr>
            <w:r w:rsidRPr="00FC3D89">
              <w:t xml:space="preserve">Physische und psychische Belastungen </w:t>
            </w:r>
          </w:p>
          <w:p w:rsidR="0063228B" w:rsidRPr="0063228B" w:rsidRDefault="0063228B" w:rsidP="006F4369">
            <w:pPr>
              <w:pStyle w:val="Listenabsatz"/>
            </w:pPr>
            <w:r w:rsidRPr="00FC3D89">
              <w:t>Belastungen nach Alter / Beschäftigtengruppen</w:t>
            </w:r>
          </w:p>
          <w:p w:rsidR="0063228B" w:rsidRDefault="0063228B" w:rsidP="006F4369">
            <w:pPr>
              <w:pStyle w:val="Listenabsatz"/>
            </w:pPr>
            <w:r w:rsidRPr="0063228B">
              <w:t>Förderliche Eigenschaften der Arbeitsorganisation und Abläufe</w:t>
            </w:r>
          </w:p>
          <w:p w:rsidR="005A7E15" w:rsidRPr="005A7E15" w:rsidRDefault="005A7E15" w:rsidP="006F4369">
            <w:pPr>
              <w:pStyle w:val="Listenabsatz"/>
            </w:pPr>
            <w:r>
              <w:t>Erkennung und Vermeidung von Belastungen</w:t>
            </w:r>
          </w:p>
          <w:p w:rsidR="0063228B" w:rsidRPr="00FC3D89" w:rsidRDefault="0063228B" w:rsidP="006F4369">
            <w:pPr>
              <w:pStyle w:val="Listenabsatz"/>
            </w:pPr>
            <w:r w:rsidRPr="0063228B">
              <w:t xml:space="preserve">Belastende / förderliche Merkmale </w:t>
            </w:r>
            <w:r w:rsidR="006F4369">
              <w:t>der Arbeitszeitregelung</w:t>
            </w:r>
          </w:p>
        </w:tc>
      </w:tr>
      <w:tr w:rsidR="006D3EC3" w:rsidTr="00EA027F">
        <w:trPr>
          <w:cantSplit/>
        </w:trPr>
        <w:tc>
          <w:tcPr>
            <w:tcW w:w="2277" w:type="dxa"/>
            <w:shd w:val="clear" w:color="auto" w:fill="DBE5F1" w:themeFill="accent1" w:themeFillTint="33"/>
            <w:vAlign w:val="center"/>
          </w:tcPr>
          <w:p w:rsidR="006D3EC3" w:rsidRDefault="00E867DD" w:rsidP="00E867DD">
            <w:pPr>
              <w:spacing w:before="120" w:after="120"/>
            </w:pPr>
            <w:r>
              <w:t>A</w:t>
            </w:r>
            <w:r w:rsidR="006D3EC3">
              <w:t>ktuelle Situation</w:t>
            </w:r>
          </w:p>
        </w:tc>
        <w:tc>
          <w:tcPr>
            <w:tcW w:w="2408" w:type="dxa"/>
            <w:shd w:val="clear" w:color="auto" w:fill="DBE5F1" w:themeFill="accent1" w:themeFillTint="33"/>
            <w:vAlign w:val="center"/>
          </w:tcPr>
          <w:p w:rsidR="006D3EC3" w:rsidRDefault="00E867DD" w:rsidP="00E867DD">
            <w:pPr>
              <w:spacing w:before="120" w:after="120"/>
            </w:pPr>
            <w:r>
              <w:t>Z</w:t>
            </w:r>
            <w:r w:rsidR="006D3EC3">
              <w:t>ukünftige Entwicklung</w:t>
            </w:r>
          </w:p>
        </w:tc>
        <w:tc>
          <w:tcPr>
            <w:tcW w:w="4375" w:type="dxa"/>
            <w:shd w:val="clear" w:color="auto" w:fill="DBE5F1" w:themeFill="accent1" w:themeFillTint="33"/>
            <w:vAlign w:val="center"/>
          </w:tcPr>
          <w:p w:rsidR="006D3EC3" w:rsidRDefault="006D3EC3" w:rsidP="00E867DD">
            <w:pPr>
              <w:spacing w:before="120" w:after="120"/>
            </w:pPr>
            <w:r>
              <w:t>Handlungsbedarf</w:t>
            </w:r>
          </w:p>
        </w:tc>
      </w:tr>
      <w:tr w:rsidR="006D3EC3" w:rsidTr="00EA027F">
        <w:trPr>
          <w:cantSplit/>
        </w:trPr>
        <w:tc>
          <w:tcPr>
            <w:tcW w:w="2277" w:type="dxa"/>
          </w:tcPr>
          <w:sdt>
            <w:sdtPr>
              <w:rPr>
                <w:rStyle w:val="green-dotZchn"/>
              </w:rPr>
              <w:id w:val="1697808433"/>
              <w:placeholder>
                <w:docPart w:val="6A94894215764388B71A005D110AD677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6D3EC3" w:rsidP="00B66368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1187792076"/>
              <w:placeholder>
                <w:docPart w:val="7BA0284DB3C942E69D3BFC023AABDF7B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6D3EC3" w:rsidP="00B66368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-1762058832"/>
              <w:placeholder>
                <w:docPart w:val="4EF4C72251E64A5BBFB80DAD9264B67E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E867DD" w:rsidP="00E867DD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tc>
          <w:tcPr>
            <w:tcW w:w="2408" w:type="dxa"/>
          </w:tcPr>
          <w:sdt>
            <w:sdtPr>
              <w:rPr>
                <w:rStyle w:val="green-dotZchn"/>
              </w:rPr>
              <w:id w:val="1197274135"/>
              <w:placeholder>
                <w:docPart w:val="FBAA1E2793FF4AC7A30704800464BBCC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E867DD" w:rsidP="00B66368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-1801143745"/>
              <w:placeholder>
                <w:docPart w:val="594775EF2E414D9587D74C98C0988CE0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E867DD" w:rsidP="00B66368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1794716316"/>
              <w:placeholder>
                <w:docPart w:val="291DF0CEC82F4C9E8416C0F18D59C1E2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E867DD" w:rsidP="00E867DD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sdt>
          <w:sdtPr>
            <w:rPr>
              <w:rStyle w:val="InputZchn"/>
            </w:rPr>
            <w:id w:val="-579597498"/>
            <w:placeholder>
              <w:docPart w:val="005E1719FAA6407B8CEDC941899F446C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4375" w:type="dxa"/>
              </w:tcPr>
              <w:p w:rsidR="006D3EC3" w:rsidRDefault="006D3EC3" w:rsidP="00B66368">
                <w:pPr>
                  <w:spacing w:before="120"/>
                </w:pPr>
                <w:r w:rsidRPr="00076875">
                  <w:rPr>
                    <w:rStyle w:val="Platzhaltertext"/>
                  </w:rPr>
                  <w:t xml:space="preserve">Klicken Sie hier, um </w:t>
                </w:r>
                <w:r>
                  <w:rPr>
                    <w:rStyle w:val="Platzhaltertext"/>
                  </w:rPr>
                  <w:t>den Handlungsbedarf</w:t>
                </w:r>
                <w:r w:rsidRPr="00076875">
                  <w:rPr>
                    <w:rStyle w:val="Platzhaltertext"/>
                  </w:rPr>
                  <w:t xml:space="preserve"> einzugeben.</w:t>
                </w:r>
              </w:p>
            </w:tc>
          </w:sdtContent>
        </w:sdt>
      </w:tr>
    </w:tbl>
    <w:p w:rsidR="002E6432" w:rsidRDefault="002E6432" w:rsidP="002E6432">
      <w:pPr>
        <w:spacing w:after="120"/>
      </w:pPr>
    </w:p>
    <w:p w:rsidR="00803B9B" w:rsidRPr="00577200" w:rsidRDefault="00963518" w:rsidP="006F4369">
      <w:pPr>
        <w:pStyle w:val="Themenfeld"/>
      </w:pPr>
      <w:r>
        <w:t>Wissen und Qualifikation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77"/>
        <w:gridCol w:w="2408"/>
        <w:gridCol w:w="4375"/>
      </w:tblGrid>
      <w:tr w:rsidR="00E867DD" w:rsidRPr="006D3EC3" w:rsidTr="000C6960">
        <w:trPr>
          <w:cantSplit/>
        </w:trPr>
        <w:tc>
          <w:tcPr>
            <w:tcW w:w="90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E867DD" w:rsidRPr="00E867DD" w:rsidRDefault="00E867DD" w:rsidP="00E867DD">
            <w:pPr>
              <w:spacing w:before="120"/>
              <w:rPr>
                <w:b/>
              </w:rPr>
            </w:pPr>
            <w:r w:rsidRPr="00E867DD">
              <w:rPr>
                <w:b/>
              </w:rPr>
              <w:t>Situationsbeschreibungen liegen vor für:</w:t>
            </w:r>
          </w:p>
          <w:p w:rsidR="00E867DD" w:rsidRDefault="00E867DD" w:rsidP="009F39F2">
            <w:pPr>
              <w:pStyle w:val="Listenabsatz"/>
              <w:numPr>
                <w:ilvl w:val="0"/>
                <w:numId w:val="7"/>
              </w:numPr>
            </w:pPr>
            <w:r>
              <w:t>Umsetzung Weiterbildung / Qualifizierung</w:t>
            </w:r>
          </w:p>
          <w:p w:rsidR="00E867DD" w:rsidRDefault="00E867DD" w:rsidP="009F39F2">
            <w:pPr>
              <w:pStyle w:val="Listenabsatz"/>
              <w:numPr>
                <w:ilvl w:val="0"/>
                <w:numId w:val="7"/>
              </w:numPr>
            </w:pPr>
            <w:r>
              <w:t>Verteilung Wissen / Know-how im Unternehmen</w:t>
            </w:r>
          </w:p>
          <w:p w:rsidR="00E867DD" w:rsidRDefault="00E867DD" w:rsidP="009F39F2">
            <w:pPr>
              <w:pStyle w:val="Listenabsatz"/>
              <w:numPr>
                <w:ilvl w:val="0"/>
                <w:numId w:val="7"/>
              </w:numPr>
            </w:pPr>
            <w:r w:rsidRPr="00E867DD">
              <w:t>Beteiligung der Beschäftigtengruppen an Weiterbildung und Lernprozessen</w:t>
            </w:r>
          </w:p>
        </w:tc>
      </w:tr>
      <w:tr w:rsidR="006D3EC3" w:rsidTr="00EA027F">
        <w:trPr>
          <w:cantSplit/>
        </w:trPr>
        <w:tc>
          <w:tcPr>
            <w:tcW w:w="2277" w:type="dxa"/>
            <w:shd w:val="clear" w:color="auto" w:fill="DBE5F1" w:themeFill="accent1" w:themeFillTint="33"/>
            <w:vAlign w:val="center"/>
          </w:tcPr>
          <w:p w:rsidR="006D3EC3" w:rsidRDefault="00E867DD" w:rsidP="00E867DD">
            <w:pPr>
              <w:spacing w:before="120" w:after="120"/>
            </w:pPr>
            <w:r>
              <w:t>A</w:t>
            </w:r>
            <w:r w:rsidR="006D3EC3">
              <w:t>ktuelle Situation</w:t>
            </w:r>
          </w:p>
        </w:tc>
        <w:tc>
          <w:tcPr>
            <w:tcW w:w="2408" w:type="dxa"/>
            <w:shd w:val="clear" w:color="auto" w:fill="DBE5F1" w:themeFill="accent1" w:themeFillTint="33"/>
            <w:vAlign w:val="center"/>
          </w:tcPr>
          <w:p w:rsidR="006D3EC3" w:rsidRDefault="00E867DD" w:rsidP="00E867DD">
            <w:pPr>
              <w:spacing w:before="120" w:after="120"/>
            </w:pPr>
            <w:r>
              <w:t>Z</w:t>
            </w:r>
            <w:r w:rsidR="006D3EC3">
              <w:t>ukünftige Entwicklung</w:t>
            </w:r>
          </w:p>
        </w:tc>
        <w:tc>
          <w:tcPr>
            <w:tcW w:w="4375" w:type="dxa"/>
            <w:shd w:val="clear" w:color="auto" w:fill="DBE5F1" w:themeFill="accent1" w:themeFillTint="33"/>
            <w:vAlign w:val="center"/>
          </w:tcPr>
          <w:p w:rsidR="006D3EC3" w:rsidRDefault="006D3EC3" w:rsidP="00E867DD">
            <w:pPr>
              <w:spacing w:before="120" w:after="120"/>
            </w:pPr>
            <w:r>
              <w:t>Handlungsbedarf</w:t>
            </w:r>
          </w:p>
        </w:tc>
      </w:tr>
      <w:tr w:rsidR="006D3EC3" w:rsidTr="00EA027F">
        <w:trPr>
          <w:cantSplit/>
        </w:trPr>
        <w:tc>
          <w:tcPr>
            <w:tcW w:w="2277" w:type="dxa"/>
          </w:tcPr>
          <w:sdt>
            <w:sdtPr>
              <w:rPr>
                <w:rStyle w:val="green-dotZchn"/>
              </w:rPr>
              <w:id w:val="686647156"/>
              <w:placeholder>
                <w:docPart w:val="F2EE9CE66A5D4DE0A94F2A47A6ADAECD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EE1FB1" w:rsidP="00B66368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331650511"/>
              <w:placeholder>
                <w:docPart w:val="DD0C6D8ED33F4150B74B94FA4632597F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6D3EC3" w:rsidP="00B66368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-1866046084"/>
              <w:placeholder>
                <w:docPart w:val="62F169ABE09D4EC1B47F3EDC53A7765B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EE1FB1" w:rsidP="00EE1FB1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tc>
          <w:tcPr>
            <w:tcW w:w="2408" w:type="dxa"/>
          </w:tcPr>
          <w:sdt>
            <w:sdtPr>
              <w:rPr>
                <w:rStyle w:val="green-dotZchn"/>
              </w:rPr>
              <w:id w:val="-1333219299"/>
              <w:placeholder>
                <w:docPart w:val="81C26D5194AE4C07940B503E9EEAD5B4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EE1FB1" w:rsidP="00B66368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-1493630415"/>
              <w:placeholder>
                <w:docPart w:val="2D6FBFA1F3914C88A8D5F212E620AF1B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EE1FB1" w:rsidP="00B66368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1396234743"/>
              <w:placeholder>
                <w:docPart w:val="9686A2697AD042618D70E9B1AD780039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6D3EC3" w:rsidRDefault="00EE1FB1" w:rsidP="00EE1FB1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sdt>
          <w:sdtPr>
            <w:rPr>
              <w:rStyle w:val="InputZchn"/>
            </w:rPr>
            <w:id w:val="998004302"/>
            <w:placeholder>
              <w:docPart w:val="A3C6107ACF6C4166B8ECD124475EB0F8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4375" w:type="dxa"/>
              </w:tcPr>
              <w:p w:rsidR="006D3EC3" w:rsidRDefault="006D3EC3" w:rsidP="00B66368">
                <w:pPr>
                  <w:spacing w:before="120"/>
                </w:pPr>
                <w:r w:rsidRPr="00076875">
                  <w:rPr>
                    <w:rStyle w:val="Platzhaltertext"/>
                  </w:rPr>
                  <w:t xml:space="preserve">Klicken Sie hier, um </w:t>
                </w:r>
                <w:r>
                  <w:rPr>
                    <w:rStyle w:val="Platzhaltertext"/>
                  </w:rPr>
                  <w:t>den Handlungsbedarf</w:t>
                </w:r>
                <w:r w:rsidRPr="00076875">
                  <w:rPr>
                    <w:rStyle w:val="Platzhaltertext"/>
                  </w:rPr>
                  <w:t xml:space="preserve"> einzugeben.</w:t>
                </w:r>
              </w:p>
            </w:tc>
          </w:sdtContent>
        </w:sdt>
      </w:tr>
    </w:tbl>
    <w:p w:rsidR="00803B9B" w:rsidRDefault="00803B9B" w:rsidP="00F97D92">
      <w:pPr>
        <w:spacing w:before="200" w:after="120"/>
      </w:pPr>
    </w:p>
    <w:p w:rsidR="00F86E23" w:rsidRPr="00577200" w:rsidRDefault="00F86E23" w:rsidP="006F4369">
      <w:pPr>
        <w:pStyle w:val="Themenfeld"/>
      </w:pPr>
      <w:r>
        <w:t>Unternehmensentwicklung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77"/>
        <w:gridCol w:w="2408"/>
        <w:gridCol w:w="4375"/>
      </w:tblGrid>
      <w:tr w:rsidR="00EE1FB1" w:rsidRPr="006D3EC3" w:rsidTr="00CA74C4">
        <w:trPr>
          <w:cantSplit/>
        </w:trPr>
        <w:tc>
          <w:tcPr>
            <w:tcW w:w="90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EE1FB1" w:rsidRPr="00EE1FB1" w:rsidRDefault="00EE1FB1" w:rsidP="00EE1FB1">
            <w:pPr>
              <w:spacing w:before="120"/>
              <w:rPr>
                <w:b/>
              </w:rPr>
            </w:pPr>
            <w:r w:rsidRPr="00EE1FB1">
              <w:rPr>
                <w:b/>
              </w:rPr>
              <w:t>Situationsbeschreibungen liegen vor für:</w:t>
            </w:r>
          </w:p>
          <w:p w:rsidR="00EE1FB1" w:rsidRDefault="00EE1FB1" w:rsidP="009F39F2">
            <w:pPr>
              <w:pStyle w:val="Listenabsatz"/>
              <w:numPr>
                <w:ilvl w:val="0"/>
                <w:numId w:val="8"/>
              </w:numPr>
            </w:pPr>
            <w:r>
              <w:t xml:space="preserve">Erkennen von Innovationsbedarf </w:t>
            </w:r>
          </w:p>
          <w:p w:rsidR="00EE1FB1" w:rsidRPr="00EE1FB1" w:rsidRDefault="00EE1FB1" w:rsidP="009F39F2">
            <w:pPr>
              <w:pStyle w:val="Listenabsatz"/>
              <w:numPr>
                <w:ilvl w:val="0"/>
                <w:numId w:val="8"/>
              </w:numPr>
            </w:pPr>
            <w:r>
              <w:t>Umsetzung von Veränderungen</w:t>
            </w:r>
          </w:p>
          <w:p w:rsidR="00EE1FB1" w:rsidRDefault="00EE1FB1" w:rsidP="009F39F2">
            <w:pPr>
              <w:pStyle w:val="Listenabsatz"/>
              <w:numPr>
                <w:ilvl w:val="0"/>
                <w:numId w:val="8"/>
              </w:numPr>
            </w:pPr>
            <w:r w:rsidRPr="00EE1FB1">
              <w:t>Beteiligung der Beschäftigtengruppen an Veränderungen</w:t>
            </w:r>
          </w:p>
        </w:tc>
      </w:tr>
      <w:tr w:rsidR="00F86E23" w:rsidTr="00EA027F">
        <w:trPr>
          <w:cantSplit/>
        </w:trPr>
        <w:tc>
          <w:tcPr>
            <w:tcW w:w="2277" w:type="dxa"/>
            <w:shd w:val="clear" w:color="auto" w:fill="DBE5F1" w:themeFill="accent1" w:themeFillTint="33"/>
            <w:vAlign w:val="center"/>
          </w:tcPr>
          <w:p w:rsidR="00F86E23" w:rsidRDefault="00031F80" w:rsidP="00031F80">
            <w:pPr>
              <w:spacing w:before="120" w:after="120"/>
            </w:pPr>
            <w:r>
              <w:t>A</w:t>
            </w:r>
            <w:r w:rsidR="00F86E23">
              <w:t>ktuelle Situation</w:t>
            </w:r>
          </w:p>
        </w:tc>
        <w:tc>
          <w:tcPr>
            <w:tcW w:w="2408" w:type="dxa"/>
            <w:shd w:val="clear" w:color="auto" w:fill="DBE5F1" w:themeFill="accent1" w:themeFillTint="33"/>
            <w:vAlign w:val="center"/>
          </w:tcPr>
          <w:p w:rsidR="00F86E23" w:rsidRDefault="00031F80" w:rsidP="00031F80">
            <w:pPr>
              <w:spacing w:before="120" w:after="120"/>
            </w:pPr>
            <w:r>
              <w:t>Z</w:t>
            </w:r>
            <w:r w:rsidR="00F86E23">
              <w:t>ukünftige Entwicklung</w:t>
            </w:r>
          </w:p>
        </w:tc>
        <w:tc>
          <w:tcPr>
            <w:tcW w:w="4375" w:type="dxa"/>
            <w:shd w:val="clear" w:color="auto" w:fill="DBE5F1" w:themeFill="accent1" w:themeFillTint="33"/>
            <w:vAlign w:val="center"/>
          </w:tcPr>
          <w:p w:rsidR="00F86E23" w:rsidRDefault="00F86E23" w:rsidP="00031F80">
            <w:pPr>
              <w:spacing w:before="120" w:after="120"/>
            </w:pPr>
            <w:r>
              <w:t>Handlungsbedarf</w:t>
            </w:r>
          </w:p>
        </w:tc>
      </w:tr>
      <w:tr w:rsidR="00F86E23" w:rsidTr="00EA027F">
        <w:trPr>
          <w:cantSplit/>
        </w:trPr>
        <w:tc>
          <w:tcPr>
            <w:tcW w:w="2277" w:type="dxa"/>
          </w:tcPr>
          <w:sdt>
            <w:sdtPr>
              <w:rPr>
                <w:rStyle w:val="green-dotZchn"/>
              </w:rPr>
              <w:id w:val="366185786"/>
              <w:placeholder>
                <w:docPart w:val="9BBACF9331B64E3BB173A3B7BB477285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8723A6" w:rsidP="00B66368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1456753846"/>
              <w:placeholder>
                <w:docPart w:val="E85E0AC8AC344B1293B842EFA26F515F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EE1FB1" w:rsidP="00B66368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868190309"/>
              <w:placeholder>
                <w:docPart w:val="B0B08C39EF6F4CABA5C6C788FC6C703F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EE1FB1" w:rsidP="00EE1FB1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tc>
          <w:tcPr>
            <w:tcW w:w="2408" w:type="dxa"/>
          </w:tcPr>
          <w:sdt>
            <w:sdtPr>
              <w:rPr>
                <w:rStyle w:val="green-dotZchn"/>
              </w:rPr>
              <w:id w:val="-313105509"/>
              <w:placeholder>
                <w:docPart w:val="CA1F2B7C56E640008421C3174D4A0FC4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EE1FB1" w:rsidP="00B66368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-1926261014"/>
              <w:placeholder>
                <w:docPart w:val="FDC5B0AC639E460CB20E5B4121F3022C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EE1FB1" w:rsidP="00B66368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14662051"/>
              <w:placeholder>
                <w:docPart w:val="A3AEBED4AEF543ED8D0965D1D4AC6A64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EE1FB1" w:rsidP="00EE1FB1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sdt>
          <w:sdtPr>
            <w:rPr>
              <w:rStyle w:val="InputZchn"/>
            </w:rPr>
            <w:id w:val="-1457331530"/>
            <w:placeholder>
              <w:docPart w:val="574B273EB4694A75BD520BE39EBA3B86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4375" w:type="dxa"/>
              </w:tcPr>
              <w:p w:rsidR="00F86E23" w:rsidRDefault="00F86E23" w:rsidP="00B66368">
                <w:pPr>
                  <w:spacing w:before="120"/>
                </w:pPr>
                <w:r w:rsidRPr="00076875">
                  <w:rPr>
                    <w:rStyle w:val="Platzhaltertext"/>
                  </w:rPr>
                  <w:t xml:space="preserve">Klicken Sie hier, um </w:t>
                </w:r>
                <w:r>
                  <w:rPr>
                    <w:rStyle w:val="Platzhaltertext"/>
                  </w:rPr>
                  <w:t>den Handlungsbedarf</w:t>
                </w:r>
                <w:r w:rsidRPr="00076875">
                  <w:rPr>
                    <w:rStyle w:val="Platzhaltertext"/>
                  </w:rPr>
                  <w:t xml:space="preserve"> einzugeben.</w:t>
                </w:r>
              </w:p>
            </w:tc>
          </w:sdtContent>
        </w:sdt>
      </w:tr>
    </w:tbl>
    <w:p w:rsidR="00F86E23" w:rsidRDefault="00F86E23" w:rsidP="00F97D92">
      <w:pPr>
        <w:spacing w:before="200" w:after="120"/>
      </w:pPr>
    </w:p>
    <w:p w:rsidR="00F86E23" w:rsidRPr="00577200" w:rsidRDefault="00F86E23" w:rsidP="006F4369">
      <w:pPr>
        <w:pStyle w:val="Themenfeld"/>
      </w:pPr>
      <w:r>
        <w:t>Personal und Rekrutierung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77"/>
        <w:gridCol w:w="2408"/>
        <w:gridCol w:w="4375"/>
      </w:tblGrid>
      <w:tr w:rsidR="006F4369" w:rsidRPr="006D3EC3" w:rsidTr="00F81C14">
        <w:trPr>
          <w:cantSplit/>
        </w:trPr>
        <w:tc>
          <w:tcPr>
            <w:tcW w:w="90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6F4369" w:rsidRPr="00EE1FB1" w:rsidRDefault="006F4369" w:rsidP="006F4369">
            <w:pPr>
              <w:spacing w:before="120"/>
              <w:rPr>
                <w:b/>
              </w:rPr>
            </w:pPr>
            <w:r w:rsidRPr="00EE1FB1">
              <w:rPr>
                <w:b/>
              </w:rPr>
              <w:t>Situationsbeschreibungen liegen vor für:</w:t>
            </w:r>
          </w:p>
          <w:p w:rsidR="006F4369" w:rsidRDefault="006F4369" w:rsidP="006F4369">
            <w:pPr>
              <w:pStyle w:val="Listenabsatz"/>
            </w:pPr>
            <w:r>
              <w:t>Erfahrung Personalgewinnung</w:t>
            </w:r>
          </w:p>
          <w:p w:rsidR="006F4369" w:rsidRDefault="006F4369" w:rsidP="006F4369">
            <w:pPr>
              <w:pStyle w:val="Listenabsatz"/>
            </w:pPr>
            <w:r>
              <w:t>Erfahrung Personalbindung</w:t>
            </w:r>
          </w:p>
          <w:p w:rsidR="006F4369" w:rsidRDefault="006F4369" w:rsidP="006F4369">
            <w:pPr>
              <w:pStyle w:val="Listenabsatz"/>
            </w:pPr>
            <w:r>
              <w:t xml:space="preserve">Situation Personalfluktuation </w:t>
            </w:r>
          </w:p>
        </w:tc>
      </w:tr>
      <w:tr w:rsidR="00F86E23" w:rsidTr="00EA027F">
        <w:trPr>
          <w:cantSplit/>
        </w:trPr>
        <w:tc>
          <w:tcPr>
            <w:tcW w:w="2277" w:type="dxa"/>
            <w:shd w:val="clear" w:color="auto" w:fill="DBE5F1" w:themeFill="accent1" w:themeFillTint="33"/>
            <w:vAlign w:val="center"/>
          </w:tcPr>
          <w:p w:rsidR="00F86E23" w:rsidRDefault="006F4369" w:rsidP="006F4369">
            <w:pPr>
              <w:spacing w:before="120" w:after="120"/>
            </w:pPr>
            <w:r>
              <w:lastRenderedPageBreak/>
              <w:t>A</w:t>
            </w:r>
            <w:r w:rsidR="00F86E23">
              <w:t>ktuelle Situation</w:t>
            </w:r>
          </w:p>
        </w:tc>
        <w:tc>
          <w:tcPr>
            <w:tcW w:w="2408" w:type="dxa"/>
            <w:shd w:val="clear" w:color="auto" w:fill="DBE5F1" w:themeFill="accent1" w:themeFillTint="33"/>
            <w:vAlign w:val="center"/>
          </w:tcPr>
          <w:p w:rsidR="00F86E23" w:rsidRDefault="006F4369" w:rsidP="006F4369">
            <w:pPr>
              <w:spacing w:before="120" w:after="120"/>
            </w:pPr>
            <w:r>
              <w:t>Z</w:t>
            </w:r>
            <w:r w:rsidR="00F86E23">
              <w:t>ukünftige Entwicklung</w:t>
            </w:r>
          </w:p>
        </w:tc>
        <w:tc>
          <w:tcPr>
            <w:tcW w:w="4375" w:type="dxa"/>
            <w:shd w:val="clear" w:color="auto" w:fill="DBE5F1" w:themeFill="accent1" w:themeFillTint="33"/>
            <w:vAlign w:val="center"/>
          </w:tcPr>
          <w:p w:rsidR="00F86E23" w:rsidRDefault="00F86E23" w:rsidP="006F4369">
            <w:pPr>
              <w:spacing w:before="120" w:after="120"/>
            </w:pPr>
            <w:r>
              <w:t>Handlungsbedarf</w:t>
            </w:r>
          </w:p>
        </w:tc>
      </w:tr>
      <w:tr w:rsidR="00F86E23" w:rsidTr="00EA027F">
        <w:trPr>
          <w:cantSplit/>
        </w:trPr>
        <w:tc>
          <w:tcPr>
            <w:tcW w:w="2277" w:type="dxa"/>
          </w:tcPr>
          <w:sdt>
            <w:sdtPr>
              <w:rPr>
                <w:rStyle w:val="green-dotZchn"/>
              </w:rPr>
              <w:id w:val="57132888"/>
              <w:placeholder>
                <w:docPart w:val="05C106D15A464BE4955642164BD41257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F86E23" w:rsidP="00B66368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-654384466"/>
              <w:placeholder>
                <w:docPart w:val="4007FFB79449420AB68C777E4BF11BCE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F86E23" w:rsidP="00B66368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-1599172056"/>
              <w:placeholder>
                <w:docPart w:val="C3D8EDD511B34E00B298AED966542C66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6F4369" w:rsidP="006F4369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tc>
          <w:tcPr>
            <w:tcW w:w="2408" w:type="dxa"/>
          </w:tcPr>
          <w:sdt>
            <w:sdtPr>
              <w:rPr>
                <w:rStyle w:val="green-dotZchn"/>
              </w:rPr>
              <w:id w:val="1695873311"/>
              <w:placeholder>
                <w:docPart w:val="81919707B9E940E5BF305AADB551ACA3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F86E23" w:rsidP="00B66368">
                <w:r>
                  <w:rPr>
                    <w:rStyle w:val="Platzhaltertext"/>
                  </w:rPr>
                  <w:t xml:space="preserve">Anzahl </w:t>
                </w:r>
                <w:r w:rsidR="006F4369">
                  <w:rPr>
                    <w:rStyle w:val="Platzhaltertext"/>
                  </w:rPr>
                  <w:t>grüner Punkte</w:t>
                </w:r>
              </w:p>
            </w:sdtContent>
          </w:sdt>
          <w:sdt>
            <w:sdtPr>
              <w:rPr>
                <w:rStyle w:val="yellow-dotZchn"/>
              </w:rPr>
              <w:id w:val="-2054692355"/>
              <w:placeholder>
                <w:docPart w:val="BA64C44A3C1E4150A8F819187F578C97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6F4369" w:rsidP="00B66368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537095070"/>
              <w:placeholder>
                <w:docPart w:val="79C4BE4B557B4B4DAB0F75BF1A2DDB8B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6F4369" w:rsidP="006F4369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sdt>
          <w:sdtPr>
            <w:rPr>
              <w:rStyle w:val="InputZchn"/>
            </w:rPr>
            <w:id w:val="-609364908"/>
            <w:placeholder>
              <w:docPart w:val="3078577442A04CCFB1021E717F038B12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4375" w:type="dxa"/>
              </w:tcPr>
              <w:p w:rsidR="00F86E23" w:rsidRDefault="00F86E23" w:rsidP="00B66368">
                <w:pPr>
                  <w:spacing w:before="120"/>
                </w:pPr>
                <w:r w:rsidRPr="00076875">
                  <w:rPr>
                    <w:rStyle w:val="Platzhaltertext"/>
                  </w:rPr>
                  <w:t xml:space="preserve">Klicken Sie hier, um </w:t>
                </w:r>
                <w:r>
                  <w:rPr>
                    <w:rStyle w:val="Platzhaltertext"/>
                  </w:rPr>
                  <w:t>den Handlungsbedarf</w:t>
                </w:r>
                <w:r w:rsidRPr="00076875">
                  <w:rPr>
                    <w:rStyle w:val="Platzhaltertext"/>
                  </w:rPr>
                  <w:t xml:space="preserve"> einzugeben.</w:t>
                </w:r>
              </w:p>
            </w:tc>
          </w:sdtContent>
        </w:sdt>
      </w:tr>
    </w:tbl>
    <w:p w:rsidR="00F86E23" w:rsidRDefault="00F86E23" w:rsidP="00F97D92">
      <w:pPr>
        <w:spacing w:before="200" w:after="120"/>
      </w:pPr>
    </w:p>
    <w:p w:rsidR="00F86E23" w:rsidRPr="00577200" w:rsidRDefault="00F86E23" w:rsidP="006F4369">
      <w:pPr>
        <w:pStyle w:val="Themenfeld"/>
      </w:pPr>
      <w:r>
        <w:t>Unternehmenskultur und Führung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77"/>
        <w:gridCol w:w="2408"/>
        <w:gridCol w:w="4375"/>
      </w:tblGrid>
      <w:tr w:rsidR="006F4369" w:rsidRPr="006D3EC3" w:rsidTr="0031138E">
        <w:trPr>
          <w:cantSplit/>
        </w:trPr>
        <w:tc>
          <w:tcPr>
            <w:tcW w:w="90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6F4369" w:rsidRPr="00EE1FB1" w:rsidRDefault="006F4369" w:rsidP="006F4369">
            <w:pPr>
              <w:spacing w:before="120"/>
              <w:rPr>
                <w:b/>
              </w:rPr>
            </w:pPr>
            <w:r w:rsidRPr="00EE1FB1">
              <w:rPr>
                <w:b/>
              </w:rPr>
              <w:t>Situationsbeschreibungen liegen vor für:</w:t>
            </w:r>
          </w:p>
          <w:p w:rsidR="006F4369" w:rsidRDefault="006F4369" w:rsidP="006F4369">
            <w:pPr>
              <w:pStyle w:val="Listenabsatz"/>
            </w:pPr>
            <w:r w:rsidRPr="00A43932">
              <w:t>Zusammenarbeit</w:t>
            </w:r>
            <w:r>
              <w:t xml:space="preserve"> und Kommunikation der Beschäftigtengruppen</w:t>
            </w:r>
          </w:p>
          <w:p w:rsidR="006F4369" w:rsidRDefault="006F4369" w:rsidP="006F4369">
            <w:pPr>
              <w:pStyle w:val="Listenabsatz"/>
            </w:pPr>
            <w:r>
              <w:t>Führungsverhalten</w:t>
            </w:r>
          </w:p>
        </w:tc>
      </w:tr>
      <w:tr w:rsidR="00F86E23" w:rsidTr="00EA027F">
        <w:trPr>
          <w:cantSplit/>
        </w:trPr>
        <w:tc>
          <w:tcPr>
            <w:tcW w:w="2277" w:type="dxa"/>
            <w:shd w:val="clear" w:color="auto" w:fill="DBE5F1" w:themeFill="accent1" w:themeFillTint="33"/>
            <w:vAlign w:val="center"/>
          </w:tcPr>
          <w:p w:rsidR="00F86E23" w:rsidRDefault="006F4369" w:rsidP="006F4369">
            <w:pPr>
              <w:spacing w:before="120" w:after="120"/>
            </w:pPr>
            <w:r>
              <w:t>A</w:t>
            </w:r>
            <w:r w:rsidR="00F86E23">
              <w:t>ktuelle Situation</w:t>
            </w:r>
          </w:p>
        </w:tc>
        <w:tc>
          <w:tcPr>
            <w:tcW w:w="2408" w:type="dxa"/>
            <w:shd w:val="clear" w:color="auto" w:fill="DBE5F1" w:themeFill="accent1" w:themeFillTint="33"/>
            <w:vAlign w:val="center"/>
          </w:tcPr>
          <w:p w:rsidR="00F86E23" w:rsidRDefault="006F4369" w:rsidP="006F4369">
            <w:pPr>
              <w:spacing w:before="120" w:after="120"/>
            </w:pPr>
            <w:r>
              <w:t>Z</w:t>
            </w:r>
            <w:r w:rsidR="00F86E23">
              <w:t>ukünftige Entwicklung</w:t>
            </w:r>
          </w:p>
        </w:tc>
        <w:tc>
          <w:tcPr>
            <w:tcW w:w="4375" w:type="dxa"/>
            <w:shd w:val="clear" w:color="auto" w:fill="DBE5F1" w:themeFill="accent1" w:themeFillTint="33"/>
            <w:vAlign w:val="center"/>
          </w:tcPr>
          <w:p w:rsidR="00F86E23" w:rsidRDefault="00F86E23" w:rsidP="006F4369">
            <w:pPr>
              <w:spacing w:before="120" w:after="120"/>
            </w:pPr>
            <w:r>
              <w:t>Handlungsbedarf</w:t>
            </w:r>
          </w:p>
        </w:tc>
      </w:tr>
      <w:tr w:rsidR="00F86E23" w:rsidTr="00EA027F">
        <w:trPr>
          <w:cantSplit/>
        </w:trPr>
        <w:tc>
          <w:tcPr>
            <w:tcW w:w="2277" w:type="dxa"/>
          </w:tcPr>
          <w:sdt>
            <w:sdtPr>
              <w:rPr>
                <w:rStyle w:val="green-dotZchn"/>
              </w:rPr>
              <w:id w:val="-635023745"/>
              <w:placeholder>
                <w:docPart w:val="CA241D3E45C94B9680BDE51EBBC29937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F86E23" w:rsidP="00B66368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-1467584739"/>
              <w:placeholder>
                <w:docPart w:val="0BA9F7095D3C4B81AF8770B1243D8C24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F86E23" w:rsidP="00B66368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364105747"/>
              <w:placeholder>
                <w:docPart w:val="659E2539C7C34BBE94F92D8D7EE05A52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6F4369" w:rsidP="006F4369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tc>
          <w:tcPr>
            <w:tcW w:w="2408" w:type="dxa"/>
          </w:tcPr>
          <w:sdt>
            <w:sdtPr>
              <w:rPr>
                <w:rStyle w:val="green-dotZchn"/>
              </w:rPr>
              <w:id w:val="-692373165"/>
              <w:placeholder>
                <w:docPart w:val="D0509EA923884CCF935E13A7295EC38C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6F4369" w:rsidP="00B66368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2064524122"/>
              <w:placeholder>
                <w:docPart w:val="60AC2D7E2C604A4BA5AA12128A414122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6F4369" w:rsidP="00B66368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1920290223"/>
              <w:placeholder>
                <w:docPart w:val="C717680C5E4141D8A586D78D7F73A2B9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86E23" w:rsidRDefault="006F4369" w:rsidP="006F4369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sdt>
          <w:sdtPr>
            <w:rPr>
              <w:rStyle w:val="InputZchn"/>
            </w:rPr>
            <w:id w:val="2094656062"/>
            <w:placeholder>
              <w:docPart w:val="E954ED4E3AF3461A93910FED122A7097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4375" w:type="dxa"/>
              </w:tcPr>
              <w:p w:rsidR="00F86E23" w:rsidRDefault="00F86E23" w:rsidP="00B66368">
                <w:pPr>
                  <w:spacing w:before="120"/>
                </w:pPr>
                <w:r w:rsidRPr="00076875">
                  <w:rPr>
                    <w:rStyle w:val="Platzhaltertext"/>
                  </w:rPr>
                  <w:t xml:space="preserve">Klicken Sie hier, um </w:t>
                </w:r>
                <w:r>
                  <w:rPr>
                    <w:rStyle w:val="Platzhaltertext"/>
                  </w:rPr>
                  <w:t>den Handlungsbedarf</w:t>
                </w:r>
                <w:r w:rsidRPr="00076875">
                  <w:rPr>
                    <w:rStyle w:val="Platzhaltertext"/>
                  </w:rPr>
                  <w:t xml:space="preserve"> einzugeben.</w:t>
                </w:r>
              </w:p>
            </w:tc>
          </w:sdtContent>
        </w:sdt>
      </w:tr>
    </w:tbl>
    <w:p w:rsidR="00F86E23" w:rsidRDefault="00F86E23" w:rsidP="00F97D92">
      <w:pPr>
        <w:spacing w:before="200" w:after="120"/>
      </w:pPr>
    </w:p>
    <w:p w:rsidR="00F21552" w:rsidRPr="00577200" w:rsidRDefault="00F21552" w:rsidP="00F21552">
      <w:pPr>
        <w:pStyle w:val="Themenfeld"/>
      </w:pPr>
      <w:r>
        <w:t>Vielfalt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77"/>
        <w:gridCol w:w="2408"/>
        <w:gridCol w:w="4375"/>
      </w:tblGrid>
      <w:tr w:rsidR="00F21552" w:rsidRPr="006D3EC3" w:rsidTr="00982337">
        <w:trPr>
          <w:cantSplit/>
        </w:trPr>
        <w:tc>
          <w:tcPr>
            <w:tcW w:w="90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F21552" w:rsidRPr="00EE1FB1" w:rsidRDefault="00F21552" w:rsidP="00982337">
            <w:pPr>
              <w:spacing w:before="120"/>
              <w:rPr>
                <w:b/>
              </w:rPr>
            </w:pPr>
            <w:r w:rsidRPr="00EE1FB1">
              <w:rPr>
                <w:b/>
              </w:rPr>
              <w:t>Situationsbeschreibungen liegen vor für:</w:t>
            </w:r>
          </w:p>
          <w:p w:rsidR="00F21552" w:rsidRDefault="00F21552" w:rsidP="00982337">
            <w:pPr>
              <w:pStyle w:val="Listenabsatz"/>
            </w:pPr>
            <w:r>
              <w:t>Identifikation von Beschäftigtengruppen</w:t>
            </w:r>
          </w:p>
          <w:p w:rsidR="00F21552" w:rsidRDefault="00F21552" w:rsidP="00F21552">
            <w:pPr>
              <w:pStyle w:val="Listenabsatz"/>
            </w:pPr>
            <w:r>
              <w:t>Wahrnehmung von Maßnahmen zur Personalgewinnung</w:t>
            </w:r>
          </w:p>
          <w:p w:rsidR="00F21552" w:rsidRDefault="00F21552" w:rsidP="00F21552">
            <w:pPr>
              <w:pStyle w:val="Listenabsatz"/>
            </w:pPr>
            <w:r>
              <w:t>Maßnahmen zur Integration von speziellen Beschäftigtengruppen</w:t>
            </w:r>
          </w:p>
          <w:p w:rsidR="00F21552" w:rsidRPr="00F21552" w:rsidRDefault="00F21552" w:rsidP="00CE153E">
            <w:pPr>
              <w:pStyle w:val="Listenabsatz"/>
            </w:pPr>
            <w:r>
              <w:t>Rückmeldungen zu Konflikten in Kommunikation und Zusammenarbeit</w:t>
            </w:r>
          </w:p>
        </w:tc>
      </w:tr>
      <w:tr w:rsidR="00F21552" w:rsidTr="00982337">
        <w:trPr>
          <w:cantSplit/>
        </w:trPr>
        <w:tc>
          <w:tcPr>
            <w:tcW w:w="2277" w:type="dxa"/>
            <w:shd w:val="clear" w:color="auto" w:fill="DBE5F1" w:themeFill="accent1" w:themeFillTint="33"/>
            <w:vAlign w:val="center"/>
          </w:tcPr>
          <w:p w:rsidR="00F21552" w:rsidRDefault="00F21552" w:rsidP="00982337">
            <w:pPr>
              <w:spacing w:before="120" w:after="120"/>
            </w:pPr>
            <w:r>
              <w:t>Aktuelle Situation</w:t>
            </w:r>
          </w:p>
        </w:tc>
        <w:tc>
          <w:tcPr>
            <w:tcW w:w="2408" w:type="dxa"/>
            <w:shd w:val="clear" w:color="auto" w:fill="DBE5F1" w:themeFill="accent1" w:themeFillTint="33"/>
            <w:vAlign w:val="center"/>
          </w:tcPr>
          <w:p w:rsidR="00F21552" w:rsidRDefault="00F21552" w:rsidP="00982337">
            <w:pPr>
              <w:spacing w:before="120" w:after="120"/>
            </w:pPr>
            <w:r>
              <w:t>Zukünftige Entwicklung</w:t>
            </w:r>
          </w:p>
        </w:tc>
        <w:tc>
          <w:tcPr>
            <w:tcW w:w="4375" w:type="dxa"/>
            <w:shd w:val="clear" w:color="auto" w:fill="DBE5F1" w:themeFill="accent1" w:themeFillTint="33"/>
            <w:vAlign w:val="center"/>
          </w:tcPr>
          <w:p w:rsidR="00F21552" w:rsidRDefault="00F21552" w:rsidP="00982337">
            <w:pPr>
              <w:spacing w:before="120" w:after="120"/>
            </w:pPr>
            <w:r>
              <w:t>Handlungsbedarf</w:t>
            </w:r>
          </w:p>
        </w:tc>
      </w:tr>
      <w:tr w:rsidR="00F21552" w:rsidTr="00982337">
        <w:trPr>
          <w:cantSplit/>
        </w:trPr>
        <w:tc>
          <w:tcPr>
            <w:tcW w:w="2277" w:type="dxa"/>
          </w:tcPr>
          <w:sdt>
            <w:sdtPr>
              <w:rPr>
                <w:rStyle w:val="green-dotZchn"/>
              </w:rPr>
              <w:id w:val="-549612237"/>
              <w:placeholder>
                <w:docPart w:val="BFC2EFA2B1F64D08A79266121CCECCBE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21552" w:rsidRDefault="00F21552" w:rsidP="00982337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366350572"/>
              <w:placeholder>
                <w:docPart w:val="A5FEBE9CD2384FAD816EFE7AB85EE380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21552" w:rsidRDefault="00F21552" w:rsidP="00982337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2138361660"/>
              <w:placeholder>
                <w:docPart w:val="078DC1BA07D542D48087E51AAF297C3B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21552" w:rsidRDefault="00F21552" w:rsidP="00982337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tc>
          <w:tcPr>
            <w:tcW w:w="2408" w:type="dxa"/>
          </w:tcPr>
          <w:sdt>
            <w:sdtPr>
              <w:rPr>
                <w:rStyle w:val="green-dotZchn"/>
              </w:rPr>
              <w:id w:val="-1899806735"/>
              <w:placeholder>
                <w:docPart w:val="1F680080511A493B9D9751847F5741A0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21552" w:rsidRDefault="00F21552" w:rsidP="00982337">
                <w:r>
                  <w:rPr>
                    <w:rStyle w:val="Platzhaltertext"/>
                  </w:rPr>
                  <w:t>Anzahl grüner Punkte</w:t>
                </w:r>
              </w:p>
            </w:sdtContent>
          </w:sdt>
          <w:sdt>
            <w:sdtPr>
              <w:rPr>
                <w:rStyle w:val="yellow-dotZchn"/>
              </w:rPr>
              <w:id w:val="1424690070"/>
              <w:placeholder>
                <w:docPart w:val="1AF5B1E6F62847678AACC8D2F2A3B827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21552" w:rsidRDefault="00F21552" w:rsidP="00982337">
                <w:r>
                  <w:rPr>
                    <w:rStyle w:val="Platzhaltertext"/>
                  </w:rPr>
                  <w:t>Anzahl gelber Punkte</w:t>
                </w:r>
              </w:p>
            </w:sdtContent>
          </w:sdt>
          <w:sdt>
            <w:sdtPr>
              <w:rPr>
                <w:rStyle w:val="red-dotZchn"/>
              </w:rPr>
              <w:id w:val="-1002109712"/>
              <w:placeholder>
                <w:docPart w:val="05F795B96F144646B6DFC402AC511664"/>
              </w:placeholder>
              <w:showingPlcHdr/>
              <w:dropDownList>
                <w:listItem w:displayText="•" w:value="•"/>
                <w:listItem w:displayText="••" w:value="••"/>
                <w:listItem w:displayText="•••" w:value="•••"/>
                <w:listItem w:displayText="••••" w:value="••••"/>
                <w:listItem w:displayText="•••••" w:value="•••••"/>
                <w:listItem w:displayText="••••••" w:value="••••••"/>
                <w:listItem w:displayText="•••••••" w:value="•••••••"/>
                <w:listItem w:displayText="••••••••" w:value="••••••••"/>
              </w:dropDownList>
            </w:sdtPr>
            <w:sdtEndPr>
              <w:rPr>
                <w:rStyle w:val="Absatz-Standardschriftart"/>
                <w:rFonts w:asciiTheme="minorHAnsi" w:hAnsiTheme="minorHAnsi"/>
                <w:color w:val="auto"/>
                <w:sz w:val="20"/>
                <w:szCs w:val="22"/>
              </w:rPr>
            </w:sdtEndPr>
            <w:sdtContent>
              <w:p w:rsidR="00F21552" w:rsidRDefault="00F21552" w:rsidP="00982337">
                <w:r>
                  <w:rPr>
                    <w:rStyle w:val="Platzhaltertext"/>
                  </w:rPr>
                  <w:t>Anzahl roter Punkte</w:t>
                </w:r>
              </w:p>
            </w:sdtContent>
          </w:sdt>
        </w:tc>
        <w:sdt>
          <w:sdtPr>
            <w:rPr>
              <w:rStyle w:val="InputZchn"/>
            </w:rPr>
            <w:id w:val="-1277862858"/>
            <w:placeholder>
              <w:docPart w:val="93F6B602D38D428395989515B26D47C5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4375" w:type="dxa"/>
              </w:tcPr>
              <w:p w:rsidR="00F21552" w:rsidRDefault="00F21552" w:rsidP="00982337">
                <w:pPr>
                  <w:spacing w:before="120"/>
                </w:pPr>
                <w:r w:rsidRPr="00076875">
                  <w:rPr>
                    <w:rStyle w:val="Platzhaltertext"/>
                  </w:rPr>
                  <w:t xml:space="preserve">Klicken Sie hier, um </w:t>
                </w:r>
                <w:r>
                  <w:rPr>
                    <w:rStyle w:val="Platzhaltertext"/>
                  </w:rPr>
                  <w:t>den Handlungsbedarf</w:t>
                </w:r>
                <w:r w:rsidRPr="00076875">
                  <w:rPr>
                    <w:rStyle w:val="Platzhaltertext"/>
                  </w:rPr>
                  <w:t xml:space="preserve"> einzugeben.</w:t>
                </w:r>
              </w:p>
            </w:tc>
          </w:sdtContent>
        </w:sdt>
      </w:tr>
    </w:tbl>
    <w:p w:rsidR="00F21552" w:rsidRDefault="00F21552" w:rsidP="00F97D92">
      <w:pPr>
        <w:spacing w:before="200" w:after="120"/>
      </w:pPr>
    </w:p>
    <w:p w:rsidR="00CE153E" w:rsidRDefault="00CE153E" w:rsidP="00F97D92">
      <w:pPr>
        <w:spacing w:before="200" w:after="120"/>
      </w:pPr>
    </w:p>
    <w:p w:rsidR="00CE153E" w:rsidRDefault="00CE153E" w:rsidP="00F97D92">
      <w:pPr>
        <w:spacing w:before="200" w:after="120"/>
      </w:pPr>
    </w:p>
    <w:p w:rsidR="00CE153E" w:rsidRDefault="00CE153E" w:rsidP="00F97D92">
      <w:pPr>
        <w:spacing w:before="200" w:after="120"/>
      </w:pPr>
    </w:p>
    <w:p w:rsidR="00CE153E" w:rsidRDefault="00CE153E" w:rsidP="00F97D92">
      <w:pPr>
        <w:spacing w:before="200" w:after="120"/>
      </w:pPr>
    </w:p>
    <w:p w:rsidR="00CE153E" w:rsidRDefault="00CE153E" w:rsidP="00F97D92">
      <w:pPr>
        <w:spacing w:before="200" w:after="120"/>
      </w:pPr>
    </w:p>
    <w:p w:rsidR="00CE153E" w:rsidRDefault="00CE153E" w:rsidP="00F97D92">
      <w:pPr>
        <w:spacing w:before="200" w:after="120"/>
      </w:pPr>
    </w:p>
    <w:p w:rsidR="00CE153E" w:rsidRDefault="00CE153E" w:rsidP="00F97D92">
      <w:pPr>
        <w:spacing w:before="200" w:after="120"/>
      </w:pPr>
    </w:p>
    <w:p w:rsidR="00F86E23" w:rsidRPr="00F97D92" w:rsidRDefault="00F86E23" w:rsidP="00F97D92">
      <w:pPr>
        <w:spacing w:before="200" w:after="120"/>
      </w:pPr>
    </w:p>
    <w:p w:rsidR="000A39DB" w:rsidRDefault="000A39DB" w:rsidP="006F4369">
      <w:pPr>
        <w:pStyle w:val="berschrift2"/>
        <w:sectPr w:rsidR="000A39DB" w:rsidSect="000F5082">
          <w:type w:val="continuous"/>
          <w:pgSz w:w="11906" w:h="16838" w:code="9"/>
          <w:pgMar w:top="1985" w:right="1418" w:bottom="1701" w:left="1418" w:header="567" w:footer="425" w:gutter="0"/>
          <w:cols w:space="708"/>
          <w:docGrid w:linePitch="360"/>
        </w:sectPr>
      </w:pPr>
    </w:p>
    <w:p w:rsidR="005338A1" w:rsidRPr="000F5082" w:rsidRDefault="00B643F7" w:rsidP="006F4369">
      <w:pPr>
        <w:pStyle w:val="berschrift2"/>
      </w:pPr>
      <w:r w:rsidRPr="000F5082">
        <w:lastRenderedPageBreak/>
        <w:t>Prozessbeteiligte</w:t>
      </w:r>
    </w:p>
    <w:p w:rsidR="005338A1" w:rsidRPr="00B010FE" w:rsidRDefault="005338A1" w:rsidP="008C5925">
      <w:pPr>
        <w:spacing w:before="240"/>
        <w:rPr>
          <w:rFonts w:cstheme="minorHAnsi"/>
          <w:szCs w:val="20"/>
        </w:rPr>
      </w:pPr>
      <w:r w:rsidRPr="00B010FE">
        <w:rPr>
          <w:rFonts w:cstheme="minorHAnsi"/>
          <w:szCs w:val="20"/>
        </w:rPr>
        <w:t>Dokumentieren Sie</w:t>
      </w:r>
      <w:r w:rsidR="00C87CC0" w:rsidRPr="00B010FE">
        <w:rPr>
          <w:rFonts w:cstheme="minorHAnsi"/>
          <w:szCs w:val="20"/>
        </w:rPr>
        <w:t>,</w:t>
      </w:r>
      <w:r w:rsidRPr="00B010FE">
        <w:rPr>
          <w:rFonts w:cstheme="minorHAnsi"/>
          <w:szCs w:val="20"/>
        </w:rPr>
        <w:t xml:space="preserve"> welche Personen </w:t>
      </w:r>
      <w:r w:rsidR="00B643F7" w:rsidRPr="00B010FE">
        <w:rPr>
          <w:rFonts w:cstheme="minorHAnsi"/>
          <w:szCs w:val="20"/>
        </w:rPr>
        <w:t xml:space="preserve">an der Ausarbeitung </w:t>
      </w:r>
      <w:r w:rsidRPr="00B010FE">
        <w:rPr>
          <w:rFonts w:cstheme="minorHAnsi"/>
          <w:szCs w:val="20"/>
        </w:rPr>
        <w:t>dieses Arbeitsmaterial</w:t>
      </w:r>
      <w:r w:rsidR="00B643F7" w:rsidRPr="00B010FE">
        <w:rPr>
          <w:rFonts w:cstheme="minorHAnsi"/>
          <w:szCs w:val="20"/>
        </w:rPr>
        <w:t>s beteiligt waren bzw. dieses zur Kenntnis genommen haben</w:t>
      </w:r>
      <w:r w:rsidRPr="00B010FE">
        <w:rPr>
          <w:rFonts w:cstheme="minorHAnsi"/>
          <w:szCs w:val="20"/>
        </w:rPr>
        <w:t xml:space="preserve">. </w:t>
      </w:r>
    </w:p>
    <w:tbl>
      <w:tblPr>
        <w:tblStyle w:val="MittlereSchattierung1-Akzent11"/>
        <w:tblW w:w="0" w:type="auto"/>
        <w:tblBorders>
          <w:insideV w:val="single" w:sz="8" w:space="0" w:color="7BA0CD" w:themeColor="accent1" w:themeTint="BF"/>
        </w:tblBorders>
        <w:tblLook w:val="04A0" w:firstRow="1" w:lastRow="0" w:firstColumn="1" w:lastColumn="0" w:noHBand="0" w:noVBand="1"/>
      </w:tblPr>
      <w:tblGrid>
        <w:gridCol w:w="2865"/>
        <w:gridCol w:w="3184"/>
        <w:gridCol w:w="1414"/>
        <w:gridCol w:w="1587"/>
      </w:tblGrid>
      <w:tr w:rsidR="005A1A0D" w:rsidRPr="005A1A0D" w:rsidTr="001B7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5A1A0D" w:rsidRPr="005A1A0D" w:rsidRDefault="005A1A0D" w:rsidP="001E185C">
            <w:pPr>
              <w:rPr>
                <w:szCs w:val="20"/>
              </w:rPr>
            </w:pPr>
            <w:r w:rsidRPr="005A1A0D">
              <w:rPr>
                <w:szCs w:val="20"/>
              </w:rPr>
              <w:t>Name</w:t>
            </w:r>
          </w:p>
        </w:tc>
        <w:tc>
          <w:tcPr>
            <w:tcW w:w="3261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5A1A0D" w:rsidRPr="005A1A0D" w:rsidRDefault="005A1A0D" w:rsidP="001E18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A1A0D">
              <w:rPr>
                <w:szCs w:val="20"/>
              </w:rPr>
              <w:t>Funktion / Abteilung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5A1A0D" w:rsidRPr="005A1A0D" w:rsidRDefault="005A1A0D" w:rsidP="001E18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A1A0D">
              <w:rPr>
                <w:szCs w:val="20"/>
              </w:rPr>
              <w:t>Ausarbeitung</w:t>
            </w:r>
          </w:p>
        </w:tc>
        <w:tc>
          <w:tcPr>
            <w:tcW w:w="1589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5A1A0D" w:rsidRPr="005A1A0D" w:rsidRDefault="005A1A0D" w:rsidP="001E18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A1A0D">
              <w:rPr>
                <w:szCs w:val="20"/>
              </w:rPr>
              <w:t>Kenntnisnahme</w:t>
            </w:r>
          </w:p>
        </w:tc>
      </w:tr>
      <w:tr w:rsidR="005A1A0D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Style w:val="InputZchn"/>
            </w:rPr>
            <w:id w:val="2106539058"/>
            <w:placeholder>
              <w:docPart w:val="0006142297F74A378183CA126CC316E7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963518" w:rsidP="00963518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385573381"/>
            <w:placeholder>
              <w:docPart w:val="16EAF336B07849A782FEFF32BBDADB37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1139917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622153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Style w:val="InputZchn"/>
            </w:rPr>
            <w:id w:val="1227185546"/>
            <w:placeholder>
              <w:docPart w:val="A8F31CA95AB74E94A78049E29C5F1C3E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611328812"/>
            <w:placeholder>
              <w:docPart w:val="54D28D7D03FD4FB9B0CE5D575CA9CA3E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-291596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478339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Style w:val="InputZchn"/>
            </w:rPr>
            <w:id w:val="1795330825"/>
            <w:placeholder>
              <w:docPart w:val="B49D027DF3BA432F964F9A8178457396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1805148972"/>
            <w:placeholder>
              <w:docPart w:val="729D34356B8943BE98D301CD96B3CBD7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-1914533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2009406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Style w:val="InputZchn"/>
            </w:rPr>
            <w:id w:val="-1453699070"/>
            <w:placeholder>
              <w:docPart w:val="24CB4353CC8241BC92A6F3692E7A920D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1037855594"/>
            <w:placeholder>
              <w:docPart w:val="D01F7A2C9E644B97807564C9A061C265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687805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435352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Style w:val="InputZchn"/>
            </w:rPr>
            <w:id w:val="-40831137"/>
            <w:placeholder>
              <w:docPart w:val="B9E37D8E23FF49A99B261322B6608C0F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932044912"/>
            <w:placeholder>
              <w:docPart w:val="C5EAD0C199A841D3AA5AE0B4DB6FC305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-1183352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055848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Style w:val="InputZchn"/>
            </w:rPr>
            <w:id w:val="-60865784"/>
            <w:placeholder>
              <w:docPart w:val="8145B9307E4743A2B27EA7C856F4635A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667548451"/>
            <w:placeholder>
              <w:docPart w:val="4C435F8F36E74D518EE17DAE70FCFA98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-1470975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361555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Style w:val="InputZchn"/>
            </w:rPr>
            <w:id w:val="1811824715"/>
            <w:placeholder>
              <w:docPart w:val="795B85094A5049F28D26B0A2CE786AFF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849063964"/>
            <w:placeholder>
              <w:docPart w:val="47CD40BB370C4F1AAB16F017C82E451A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1687557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645967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Style w:val="InputZchn"/>
            </w:rPr>
            <w:id w:val="1197192962"/>
            <w:placeholder>
              <w:docPart w:val="7AE0F4531EA04FA5AFD6D06C4767B651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1922862764"/>
            <w:placeholder>
              <w:docPart w:val="3AE206078DAE43D8A16595973280CFA5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555051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85751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Style w:val="InputZchn"/>
            </w:rPr>
            <w:id w:val="-539812197"/>
            <w:placeholder>
              <w:docPart w:val="DBCF8E68603740F2BC34D086EAA1D205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bottom w:val="single" w:sz="8" w:space="0" w:color="7BA0CD" w:themeColor="accent1" w:themeTint="BF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963518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-939909463"/>
            <w:placeholder>
              <w:docPart w:val="84C3F21BF42C4B2B93C2E057F96E0513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none" w:sz="0" w:space="0" w:color="auto"/>
                  <w:bottom w:val="single" w:sz="8" w:space="0" w:color="7BA0CD" w:themeColor="accent1" w:themeTint="BF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963518" w:rsidRDefault="00C70CA0" w:rsidP="001B7E65">
                <w:pPr>
                  <w:spacing w:before="40" w:after="4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-1410912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bottom w:val="single" w:sz="8" w:space="0" w:color="7BA0CD" w:themeColor="accent1" w:themeTint="BF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453938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  <w:bottom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1B7E65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Style w:val="InputZchn"/>
            </w:rPr>
            <w:id w:val="-708024208"/>
            <w:placeholder>
              <w:docPart w:val="1ADA47D630CD4B069A765A60D13CB749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43" w:type="dxa"/>
                <w:tcBorders>
                  <w:right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:rsidR="001B7E65" w:rsidRPr="00C70CA0" w:rsidRDefault="00C70CA0" w:rsidP="001B7E65">
                <w:pPr>
                  <w:spacing w:before="40" w:after="40"/>
                  <w:rPr>
                    <w:b w:val="0"/>
                    <w:szCs w:val="20"/>
                  </w:rPr>
                </w:pPr>
                <w:r w:rsidRPr="00C70CA0">
                  <w:rPr>
                    <w:rStyle w:val="Platzhaltertext"/>
                    <w:b w:val="0"/>
                  </w:rPr>
                  <w:t>Name</w:t>
                </w:r>
              </w:p>
            </w:tc>
          </w:sdtContent>
        </w:sdt>
        <w:sdt>
          <w:sdtPr>
            <w:rPr>
              <w:rStyle w:val="InputZchn"/>
            </w:rPr>
            <w:id w:val="2040546043"/>
            <w:placeholder>
              <w:docPart w:val="8EFDDB7304C245AEA97B1D60DD6595C5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326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:rsidR="001B7E65" w:rsidRPr="001B7E65" w:rsidRDefault="00C70CA0" w:rsidP="00C70CA0">
                <w:pPr>
                  <w:spacing w:before="40" w:after="40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Style w:val="Platzhaltertext"/>
                  </w:rPr>
                  <w:t>Funktion / Abt.</w:t>
                </w:r>
              </w:p>
            </w:tc>
          </w:sdtContent>
        </w:sdt>
        <w:sdt>
          <w:sdtPr>
            <w:rPr>
              <w:szCs w:val="20"/>
            </w:rPr>
            <w:id w:val="-2008357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:rsidR="001B7E65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336384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:rsidR="001B7E65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</w:tbl>
    <w:p w:rsidR="001E185C" w:rsidRDefault="001E185C" w:rsidP="001E185C"/>
    <w:p w:rsidR="001E185C" w:rsidRDefault="00BC6404" w:rsidP="00641922">
      <w:pPr>
        <w:tabs>
          <w:tab w:val="left" w:pos="2268"/>
        </w:tabs>
      </w:pPr>
      <w:r w:rsidRPr="00641922">
        <w:rPr>
          <w:szCs w:val="20"/>
        </w:rPr>
        <w:t>Letzte Aktualisierung am:</w:t>
      </w:r>
      <w:r w:rsidRPr="00641922">
        <w:rPr>
          <w:szCs w:val="20"/>
        </w:rPr>
        <w:tab/>
      </w:r>
      <w:sdt>
        <w:sdtPr>
          <w:alias w:val="Datum"/>
          <w:tag w:val="Datum"/>
          <w:id w:val="400485692"/>
          <w:placeholder>
            <w:docPart w:val="2956904218D743C69A6A9C777D362368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>
            <w:rPr>
              <w:rStyle w:val="Platzhaltertext"/>
            </w:rPr>
            <w:t>Datum</w:t>
          </w:r>
        </w:sdtContent>
      </w:sdt>
    </w:p>
    <w:sectPr w:rsidR="001E185C" w:rsidSect="000F5082">
      <w:type w:val="continuous"/>
      <w:pgSz w:w="11906" w:h="16838" w:code="9"/>
      <w:pgMar w:top="1985" w:right="1418" w:bottom="1701" w:left="1418" w:header="567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45B" w:rsidRDefault="00F3145B" w:rsidP="005F2D7F">
      <w:pPr>
        <w:spacing w:after="0" w:line="240" w:lineRule="auto"/>
      </w:pPr>
      <w:r>
        <w:separator/>
      </w:r>
    </w:p>
  </w:endnote>
  <w:endnote w:type="continuationSeparator" w:id="0">
    <w:p w:rsidR="00F3145B" w:rsidRDefault="00F3145B" w:rsidP="005F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2EC" w:rsidRDefault="004D42E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83F" w:rsidRDefault="004D42EC" w:rsidP="00B9121C">
    <w:pPr>
      <w:pStyle w:val="Fuzeile"/>
      <w:spacing w:before="480"/>
    </w:pPr>
    <w:r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7456" behindDoc="1" locked="0" layoutInCell="1" allowOverlap="1" wp14:anchorId="23004D09" wp14:editId="5D981208">
          <wp:simplePos x="0" y="0"/>
          <wp:positionH relativeFrom="margin">
            <wp:align>left</wp:align>
          </wp:positionH>
          <wp:positionV relativeFrom="paragraph">
            <wp:posOffset>17780</wp:posOffset>
          </wp:positionV>
          <wp:extent cx="1440180" cy="294640"/>
          <wp:effectExtent l="0" t="0" r="7620" b="0"/>
          <wp:wrapTight wrapText="bothSides">
            <wp:wrapPolygon edited="0">
              <wp:start x="0" y="0"/>
              <wp:lineTo x="0" y="19552"/>
              <wp:lineTo x="21429" y="19552"/>
              <wp:lineTo x="21429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rw_mags_4c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294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683F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75946BC4" wp14:editId="59F74705">
              <wp:simplePos x="0" y="0"/>
              <wp:positionH relativeFrom="column">
                <wp:posOffset>4864735</wp:posOffset>
              </wp:positionH>
              <wp:positionV relativeFrom="page">
                <wp:posOffset>10288905</wp:posOffset>
              </wp:positionV>
              <wp:extent cx="968375" cy="213995"/>
              <wp:effectExtent l="0" t="0" r="3175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83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0683F" w:rsidRPr="0010028E" w:rsidRDefault="0030683F" w:rsidP="0010028E">
                          <w:pPr>
                            <w:spacing w:after="0"/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10028E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Stand: </w:t>
                          </w:r>
                          <w:r w:rsidR="004D42EC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07.02.2018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946BC4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margin-left:383.05pt;margin-top:810.15pt;width:76.25pt;height:1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" fillcolor="white [3201]" stroked="f" strokeweight=".5pt">
              <v:textbox>
                <w:txbxContent>
                  <w:p w:rsidR="0030683F" w:rsidRPr="0010028E" w:rsidRDefault="0030683F" w:rsidP="0010028E">
                    <w:pPr>
                      <w:spacing w:after="0"/>
                      <w:rPr>
                        <w:color w:val="548DD4" w:themeColor="text2" w:themeTint="99"/>
                        <w:sz w:val="16"/>
                        <w:szCs w:val="16"/>
                      </w:rPr>
                    </w:pPr>
                    <w:r w:rsidRPr="0010028E">
                      <w:rPr>
                        <w:color w:val="548DD4" w:themeColor="text2" w:themeTint="99"/>
                        <w:sz w:val="16"/>
                        <w:szCs w:val="16"/>
                      </w:rPr>
                      <w:t xml:space="preserve">Stand: </w:t>
                    </w:r>
                    <w:r w:rsidR="004D42EC">
                      <w:rPr>
                        <w:color w:val="548DD4" w:themeColor="text2" w:themeTint="99"/>
                        <w:sz w:val="16"/>
                        <w:szCs w:val="16"/>
                      </w:rPr>
                      <w:t>07.02.2018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30683F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57216" behindDoc="1" locked="0" layoutInCell="1" allowOverlap="1" wp14:anchorId="7E6C7E94" wp14:editId="2340E5F5">
          <wp:simplePos x="0" y="0"/>
          <wp:positionH relativeFrom="column">
            <wp:posOffset>5172710</wp:posOffset>
          </wp:positionH>
          <wp:positionV relativeFrom="paragraph">
            <wp:posOffset>4445</wp:posOffset>
          </wp:positionV>
          <wp:extent cx="561340" cy="269875"/>
          <wp:effectExtent l="0" t="0" r="0" b="0"/>
          <wp:wrapTight wrapText="bothSides">
            <wp:wrapPolygon edited="0">
              <wp:start x="0" y="0"/>
              <wp:lineTo x="0" y="19821"/>
              <wp:lineTo x="14661" y="19821"/>
              <wp:lineTo x="20525" y="19821"/>
              <wp:lineTo x="20525" y="15247"/>
              <wp:lineTo x="19059" y="0"/>
              <wp:lineTo x="0" y="0"/>
            </wp:wrapPolygon>
          </wp:wrapTight>
          <wp:docPr id="23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9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269875"/>
                  </a:xfrm>
                  <a:prstGeom prst="rect">
                    <a:avLst/>
                  </a:prstGeom>
                  <a:noFill/>
                  <a:ln w="9525" algn="ctr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683F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59264" behindDoc="0" locked="0" layoutInCell="1" allowOverlap="1" wp14:anchorId="0BC2BAF4" wp14:editId="488AD90A">
          <wp:simplePos x="0" y="0"/>
          <wp:positionH relativeFrom="column">
            <wp:posOffset>4538649</wp:posOffset>
          </wp:positionH>
          <wp:positionV relativeFrom="paragraph">
            <wp:posOffset>0</wp:posOffset>
          </wp:positionV>
          <wp:extent cx="528955" cy="269875"/>
          <wp:effectExtent l="0" t="0" r="4445" b="0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M-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955" cy="269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683F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56192" behindDoc="1" locked="0" layoutInCell="1" allowOverlap="1" wp14:anchorId="11B52988" wp14:editId="6E06F229">
          <wp:simplePos x="0" y="0"/>
          <wp:positionH relativeFrom="column">
            <wp:posOffset>2398395</wp:posOffset>
          </wp:positionH>
          <wp:positionV relativeFrom="paragraph">
            <wp:posOffset>-10795</wp:posOffset>
          </wp:positionV>
          <wp:extent cx="1692508" cy="234000"/>
          <wp:effectExtent l="0" t="0" r="3175" b="0"/>
          <wp:wrapTight wrapText="bothSides">
            <wp:wrapPolygon edited="0">
              <wp:start x="0" y="0"/>
              <wp:lineTo x="0" y="19370"/>
              <wp:lineTo x="21397" y="19370"/>
              <wp:lineTo x="21397" y="0"/>
              <wp:lineTo x="0" y="0"/>
            </wp:wrapPolygon>
          </wp:wrapTight>
          <wp:docPr id="25" name="Bild 7" descr="unternehmer-nrw-400x5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4" descr="unternehmer-nrw-400x55.jpg"/>
                  <pic:cNvPicPr>
                    <a:picLocks noChangeAspect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508" cy="234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683F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851219" wp14:editId="5B13FEA8">
              <wp:simplePos x="0" y="0"/>
              <wp:positionH relativeFrom="column">
                <wp:posOffset>5715</wp:posOffset>
              </wp:positionH>
              <wp:positionV relativeFrom="paragraph">
                <wp:posOffset>-167005</wp:posOffset>
              </wp:positionV>
              <wp:extent cx="5760000" cy="0"/>
              <wp:effectExtent l="0" t="0" r="12700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399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45pt;margin-top:-13.15pt;width:453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" strokecolor="#bfbfbf [2412]" strokeweight="1.5pt">
              <v:shadow color="#7f7f7f [1601]" opacity=".5" offset="1pt"/>
            </v:shape>
          </w:pict>
        </mc:Fallback>
      </mc:AlternateContent>
    </w:r>
    <w:r w:rsidR="0030683F">
      <w:rPr>
        <w:noProof/>
      </w:rPr>
      <w:drawing>
        <wp:anchor distT="0" distB="0" distL="114300" distR="114300" simplePos="0" relativeHeight="251664384" behindDoc="0" locked="0" layoutInCell="1" allowOverlap="1" wp14:anchorId="7516A811" wp14:editId="013A96C8">
          <wp:simplePos x="0" y="0"/>
          <wp:positionH relativeFrom="column">
            <wp:posOffset>1602740</wp:posOffset>
          </wp:positionH>
          <wp:positionV relativeFrom="paragraph">
            <wp:posOffset>-60960</wp:posOffset>
          </wp:positionV>
          <wp:extent cx="633076" cy="374400"/>
          <wp:effectExtent l="0" t="0" r="0" b="6985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B-NRW-Logo-192dpi-web-transparent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076" cy="37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683F">
      <w:tab/>
    </w:r>
    <w:r w:rsidR="0030683F" w:rsidRPr="00B9121C">
      <w:rPr>
        <w:color w:val="7F7F7F" w:themeColor="text1" w:themeTint="80"/>
      </w:rPr>
      <w:fldChar w:fldCharType="begin"/>
    </w:r>
    <w:r w:rsidR="0030683F" w:rsidRPr="00B9121C">
      <w:rPr>
        <w:color w:val="7F7F7F" w:themeColor="text1" w:themeTint="80"/>
      </w:rPr>
      <w:instrText>PAGE   \* MERGEFORMAT</w:instrText>
    </w:r>
    <w:r w:rsidR="0030683F" w:rsidRPr="00B9121C">
      <w:rPr>
        <w:color w:val="7F7F7F" w:themeColor="text1" w:themeTint="80"/>
      </w:rPr>
      <w:fldChar w:fldCharType="separate"/>
    </w:r>
    <w:r>
      <w:rPr>
        <w:noProof/>
        <w:color w:val="7F7F7F" w:themeColor="text1" w:themeTint="80"/>
      </w:rPr>
      <w:t>2</w:t>
    </w:r>
    <w:r w:rsidR="0030683F" w:rsidRPr="00B9121C">
      <w:rPr>
        <w:color w:val="7F7F7F" w:themeColor="text1" w:themeTint="8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2EC" w:rsidRDefault="004D42E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45B" w:rsidRDefault="00F3145B" w:rsidP="005F2D7F">
      <w:pPr>
        <w:spacing w:after="0" w:line="240" w:lineRule="auto"/>
      </w:pPr>
      <w:r>
        <w:separator/>
      </w:r>
    </w:p>
  </w:footnote>
  <w:footnote w:type="continuationSeparator" w:id="0">
    <w:p w:rsidR="00F3145B" w:rsidRDefault="00F3145B" w:rsidP="005F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2EC" w:rsidRDefault="004D42E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83F" w:rsidRDefault="0030683F" w:rsidP="00B9121C">
    <w:pPr>
      <w:pStyle w:val="Kopfzeile"/>
      <w:tabs>
        <w:tab w:val="left" w:pos="4425"/>
      </w:tabs>
      <w:rPr>
        <w:color w:val="A6A6A6" w:themeColor="background1" w:themeShade="A6"/>
        <w:sz w:val="24"/>
      </w:rPr>
    </w:pPr>
    <w:r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2AB6D7" wp14:editId="5DB4FAE5">
              <wp:simplePos x="0" y="0"/>
              <wp:positionH relativeFrom="column">
                <wp:posOffset>5080</wp:posOffset>
              </wp:positionH>
              <wp:positionV relativeFrom="paragraph">
                <wp:posOffset>559435</wp:posOffset>
              </wp:positionV>
              <wp:extent cx="5759450" cy="0"/>
              <wp:effectExtent l="0" t="0" r="12700" b="1905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FFB8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4pt;margin-top:44.05pt;width:453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" strokecolor="#bfbfbf [2412]" strokeweight="1.5pt">
              <v:shadow color="#7f7f7f [1601]" opacity=".5" offset="1pt"/>
            </v:shape>
          </w:pict>
        </mc:Fallback>
      </mc:AlternateContent>
    </w:r>
    <w:r w:rsidRPr="00B9121C">
      <w:rPr>
        <w:noProof/>
        <w:color w:val="7F7F7F" w:themeColor="text1" w:themeTint="80"/>
        <w:sz w:val="24"/>
      </w:rPr>
      <w:drawing>
        <wp:anchor distT="0" distB="0" distL="114300" distR="114300" simplePos="0" relativeHeight="251654144" behindDoc="1" locked="0" layoutInCell="1" allowOverlap="1" wp14:anchorId="030A0427" wp14:editId="324E014B">
          <wp:simplePos x="0" y="0"/>
          <wp:positionH relativeFrom="column">
            <wp:posOffset>5029200</wp:posOffset>
          </wp:positionH>
          <wp:positionV relativeFrom="paragraph">
            <wp:posOffset>-125730</wp:posOffset>
          </wp:positionV>
          <wp:extent cx="739140" cy="628650"/>
          <wp:effectExtent l="0" t="0" r="3810" b="0"/>
          <wp:wrapTight wrapText="bothSides">
            <wp:wrapPolygon edited="0">
              <wp:start x="14474" y="0"/>
              <wp:lineTo x="0" y="655"/>
              <wp:lineTo x="0" y="18982"/>
              <wp:lineTo x="9464" y="20945"/>
              <wp:lineTo x="21155" y="20945"/>
              <wp:lineTo x="21155" y="0"/>
              <wp:lineTo x="14474" y="0"/>
            </wp:wrapPolygon>
          </wp:wrapTight>
          <wp:docPr id="22" name="Grafik 22" descr="da_logo_solo_230820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_logo_solo_2308201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914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121C">
      <w:rPr>
        <w:color w:val="7F7F7F" w:themeColor="text1" w:themeTint="80"/>
        <w:sz w:val="24"/>
      </w:rPr>
      <w:t>Dokumentation (</w:t>
    </w:r>
    <w:r>
      <w:rPr>
        <w:color w:val="7F7F7F" w:themeColor="text1" w:themeTint="80"/>
        <w:sz w:val="24"/>
      </w:rPr>
      <w:t>5</w:t>
    </w:r>
    <w:r w:rsidRPr="00B9121C">
      <w:rPr>
        <w:color w:val="7F7F7F" w:themeColor="text1" w:themeTint="80"/>
        <w:sz w:val="24"/>
      </w:rPr>
      <w:t>)</w:t>
    </w:r>
    <w:r w:rsidRPr="00DE0528">
      <w:rPr>
        <w:color w:val="A6A6A6" w:themeColor="background1" w:themeShade="A6"/>
        <w:sz w:val="24"/>
      </w:rPr>
      <w:t xml:space="preserve"> </w:t>
    </w:r>
  </w:p>
  <w:p w:rsidR="0030683F" w:rsidRPr="0074692A" w:rsidRDefault="0030683F" w:rsidP="00691CB3">
    <w:pPr>
      <w:pStyle w:val="Kopfzeile"/>
      <w:tabs>
        <w:tab w:val="left" w:pos="4425"/>
      </w:tabs>
      <w:spacing w:before="120"/>
      <w:rPr>
        <w:b/>
        <w:color w:val="548DD4" w:themeColor="text2" w:themeTint="99"/>
        <w:sz w:val="36"/>
        <w:szCs w:val="36"/>
      </w:rPr>
    </w:pPr>
    <w:r w:rsidRPr="0074692A">
      <w:rPr>
        <w:b/>
        <w:color w:val="548DD4" w:themeColor="text2" w:themeTint="99"/>
        <w:sz w:val="36"/>
        <w:szCs w:val="36"/>
      </w:rPr>
      <w:t>Bewertung Handlungsbedarf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2EC" w:rsidRDefault="004D42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B6089"/>
    <w:multiLevelType w:val="hybridMultilevel"/>
    <w:tmpl w:val="64965514"/>
    <w:lvl w:ilvl="0" w:tplc="30AEE4D0">
      <w:start w:val="1"/>
      <w:numFmt w:val="decimal"/>
      <w:pStyle w:val="berschrift2"/>
      <w:lvlText w:val="%1."/>
      <w:lvlJc w:val="left"/>
      <w:pPr>
        <w:ind w:left="709" w:hanging="360"/>
      </w:pPr>
    </w:lvl>
    <w:lvl w:ilvl="1" w:tplc="04070019" w:tentative="1">
      <w:start w:val="1"/>
      <w:numFmt w:val="lowerLetter"/>
      <w:lvlText w:val="%2."/>
      <w:lvlJc w:val="left"/>
      <w:pPr>
        <w:ind w:left="1429" w:hanging="360"/>
      </w:pPr>
    </w:lvl>
    <w:lvl w:ilvl="2" w:tplc="0407001B" w:tentative="1">
      <w:start w:val="1"/>
      <w:numFmt w:val="lowerRoman"/>
      <w:lvlText w:val="%3."/>
      <w:lvlJc w:val="right"/>
      <w:pPr>
        <w:ind w:left="2149" w:hanging="180"/>
      </w:pPr>
    </w:lvl>
    <w:lvl w:ilvl="3" w:tplc="0407000F" w:tentative="1">
      <w:start w:val="1"/>
      <w:numFmt w:val="decimal"/>
      <w:lvlText w:val="%4."/>
      <w:lvlJc w:val="left"/>
      <w:pPr>
        <w:ind w:left="2869" w:hanging="360"/>
      </w:pPr>
    </w:lvl>
    <w:lvl w:ilvl="4" w:tplc="04070019" w:tentative="1">
      <w:start w:val="1"/>
      <w:numFmt w:val="lowerLetter"/>
      <w:lvlText w:val="%5."/>
      <w:lvlJc w:val="left"/>
      <w:pPr>
        <w:ind w:left="3589" w:hanging="360"/>
      </w:pPr>
    </w:lvl>
    <w:lvl w:ilvl="5" w:tplc="0407001B" w:tentative="1">
      <w:start w:val="1"/>
      <w:numFmt w:val="lowerRoman"/>
      <w:lvlText w:val="%6."/>
      <w:lvlJc w:val="right"/>
      <w:pPr>
        <w:ind w:left="4309" w:hanging="180"/>
      </w:pPr>
    </w:lvl>
    <w:lvl w:ilvl="6" w:tplc="0407000F" w:tentative="1">
      <w:start w:val="1"/>
      <w:numFmt w:val="decimal"/>
      <w:lvlText w:val="%7."/>
      <w:lvlJc w:val="left"/>
      <w:pPr>
        <w:ind w:left="5029" w:hanging="360"/>
      </w:pPr>
    </w:lvl>
    <w:lvl w:ilvl="7" w:tplc="04070019" w:tentative="1">
      <w:start w:val="1"/>
      <w:numFmt w:val="lowerLetter"/>
      <w:lvlText w:val="%8."/>
      <w:lvlJc w:val="left"/>
      <w:pPr>
        <w:ind w:left="5749" w:hanging="360"/>
      </w:pPr>
    </w:lvl>
    <w:lvl w:ilvl="8" w:tplc="0407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E392EB5"/>
    <w:multiLevelType w:val="multilevel"/>
    <w:tmpl w:val="EB56CA4C"/>
    <w:lvl w:ilvl="0">
      <w:numFmt w:val="decimal"/>
      <w:pStyle w:val="MMTopic1"/>
      <w:suff w:val="space"/>
      <w:lvlText w:val="%1"/>
      <w:lvlJc w:val="left"/>
      <w:pPr>
        <w:ind w:left="708" w:firstLine="0"/>
      </w:pPr>
      <w:rPr>
        <w:rFonts w:hint="default"/>
      </w:rPr>
    </w:lvl>
    <w:lvl w:ilvl="1">
      <w:start w:val="1"/>
      <w:numFmt w:val="decimal"/>
      <w:pStyle w:val="MMTopic2"/>
      <w:suff w:val="space"/>
      <w:lvlText w:val="%1.%2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pStyle w:val="MMTopic3"/>
      <w:suff w:val="space"/>
      <w:lvlText w:val="%1.%2.%3"/>
      <w:lvlJc w:val="left"/>
      <w:pPr>
        <w:ind w:left="708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" w15:restartNumberingAfterBreak="0">
    <w:nsid w:val="2E8A27DB"/>
    <w:multiLevelType w:val="hybridMultilevel"/>
    <w:tmpl w:val="BC6AA670"/>
    <w:lvl w:ilvl="0" w:tplc="A69E802C">
      <w:start w:val="1"/>
      <w:numFmt w:val="decimal"/>
      <w:pStyle w:val="FrageAudit"/>
      <w:lvlText w:val="1.%1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0F48CA"/>
    <w:multiLevelType w:val="hybridMultilevel"/>
    <w:tmpl w:val="D5A01016"/>
    <w:lvl w:ilvl="0" w:tplc="2386583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A53CC"/>
    <w:multiLevelType w:val="hybridMultilevel"/>
    <w:tmpl w:val="023AD7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25C24"/>
    <w:multiLevelType w:val="hybridMultilevel"/>
    <w:tmpl w:val="1038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C0618"/>
    <w:multiLevelType w:val="hybridMultilevel"/>
    <w:tmpl w:val="E800D1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E1F0A"/>
    <w:multiLevelType w:val="hybridMultilevel"/>
    <w:tmpl w:val="821ABFA4"/>
    <w:lvl w:ilvl="0" w:tplc="5A60B1AC">
      <w:start w:val="1"/>
      <w:numFmt w:val="decimal"/>
      <w:pStyle w:val="Listenabsatz3"/>
      <w:lvlText w:val="2.%1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doNotTrackFormatting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97"/>
    <w:rsid w:val="00000168"/>
    <w:rsid w:val="00001BEB"/>
    <w:rsid w:val="00014897"/>
    <w:rsid w:val="00027E3F"/>
    <w:rsid w:val="00031F80"/>
    <w:rsid w:val="00034615"/>
    <w:rsid w:val="00036FCD"/>
    <w:rsid w:val="00050238"/>
    <w:rsid w:val="000506E2"/>
    <w:rsid w:val="0005158B"/>
    <w:rsid w:val="000541EB"/>
    <w:rsid w:val="00074846"/>
    <w:rsid w:val="00075D50"/>
    <w:rsid w:val="0008389D"/>
    <w:rsid w:val="0008569C"/>
    <w:rsid w:val="00085CB4"/>
    <w:rsid w:val="00091574"/>
    <w:rsid w:val="0009282F"/>
    <w:rsid w:val="00095810"/>
    <w:rsid w:val="000A0F23"/>
    <w:rsid w:val="000A39DB"/>
    <w:rsid w:val="000C3578"/>
    <w:rsid w:val="000D437E"/>
    <w:rsid w:val="000D6ECC"/>
    <w:rsid w:val="000F2565"/>
    <w:rsid w:val="000F5082"/>
    <w:rsid w:val="0010028E"/>
    <w:rsid w:val="0010438E"/>
    <w:rsid w:val="00105B45"/>
    <w:rsid w:val="00143A26"/>
    <w:rsid w:val="00161315"/>
    <w:rsid w:val="00163BC6"/>
    <w:rsid w:val="00165A1E"/>
    <w:rsid w:val="00171C96"/>
    <w:rsid w:val="0017481D"/>
    <w:rsid w:val="0018392F"/>
    <w:rsid w:val="00183E86"/>
    <w:rsid w:val="001A4BAA"/>
    <w:rsid w:val="001B7E65"/>
    <w:rsid w:val="001C10BF"/>
    <w:rsid w:val="001D2BB9"/>
    <w:rsid w:val="001E185C"/>
    <w:rsid w:val="001F6847"/>
    <w:rsid w:val="00200881"/>
    <w:rsid w:val="00212A11"/>
    <w:rsid w:val="00215D63"/>
    <w:rsid w:val="002337FD"/>
    <w:rsid w:val="00236DB4"/>
    <w:rsid w:val="00255C94"/>
    <w:rsid w:val="0026349D"/>
    <w:rsid w:val="0026440A"/>
    <w:rsid w:val="002A08AE"/>
    <w:rsid w:val="002A2B45"/>
    <w:rsid w:val="002B12C5"/>
    <w:rsid w:val="002C1C4F"/>
    <w:rsid w:val="002D4281"/>
    <w:rsid w:val="002D465F"/>
    <w:rsid w:val="002E525B"/>
    <w:rsid w:val="002E5646"/>
    <w:rsid w:val="002E6432"/>
    <w:rsid w:val="0030582B"/>
    <w:rsid w:val="0030683F"/>
    <w:rsid w:val="003124FF"/>
    <w:rsid w:val="003272FD"/>
    <w:rsid w:val="00344864"/>
    <w:rsid w:val="00386103"/>
    <w:rsid w:val="00397DBD"/>
    <w:rsid w:val="003A7AC3"/>
    <w:rsid w:val="003B47C0"/>
    <w:rsid w:val="003C36E3"/>
    <w:rsid w:val="003D5533"/>
    <w:rsid w:val="003E1B0D"/>
    <w:rsid w:val="003F6F5C"/>
    <w:rsid w:val="0040325E"/>
    <w:rsid w:val="00405972"/>
    <w:rsid w:val="00406559"/>
    <w:rsid w:val="0041077F"/>
    <w:rsid w:val="00435149"/>
    <w:rsid w:val="004662E8"/>
    <w:rsid w:val="00471BC6"/>
    <w:rsid w:val="00487F11"/>
    <w:rsid w:val="004A085E"/>
    <w:rsid w:val="004B3D66"/>
    <w:rsid w:val="004B5B41"/>
    <w:rsid w:val="004D3AC7"/>
    <w:rsid w:val="004D42EC"/>
    <w:rsid w:val="004E7B2D"/>
    <w:rsid w:val="004F4725"/>
    <w:rsid w:val="005079D2"/>
    <w:rsid w:val="00522418"/>
    <w:rsid w:val="005338A1"/>
    <w:rsid w:val="00540AEA"/>
    <w:rsid w:val="00540ECE"/>
    <w:rsid w:val="00566990"/>
    <w:rsid w:val="00577200"/>
    <w:rsid w:val="00586AC6"/>
    <w:rsid w:val="00591615"/>
    <w:rsid w:val="00593842"/>
    <w:rsid w:val="005940B9"/>
    <w:rsid w:val="005A1A0D"/>
    <w:rsid w:val="005A4D5B"/>
    <w:rsid w:val="005A7E15"/>
    <w:rsid w:val="005B07A1"/>
    <w:rsid w:val="005B27C1"/>
    <w:rsid w:val="005C0BAA"/>
    <w:rsid w:val="005E5AD1"/>
    <w:rsid w:val="005F22D1"/>
    <w:rsid w:val="005F2D7F"/>
    <w:rsid w:val="005F4FC5"/>
    <w:rsid w:val="006002A9"/>
    <w:rsid w:val="00601259"/>
    <w:rsid w:val="00614EB4"/>
    <w:rsid w:val="00624552"/>
    <w:rsid w:val="0063228B"/>
    <w:rsid w:val="00641922"/>
    <w:rsid w:val="00641CCF"/>
    <w:rsid w:val="006637B3"/>
    <w:rsid w:val="00665F99"/>
    <w:rsid w:val="00670039"/>
    <w:rsid w:val="00677F8B"/>
    <w:rsid w:val="00681D76"/>
    <w:rsid w:val="00691CB3"/>
    <w:rsid w:val="00695B34"/>
    <w:rsid w:val="006A19DF"/>
    <w:rsid w:val="006B65EF"/>
    <w:rsid w:val="006C01F5"/>
    <w:rsid w:val="006C527D"/>
    <w:rsid w:val="006C5D9F"/>
    <w:rsid w:val="006D164D"/>
    <w:rsid w:val="006D3EC3"/>
    <w:rsid w:val="006D77B8"/>
    <w:rsid w:val="006F05B1"/>
    <w:rsid w:val="006F3A7E"/>
    <w:rsid w:val="006F40D6"/>
    <w:rsid w:val="006F4369"/>
    <w:rsid w:val="0073474A"/>
    <w:rsid w:val="0074692A"/>
    <w:rsid w:val="00765B3B"/>
    <w:rsid w:val="00773427"/>
    <w:rsid w:val="00791C3F"/>
    <w:rsid w:val="007A17D4"/>
    <w:rsid w:val="007A7756"/>
    <w:rsid w:val="007E41A7"/>
    <w:rsid w:val="007F1AFB"/>
    <w:rsid w:val="007F7577"/>
    <w:rsid w:val="00801E5D"/>
    <w:rsid w:val="00803B9B"/>
    <w:rsid w:val="0081062C"/>
    <w:rsid w:val="00815B93"/>
    <w:rsid w:val="00824F74"/>
    <w:rsid w:val="00825063"/>
    <w:rsid w:val="00831F12"/>
    <w:rsid w:val="008338C9"/>
    <w:rsid w:val="008723A6"/>
    <w:rsid w:val="008723F3"/>
    <w:rsid w:val="008800E1"/>
    <w:rsid w:val="0088488E"/>
    <w:rsid w:val="008A3E3C"/>
    <w:rsid w:val="008C03B4"/>
    <w:rsid w:val="008C5925"/>
    <w:rsid w:val="008E2AC4"/>
    <w:rsid w:val="00903F89"/>
    <w:rsid w:val="00904598"/>
    <w:rsid w:val="0091305B"/>
    <w:rsid w:val="00926A1C"/>
    <w:rsid w:val="0093353C"/>
    <w:rsid w:val="0093419E"/>
    <w:rsid w:val="009415FF"/>
    <w:rsid w:val="00943146"/>
    <w:rsid w:val="00954072"/>
    <w:rsid w:val="00963518"/>
    <w:rsid w:val="0096674B"/>
    <w:rsid w:val="009944A8"/>
    <w:rsid w:val="009A4C63"/>
    <w:rsid w:val="009B45F8"/>
    <w:rsid w:val="009D6FD7"/>
    <w:rsid w:val="009F39F2"/>
    <w:rsid w:val="009F695F"/>
    <w:rsid w:val="00A03A78"/>
    <w:rsid w:val="00A05718"/>
    <w:rsid w:val="00A06CFA"/>
    <w:rsid w:val="00A21A1C"/>
    <w:rsid w:val="00A32A42"/>
    <w:rsid w:val="00A32D86"/>
    <w:rsid w:val="00A40021"/>
    <w:rsid w:val="00A414AC"/>
    <w:rsid w:val="00A433FC"/>
    <w:rsid w:val="00A765F7"/>
    <w:rsid w:val="00A928CD"/>
    <w:rsid w:val="00A9741F"/>
    <w:rsid w:val="00AA2043"/>
    <w:rsid w:val="00AA5597"/>
    <w:rsid w:val="00AD0821"/>
    <w:rsid w:val="00AF67AD"/>
    <w:rsid w:val="00B010FE"/>
    <w:rsid w:val="00B04D54"/>
    <w:rsid w:val="00B053B4"/>
    <w:rsid w:val="00B17628"/>
    <w:rsid w:val="00B205F4"/>
    <w:rsid w:val="00B30420"/>
    <w:rsid w:val="00B30C89"/>
    <w:rsid w:val="00B35664"/>
    <w:rsid w:val="00B43BC8"/>
    <w:rsid w:val="00B524E6"/>
    <w:rsid w:val="00B643F7"/>
    <w:rsid w:val="00B65366"/>
    <w:rsid w:val="00B84440"/>
    <w:rsid w:val="00B85FAA"/>
    <w:rsid w:val="00B8671D"/>
    <w:rsid w:val="00B87C02"/>
    <w:rsid w:val="00B9121C"/>
    <w:rsid w:val="00B926D7"/>
    <w:rsid w:val="00BB0531"/>
    <w:rsid w:val="00BB4CAC"/>
    <w:rsid w:val="00BC6404"/>
    <w:rsid w:val="00BE129E"/>
    <w:rsid w:val="00BE529B"/>
    <w:rsid w:val="00BE631F"/>
    <w:rsid w:val="00BF1CB3"/>
    <w:rsid w:val="00BF29B1"/>
    <w:rsid w:val="00C055BC"/>
    <w:rsid w:val="00C242CB"/>
    <w:rsid w:val="00C25AD9"/>
    <w:rsid w:val="00C31E10"/>
    <w:rsid w:val="00C33F77"/>
    <w:rsid w:val="00C60DB4"/>
    <w:rsid w:val="00C702F8"/>
    <w:rsid w:val="00C70CA0"/>
    <w:rsid w:val="00C87CC0"/>
    <w:rsid w:val="00CB2C9E"/>
    <w:rsid w:val="00CB53FF"/>
    <w:rsid w:val="00CE153E"/>
    <w:rsid w:val="00CF1FF0"/>
    <w:rsid w:val="00CF2C36"/>
    <w:rsid w:val="00D06E14"/>
    <w:rsid w:val="00D12B10"/>
    <w:rsid w:val="00D140DF"/>
    <w:rsid w:val="00D31C7A"/>
    <w:rsid w:val="00D320A6"/>
    <w:rsid w:val="00D420A9"/>
    <w:rsid w:val="00D62249"/>
    <w:rsid w:val="00D7035D"/>
    <w:rsid w:val="00D70383"/>
    <w:rsid w:val="00D74225"/>
    <w:rsid w:val="00D838C1"/>
    <w:rsid w:val="00D90E49"/>
    <w:rsid w:val="00DB03CD"/>
    <w:rsid w:val="00DB3957"/>
    <w:rsid w:val="00DD5DC0"/>
    <w:rsid w:val="00DE0528"/>
    <w:rsid w:val="00DE247C"/>
    <w:rsid w:val="00DF6599"/>
    <w:rsid w:val="00DF78BD"/>
    <w:rsid w:val="00E00A31"/>
    <w:rsid w:val="00E01800"/>
    <w:rsid w:val="00E276BF"/>
    <w:rsid w:val="00E378DA"/>
    <w:rsid w:val="00E43020"/>
    <w:rsid w:val="00E4740B"/>
    <w:rsid w:val="00E51C72"/>
    <w:rsid w:val="00E52DF1"/>
    <w:rsid w:val="00E546D6"/>
    <w:rsid w:val="00E55B1B"/>
    <w:rsid w:val="00E576FE"/>
    <w:rsid w:val="00E867DD"/>
    <w:rsid w:val="00E87D98"/>
    <w:rsid w:val="00E95376"/>
    <w:rsid w:val="00EA01D2"/>
    <w:rsid w:val="00EA027F"/>
    <w:rsid w:val="00EA4A60"/>
    <w:rsid w:val="00EB1D01"/>
    <w:rsid w:val="00EC3E72"/>
    <w:rsid w:val="00EE1FB1"/>
    <w:rsid w:val="00EE4E69"/>
    <w:rsid w:val="00EF46CE"/>
    <w:rsid w:val="00F07AE9"/>
    <w:rsid w:val="00F21552"/>
    <w:rsid w:val="00F22803"/>
    <w:rsid w:val="00F232C0"/>
    <w:rsid w:val="00F26128"/>
    <w:rsid w:val="00F30D02"/>
    <w:rsid w:val="00F30E7F"/>
    <w:rsid w:val="00F3145B"/>
    <w:rsid w:val="00F43F1F"/>
    <w:rsid w:val="00F514CE"/>
    <w:rsid w:val="00F55369"/>
    <w:rsid w:val="00F609C9"/>
    <w:rsid w:val="00F86E23"/>
    <w:rsid w:val="00F97D92"/>
    <w:rsid w:val="00FA6E3D"/>
    <w:rsid w:val="00FB1C22"/>
    <w:rsid w:val="00FC3D89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35106B-FB63-4CE0-8134-709F6549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3E3C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68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Listenabsatz"/>
    <w:next w:val="Standard"/>
    <w:link w:val="berschrift2Zchn"/>
    <w:autoRedefine/>
    <w:uiPriority w:val="9"/>
    <w:unhideWhenUsed/>
    <w:qFormat/>
    <w:rsid w:val="008723A6"/>
    <w:pPr>
      <w:numPr>
        <w:numId w:val="2"/>
      </w:numPr>
      <w:tabs>
        <w:tab w:val="left" w:pos="3402"/>
      </w:tabs>
      <w:spacing w:before="200" w:after="0"/>
      <w:ind w:left="425" w:hanging="425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D08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68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723A6"/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Listenabsatz">
    <w:name w:val="List Paragraph"/>
    <w:basedOn w:val="Standard"/>
    <w:next w:val="Standard"/>
    <w:link w:val="ListenabsatzZchn"/>
    <w:autoRedefine/>
    <w:uiPriority w:val="34"/>
    <w:qFormat/>
    <w:rsid w:val="006F4369"/>
    <w:pPr>
      <w:numPr>
        <w:numId w:val="6"/>
      </w:numPr>
      <w:spacing w:after="120" w:line="240" w:lineRule="auto"/>
      <w:contextualSpacing/>
    </w:pPr>
    <w:rPr>
      <w:rFonts w:cstheme="minorHAnsi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2D7F"/>
  </w:style>
  <w:style w:type="paragraph" w:styleId="Fuzeile">
    <w:name w:val="footer"/>
    <w:basedOn w:val="Standard"/>
    <w:link w:val="Fu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2D7F"/>
  </w:style>
  <w:style w:type="table" w:styleId="Tabellenraster">
    <w:name w:val="Table Grid"/>
    <w:basedOn w:val="NormaleTabelle"/>
    <w:uiPriority w:val="59"/>
    <w:rsid w:val="005F2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52241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5224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128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0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20A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20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20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20A6"/>
    <w:rPr>
      <w:b/>
      <w:bCs/>
      <w:sz w:val="20"/>
      <w:szCs w:val="20"/>
    </w:rPr>
  </w:style>
  <w:style w:type="table" w:styleId="MittlereListe2-Akzent3">
    <w:name w:val="Medium List 2 Accent 3"/>
    <w:basedOn w:val="NormaleTabelle"/>
    <w:uiPriority w:val="66"/>
    <w:rsid w:val="005B07A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MMTopic1">
    <w:name w:val="MM Topic 1"/>
    <w:basedOn w:val="berschrift1"/>
    <w:rsid w:val="00AD0821"/>
    <w:pPr>
      <w:numPr>
        <w:numId w:val="1"/>
      </w:numPr>
    </w:pPr>
    <w:rPr>
      <w:rFonts w:ascii="Cambria" w:eastAsia="Times New Roman" w:hAnsi="Cambria" w:cs="Times New Roman"/>
      <w:color w:val="365F91"/>
    </w:rPr>
  </w:style>
  <w:style w:type="paragraph" w:customStyle="1" w:styleId="MMTopic2">
    <w:name w:val="MM Topic 2"/>
    <w:basedOn w:val="berschrift2"/>
    <w:rsid w:val="00AD0821"/>
    <w:pPr>
      <w:numPr>
        <w:ilvl w:val="1"/>
        <w:numId w:val="1"/>
      </w:numPr>
    </w:pPr>
    <w:rPr>
      <w:rFonts w:ascii="Cambria" w:eastAsia="Times New Roman" w:hAnsi="Cambria" w:cs="Times New Roman"/>
      <w:color w:val="4F81BD"/>
    </w:rPr>
  </w:style>
  <w:style w:type="paragraph" w:customStyle="1" w:styleId="MMTopic3">
    <w:name w:val="MM Topic 3"/>
    <w:basedOn w:val="berschrift3"/>
    <w:rsid w:val="00AD0821"/>
    <w:pPr>
      <w:numPr>
        <w:ilvl w:val="2"/>
        <w:numId w:val="1"/>
      </w:numPr>
      <w:ind w:left="2160" w:hanging="180"/>
    </w:pPr>
    <w:rPr>
      <w:rFonts w:ascii="Cambria" w:eastAsia="Times New Roman" w:hAnsi="Cambria" w:cs="Times New Roman"/>
      <w:color w:val="4F81BD"/>
    </w:rPr>
  </w:style>
  <w:style w:type="paragraph" w:customStyle="1" w:styleId="HB-berschrift1">
    <w:name w:val="HB-Überschrift1"/>
    <w:basedOn w:val="MMTopic1"/>
    <w:link w:val="HB-berschrift1Zchn"/>
    <w:qFormat/>
    <w:rsid w:val="00AD0821"/>
  </w:style>
  <w:style w:type="character" w:customStyle="1" w:styleId="HB-berschrift1Zchn">
    <w:name w:val="HB-Überschrift1 Zchn"/>
    <w:basedOn w:val="Absatz-Standardschriftart"/>
    <w:link w:val="HB-berschrift1"/>
    <w:rsid w:val="00AD082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MittlereListe1-Akzent3">
    <w:name w:val="Medium List 1 Accent 3"/>
    <w:basedOn w:val="NormaleTabelle"/>
    <w:uiPriority w:val="65"/>
    <w:rsid w:val="00AD08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D08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tzhaltertext">
    <w:name w:val="Placeholder Text"/>
    <w:basedOn w:val="Absatz-Standardschriftart"/>
    <w:uiPriority w:val="99"/>
    <w:semiHidden/>
    <w:rsid w:val="008338C9"/>
    <w:rPr>
      <w:color w:val="808080"/>
    </w:rPr>
  </w:style>
  <w:style w:type="table" w:styleId="HelleSchattierung-Akzent1">
    <w:name w:val="Light Shading Accent 1"/>
    <w:basedOn w:val="NormaleTabelle"/>
    <w:uiPriority w:val="60"/>
    <w:rsid w:val="0034486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">
    <w:name w:val="Light Shading"/>
    <w:basedOn w:val="NormaleTabelle"/>
    <w:uiPriority w:val="60"/>
    <w:rsid w:val="003448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-Akzent3">
    <w:name w:val="Light List Accent 3"/>
    <w:basedOn w:val="NormaleTabelle"/>
    <w:uiPriority w:val="61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sRaster-Akzent3">
    <w:name w:val="Light Grid Accent 3"/>
    <w:basedOn w:val="NormaleTabelle"/>
    <w:uiPriority w:val="62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FrageAudit">
    <w:name w:val="Frage Audit"/>
    <w:basedOn w:val="Standard"/>
    <w:next w:val="Standard"/>
    <w:link w:val="FrageAuditZchn"/>
    <w:qFormat/>
    <w:rsid w:val="00215D63"/>
    <w:pPr>
      <w:numPr>
        <w:numId w:val="3"/>
      </w:numPr>
      <w:spacing w:before="200" w:after="120"/>
      <w:ind w:left="425" w:hanging="425"/>
      <w:outlineLvl w:val="1"/>
    </w:pPr>
    <w:rPr>
      <w:rFonts w:ascii="Calibri" w:eastAsia="Times New Roman" w:hAnsi="Calibri" w:cs="Times New Roman"/>
      <w:b/>
      <w:bCs/>
      <w:iCs/>
    </w:rPr>
  </w:style>
  <w:style w:type="character" w:customStyle="1" w:styleId="FrageAuditZchn">
    <w:name w:val="Frage Audit Zchn"/>
    <w:basedOn w:val="Absatz-Standardschriftart"/>
    <w:link w:val="FrageAudit"/>
    <w:rsid w:val="00215D63"/>
    <w:rPr>
      <w:rFonts w:ascii="Calibri" w:eastAsia="Times New Roman" w:hAnsi="Calibri" w:cs="Times New Roman"/>
      <w:b/>
      <w:bCs/>
      <w:iCs/>
      <w:sz w:val="20"/>
    </w:rPr>
  </w:style>
  <w:style w:type="paragraph" w:customStyle="1" w:styleId="Input">
    <w:name w:val="Input"/>
    <w:basedOn w:val="Standard"/>
    <w:link w:val="InputZchn"/>
    <w:autoRedefine/>
    <w:qFormat/>
    <w:rsid w:val="008A3E3C"/>
    <w:pPr>
      <w:spacing w:before="60" w:after="0"/>
      <w:contextualSpacing/>
    </w:pPr>
    <w:rPr>
      <w:rFonts w:cstheme="minorHAnsi"/>
      <w:szCs w:val="20"/>
    </w:rPr>
  </w:style>
  <w:style w:type="character" w:customStyle="1" w:styleId="InputZchn">
    <w:name w:val="Input Zchn"/>
    <w:basedOn w:val="Absatz-Standardschriftart"/>
    <w:link w:val="Input"/>
    <w:rsid w:val="008A3E3C"/>
    <w:rPr>
      <w:rFonts w:cstheme="minorHAnsi"/>
      <w:sz w:val="20"/>
      <w:szCs w:val="20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6F4369"/>
    <w:rPr>
      <w:rFonts w:cstheme="minorHAnsi"/>
      <w:sz w:val="20"/>
      <w:szCs w:val="20"/>
    </w:rPr>
  </w:style>
  <w:style w:type="paragraph" w:customStyle="1" w:styleId="Listenabsatz3">
    <w:name w:val="Listenabsatz3"/>
    <w:basedOn w:val="Listenabsatz"/>
    <w:next w:val="Standard"/>
    <w:link w:val="Listenabsatz3Zchn"/>
    <w:qFormat/>
    <w:rsid w:val="00215D63"/>
    <w:pPr>
      <w:numPr>
        <w:numId w:val="4"/>
      </w:numPr>
    </w:pPr>
  </w:style>
  <w:style w:type="character" w:customStyle="1" w:styleId="Listenabsatz3Zchn">
    <w:name w:val="Listenabsatz3 Zchn"/>
    <w:basedOn w:val="ListenabsatzZchn"/>
    <w:link w:val="Listenabsatz3"/>
    <w:rsid w:val="00215D63"/>
    <w:rPr>
      <w:rFonts w:cstheme="minorHAnsi"/>
      <w:sz w:val="20"/>
      <w:szCs w:val="20"/>
    </w:rPr>
  </w:style>
  <w:style w:type="paragraph" w:customStyle="1" w:styleId="green-dot">
    <w:name w:val="green-dot"/>
    <w:basedOn w:val="Standard"/>
    <w:link w:val="green-dotZchn"/>
    <w:qFormat/>
    <w:rsid w:val="00EA027F"/>
    <w:pPr>
      <w:spacing w:before="120" w:after="0"/>
    </w:pPr>
    <w:rPr>
      <w:rFonts w:ascii="Calibri" w:hAnsi="Calibri"/>
      <w:color w:val="00B050"/>
      <w:sz w:val="48"/>
      <w:szCs w:val="32"/>
    </w:rPr>
  </w:style>
  <w:style w:type="paragraph" w:customStyle="1" w:styleId="yellow-dot">
    <w:name w:val="yellow-dot"/>
    <w:basedOn w:val="green-dot"/>
    <w:link w:val="yellow-dotZchn"/>
    <w:qFormat/>
    <w:rsid w:val="0017481D"/>
    <w:rPr>
      <w:color w:val="FFFF00"/>
    </w:rPr>
  </w:style>
  <w:style w:type="character" w:customStyle="1" w:styleId="green-dotZchn">
    <w:name w:val="green-dot Zchn"/>
    <w:basedOn w:val="Absatz-Standardschriftart"/>
    <w:link w:val="green-dot"/>
    <w:rsid w:val="00EA027F"/>
    <w:rPr>
      <w:rFonts w:ascii="Calibri" w:hAnsi="Calibri"/>
      <w:color w:val="00B050"/>
      <w:sz w:val="48"/>
      <w:szCs w:val="32"/>
    </w:rPr>
  </w:style>
  <w:style w:type="paragraph" w:customStyle="1" w:styleId="red-dot">
    <w:name w:val="red-dot"/>
    <w:basedOn w:val="green-dot"/>
    <w:link w:val="red-dotZchn"/>
    <w:qFormat/>
    <w:rsid w:val="0017481D"/>
    <w:rPr>
      <w:color w:val="FF0000"/>
    </w:rPr>
  </w:style>
  <w:style w:type="character" w:customStyle="1" w:styleId="yellow-dotZchn">
    <w:name w:val="yellow-dot Zchn"/>
    <w:basedOn w:val="green-dotZchn"/>
    <w:link w:val="yellow-dot"/>
    <w:rsid w:val="0017481D"/>
    <w:rPr>
      <w:rFonts w:ascii="Calibri" w:hAnsi="Calibri"/>
      <w:color w:val="FFFF00"/>
      <w:sz w:val="48"/>
      <w:szCs w:val="32"/>
    </w:rPr>
  </w:style>
  <w:style w:type="paragraph" w:customStyle="1" w:styleId="Themenfeld">
    <w:name w:val="Themenfeld"/>
    <w:basedOn w:val="Listenabsatz3"/>
    <w:next w:val="Standard"/>
    <w:link w:val="ThemenfeldZchn"/>
    <w:qFormat/>
    <w:rsid w:val="0008569C"/>
    <w:pPr>
      <w:shd w:val="clear" w:color="auto" w:fill="DBE5F1" w:themeFill="accent1" w:themeFillTint="33"/>
      <w:spacing w:after="360"/>
      <w:ind w:left="510" w:hanging="510"/>
      <w:jc w:val="center"/>
    </w:pPr>
    <w:rPr>
      <w:b/>
      <w:color w:val="1F497D" w:themeColor="text2"/>
      <w:sz w:val="26"/>
      <w:szCs w:val="24"/>
    </w:rPr>
  </w:style>
  <w:style w:type="character" w:customStyle="1" w:styleId="red-dotZchn">
    <w:name w:val="red-dot Zchn"/>
    <w:basedOn w:val="green-dotZchn"/>
    <w:link w:val="red-dot"/>
    <w:rsid w:val="0017481D"/>
    <w:rPr>
      <w:rFonts w:ascii="Calibri" w:hAnsi="Calibri"/>
      <w:color w:val="FF0000"/>
      <w:sz w:val="48"/>
      <w:szCs w:val="32"/>
    </w:rPr>
  </w:style>
  <w:style w:type="character" w:customStyle="1" w:styleId="ThemenfeldZchn">
    <w:name w:val="Themenfeld Zchn"/>
    <w:basedOn w:val="Listenabsatz3Zchn"/>
    <w:link w:val="Themenfeld"/>
    <w:rsid w:val="0008569C"/>
    <w:rPr>
      <w:rFonts w:cstheme="minorHAnsi"/>
      <w:b/>
      <w:color w:val="1F497D" w:themeColor="text2"/>
      <w:sz w:val="26"/>
      <w:szCs w:val="24"/>
      <w:shd w:val="clear" w:color="auto" w:fill="DBE5F1" w:themeFill="accent1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8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7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4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35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1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2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3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92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2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wmf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ervicestelle\Arbeitsmaterialien\5_Bewertung%20Handlungsbedar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12888E6026B47B5A994573F40413F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8FA108-F0A3-4232-BAAE-F862567754DC}"/>
      </w:docPartPr>
      <w:docPartBody>
        <w:p w:rsidR="001E7099" w:rsidRDefault="002404F8">
          <w:pPr>
            <w:pStyle w:val="A12888E6026B47B5A994573F40413F19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9BEA63536E8F44A5A66D9B04264C9B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C1C04A-86C4-46C8-80A7-AE147C53EEFC}"/>
      </w:docPartPr>
      <w:docPartBody>
        <w:p w:rsidR="001E7099" w:rsidRDefault="002404F8">
          <w:pPr>
            <w:pStyle w:val="9BEA63536E8F44A5A66D9B04264C9BF7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A0727644F8D34C9DA02023C339D247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9A96BB-4440-477F-A61E-B072D980DE75}"/>
      </w:docPartPr>
      <w:docPartBody>
        <w:p w:rsidR="001E7099" w:rsidRDefault="002404F8">
          <w:pPr>
            <w:pStyle w:val="A0727644F8D34C9DA02023C339D24747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4FCEDE49690E40C896FD479C7321A0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3D21B9-6561-40B4-8365-703DCCAAD162}"/>
      </w:docPartPr>
      <w:docPartBody>
        <w:p w:rsidR="001E7099" w:rsidRDefault="002404F8">
          <w:pPr>
            <w:pStyle w:val="4FCEDE49690E40C896FD479C7321A07A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C9F7B022FF694D9687C530B49B69C9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C2AA19-ADA8-4AA2-81D2-4420CBC44761}"/>
      </w:docPartPr>
      <w:docPartBody>
        <w:p w:rsidR="001E7099" w:rsidRDefault="002404F8">
          <w:pPr>
            <w:pStyle w:val="C9F7B022FF694D9687C530B49B69C9CE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009F342C63C74026A66261B408F074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C986F7-BDA7-482F-B9BA-FE5A30FA94C2}"/>
      </w:docPartPr>
      <w:docPartBody>
        <w:p w:rsidR="001E7099" w:rsidRDefault="002404F8">
          <w:pPr>
            <w:pStyle w:val="009F342C63C74026A66261B408F07469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056A768584254A7F88FC7C8D59D8FA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76F607-A9DF-4DFB-821F-73A038BBB8AD}"/>
      </w:docPartPr>
      <w:docPartBody>
        <w:p w:rsidR="001E7099" w:rsidRDefault="002404F8">
          <w:pPr>
            <w:pStyle w:val="056A768584254A7F88FC7C8D59D8FAA0"/>
          </w:pPr>
          <w:r w:rsidRPr="00076875">
            <w:rPr>
              <w:rStyle w:val="Platzhaltertext"/>
            </w:rPr>
            <w:t xml:space="preserve">Klicken Sie hier, um </w:t>
          </w:r>
          <w:r>
            <w:rPr>
              <w:rStyle w:val="Platzhaltertext"/>
            </w:rPr>
            <w:t>den Handlungsbedarf</w:t>
          </w:r>
          <w:r w:rsidRPr="00076875">
            <w:rPr>
              <w:rStyle w:val="Platzhaltertext"/>
            </w:rPr>
            <w:t xml:space="preserve"> einzugeben.</w:t>
          </w:r>
        </w:p>
      </w:docPartBody>
    </w:docPart>
    <w:docPart>
      <w:docPartPr>
        <w:name w:val="6A94894215764388B71A005D110AD6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9AA472-8C0A-433D-92AB-2235CEB374F7}"/>
      </w:docPartPr>
      <w:docPartBody>
        <w:p w:rsidR="001E7099" w:rsidRDefault="002404F8">
          <w:pPr>
            <w:pStyle w:val="6A94894215764388B71A005D110AD677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7BA0284DB3C942E69D3BFC023AABDF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FD594F-6A73-4DE5-9B6A-E54C873415BE}"/>
      </w:docPartPr>
      <w:docPartBody>
        <w:p w:rsidR="001E7099" w:rsidRDefault="002404F8">
          <w:pPr>
            <w:pStyle w:val="7BA0284DB3C942E69D3BFC023AABDF7B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4EF4C72251E64A5BBFB80DAD9264B6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30CBC2-9AF8-451E-BF53-B941A5634E50}"/>
      </w:docPartPr>
      <w:docPartBody>
        <w:p w:rsidR="001E7099" w:rsidRDefault="002404F8">
          <w:pPr>
            <w:pStyle w:val="4EF4C72251E64A5BBFB80DAD9264B67E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FBAA1E2793FF4AC7A30704800464BB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651F99-627C-4F07-90E7-7A024F508C02}"/>
      </w:docPartPr>
      <w:docPartBody>
        <w:p w:rsidR="001E7099" w:rsidRDefault="002404F8">
          <w:pPr>
            <w:pStyle w:val="FBAA1E2793FF4AC7A30704800464BBCC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594775EF2E414D9587D74C98C0988C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49E175-CA9D-4C72-ADBE-AFF6295843B9}"/>
      </w:docPartPr>
      <w:docPartBody>
        <w:p w:rsidR="001E7099" w:rsidRDefault="002404F8">
          <w:pPr>
            <w:pStyle w:val="594775EF2E414D9587D74C98C0988CE0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291DF0CEC82F4C9E8416C0F18D59C1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3AE877-796A-414A-9CCC-D51AB02C2E23}"/>
      </w:docPartPr>
      <w:docPartBody>
        <w:p w:rsidR="001E7099" w:rsidRDefault="002404F8">
          <w:pPr>
            <w:pStyle w:val="291DF0CEC82F4C9E8416C0F18D59C1E2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005E1719FAA6407B8CEDC941899F44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6C21D7-225E-499E-AB2F-49F12C05DBDF}"/>
      </w:docPartPr>
      <w:docPartBody>
        <w:p w:rsidR="001E7099" w:rsidRDefault="002404F8">
          <w:pPr>
            <w:pStyle w:val="005E1719FAA6407B8CEDC941899F446C"/>
          </w:pPr>
          <w:r w:rsidRPr="00076875">
            <w:rPr>
              <w:rStyle w:val="Platzhaltertext"/>
            </w:rPr>
            <w:t xml:space="preserve">Klicken Sie hier, um </w:t>
          </w:r>
          <w:r>
            <w:rPr>
              <w:rStyle w:val="Platzhaltertext"/>
            </w:rPr>
            <w:t>den Handlungsbedarf</w:t>
          </w:r>
          <w:r w:rsidRPr="00076875">
            <w:rPr>
              <w:rStyle w:val="Platzhaltertext"/>
            </w:rPr>
            <w:t xml:space="preserve"> einzugeben.</w:t>
          </w:r>
        </w:p>
      </w:docPartBody>
    </w:docPart>
    <w:docPart>
      <w:docPartPr>
        <w:name w:val="F2EE9CE66A5D4DE0A94F2A47A6ADAE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C4C0F0-C962-40AA-8539-6553C1F58A13}"/>
      </w:docPartPr>
      <w:docPartBody>
        <w:p w:rsidR="001E7099" w:rsidRDefault="002404F8">
          <w:pPr>
            <w:pStyle w:val="F2EE9CE66A5D4DE0A94F2A47A6ADAECD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DD0C6D8ED33F4150B74B94FA463259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DCAA0A-8838-42AE-B5E3-1389A330EF06}"/>
      </w:docPartPr>
      <w:docPartBody>
        <w:p w:rsidR="001E7099" w:rsidRDefault="002404F8">
          <w:pPr>
            <w:pStyle w:val="DD0C6D8ED33F4150B74B94FA4632597F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62F169ABE09D4EC1B47F3EDC53A776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574CAE-ACA5-42CC-A2A9-36CDAE201B40}"/>
      </w:docPartPr>
      <w:docPartBody>
        <w:p w:rsidR="001E7099" w:rsidRDefault="002404F8">
          <w:pPr>
            <w:pStyle w:val="62F169ABE09D4EC1B47F3EDC53A7765B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81C26D5194AE4C07940B503E9EEAD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8CBCFA-122E-40D9-8B08-E16A106A71EC}"/>
      </w:docPartPr>
      <w:docPartBody>
        <w:p w:rsidR="001E7099" w:rsidRDefault="002404F8">
          <w:pPr>
            <w:pStyle w:val="81C26D5194AE4C07940B503E9EEAD5B4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2D6FBFA1F3914C88A8D5F212E620AF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CA3125-BFCF-4A15-9287-5F568690EAA1}"/>
      </w:docPartPr>
      <w:docPartBody>
        <w:p w:rsidR="001E7099" w:rsidRDefault="002404F8">
          <w:pPr>
            <w:pStyle w:val="2D6FBFA1F3914C88A8D5F212E620AF1B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9686A2697AD042618D70E9B1AD7800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526EB9-4BFF-421F-82DE-AFDB6551F3AF}"/>
      </w:docPartPr>
      <w:docPartBody>
        <w:p w:rsidR="001E7099" w:rsidRDefault="002404F8">
          <w:pPr>
            <w:pStyle w:val="9686A2697AD042618D70E9B1AD780039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A3C6107ACF6C4166B8ECD124475EB0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3DA3E5-B181-4669-AAF7-C844F99D823B}"/>
      </w:docPartPr>
      <w:docPartBody>
        <w:p w:rsidR="001E7099" w:rsidRDefault="002404F8">
          <w:pPr>
            <w:pStyle w:val="A3C6107ACF6C4166B8ECD124475EB0F8"/>
          </w:pPr>
          <w:r w:rsidRPr="00076875">
            <w:rPr>
              <w:rStyle w:val="Platzhaltertext"/>
            </w:rPr>
            <w:t xml:space="preserve">Klicken Sie hier, um </w:t>
          </w:r>
          <w:r>
            <w:rPr>
              <w:rStyle w:val="Platzhaltertext"/>
            </w:rPr>
            <w:t>den Handlungsbedarf</w:t>
          </w:r>
          <w:r w:rsidRPr="00076875">
            <w:rPr>
              <w:rStyle w:val="Platzhaltertext"/>
            </w:rPr>
            <w:t xml:space="preserve"> einzugeben.</w:t>
          </w:r>
        </w:p>
      </w:docPartBody>
    </w:docPart>
    <w:docPart>
      <w:docPartPr>
        <w:name w:val="9BBACF9331B64E3BB173A3B7BB4772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A41743-C30C-4C93-AD6E-108F5905A8E2}"/>
      </w:docPartPr>
      <w:docPartBody>
        <w:p w:rsidR="001E7099" w:rsidRDefault="002404F8">
          <w:pPr>
            <w:pStyle w:val="9BBACF9331B64E3BB173A3B7BB477285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E85E0AC8AC344B1293B842EFA26F51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00599F-B34B-4894-97A1-84FF741D02F7}"/>
      </w:docPartPr>
      <w:docPartBody>
        <w:p w:rsidR="001E7099" w:rsidRDefault="002404F8">
          <w:pPr>
            <w:pStyle w:val="E85E0AC8AC344B1293B842EFA26F515F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B0B08C39EF6F4CABA5C6C788FC6C70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95A6F-005D-4D88-9134-9FFF01F5B6DA}"/>
      </w:docPartPr>
      <w:docPartBody>
        <w:p w:rsidR="001E7099" w:rsidRDefault="002404F8">
          <w:pPr>
            <w:pStyle w:val="B0B08C39EF6F4CABA5C6C788FC6C703F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CA1F2B7C56E640008421C3174D4A0F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58E712-4948-454E-8F71-D301AA420073}"/>
      </w:docPartPr>
      <w:docPartBody>
        <w:p w:rsidR="001E7099" w:rsidRDefault="002404F8">
          <w:pPr>
            <w:pStyle w:val="CA1F2B7C56E640008421C3174D4A0FC4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FDC5B0AC639E460CB20E5B4121F302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C34356-0C82-4F84-9C57-AE9D860161D8}"/>
      </w:docPartPr>
      <w:docPartBody>
        <w:p w:rsidR="001E7099" w:rsidRDefault="002404F8">
          <w:pPr>
            <w:pStyle w:val="FDC5B0AC639E460CB20E5B4121F3022C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A3AEBED4AEF543ED8D0965D1D4AC6A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9F64FF-23F5-4580-8396-266C23940DCF}"/>
      </w:docPartPr>
      <w:docPartBody>
        <w:p w:rsidR="001E7099" w:rsidRDefault="002404F8">
          <w:pPr>
            <w:pStyle w:val="A3AEBED4AEF543ED8D0965D1D4AC6A64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574B273EB4694A75BD520BE39EBA3B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7F151F-E174-4DDA-B1EB-B289277D9091}"/>
      </w:docPartPr>
      <w:docPartBody>
        <w:p w:rsidR="001E7099" w:rsidRDefault="002404F8">
          <w:pPr>
            <w:pStyle w:val="574B273EB4694A75BD520BE39EBA3B86"/>
          </w:pPr>
          <w:r w:rsidRPr="00076875">
            <w:rPr>
              <w:rStyle w:val="Platzhaltertext"/>
            </w:rPr>
            <w:t xml:space="preserve">Klicken Sie hier, um </w:t>
          </w:r>
          <w:r>
            <w:rPr>
              <w:rStyle w:val="Platzhaltertext"/>
            </w:rPr>
            <w:t>den Handlungsbedarf</w:t>
          </w:r>
          <w:r w:rsidRPr="00076875">
            <w:rPr>
              <w:rStyle w:val="Platzhaltertext"/>
            </w:rPr>
            <w:t xml:space="preserve"> einzugeben.</w:t>
          </w:r>
        </w:p>
      </w:docPartBody>
    </w:docPart>
    <w:docPart>
      <w:docPartPr>
        <w:name w:val="05C106D15A464BE4955642164BD412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CDE83C-7939-4050-AE22-6E1EDA0DD66C}"/>
      </w:docPartPr>
      <w:docPartBody>
        <w:p w:rsidR="001E7099" w:rsidRDefault="002404F8">
          <w:pPr>
            <w:pStyle w:val="05C106D15A464BE4955642164BD41257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4007FFB79449420AB68C777E4BF11B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C74CC6-6A1F-457D-8AD5-8B13245E854F}"/>
      </w:docPartPr>
      <w:docPartBody>
        <w:p w:rsidR="001E7099" w:rsidRDefault="002404F8">
          <w:pPr>
            <w:pStyle w:val="4007FFB79449420AB68C777E4BF11BCE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C3D8EDD511B34E00B298AED966542C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B2BC81-819F-4BB3-9832-8E5BDC7FF61B}"/>
      </w:docPartPr>
      <w:docPartBody>
        <w:p w:rsidR="001E7099" w:rsidRDefault="002404F8">
          <w:pPr>
            <w:pStyle w:val="C3D8EDD511B34E00B298AED966542C66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81919707B9E940E5BF305AADB551AC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A65E9A-83DC-49DC-BBF4-EA1CD199CAD1}"/>
      </w:docPartPr>
      <w:docPartBody>
        <w:p w:rsidR="001E7099" w:rsidRDefault="002404F8">
          <w:pPr>
            <w:pStyle w:val="81919707B9E940E5BF305AADB551ACA3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BA64C44A3C1E4150A8F819187F578C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9865AC-04CE-4652-8A80-60EBC19988FE}"/>
      </w:docPartPr>
      <w:docPartBody>
        <w:p w:rsidR="001E7099" w:rsidRDefault="002404F8">
          <w:pPr>
            <w:pStyle w:val="BA64C44A3C1E4150A8F819187F578C97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79C4BE4B557B4B4DAB0F75BF1A2DDB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65A5E3-BD3E-4380-8203-142A4207481D}"/>
      </w:docPartPr>
      <w:docPartBody>
        <w:p w:rsidR="001E7099" w:rsidRDefault="002404F8">
          <w:pPr>
            <w:pStyle w:val="79C4BE4B557B4B4DAB0F75BF1A2DDB8B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3078577442A04CCFB1021E717F038B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D19594-848E-4B4E-9C69-BF6CA08109AD}"/>
      </w:docPartPr>
      <w:docPartBody>
        <w:p w:rsidR="001E7099" w:rsidRDefault="002404F8">
          <w:pPr>
            <w:pStyle w:val="3078577442A04CCFB1021E717F038B12"/>
          </w:pPr>
          <w:r w:rsidRPr="00076875">
            <w:rPr>
              <w:rStyle w:val="Platzhaltertext"/>
            </w:rPr>
            <w:t xml:space="preserve">Klicken Sie hier, um </w:t>
          </w:r>
          <w:r>
            <w:rPr>
              <w:rStyle w:val="Platzhaltertext"/>
            </w:rPr>
            <w:t>den Handlungsbedarf</w:t>
          </w:r>
          <w:r w:rsidRPr="00076875">
            <w:rPr>
              <w:rStyle w:val="Platzhaltertext"/>
            </w:rPr>
            <w:t xml:space="preserve"> einzugeben.</w:t>
          </w:r>
        </w:p>
      </w:docPartBody>
    </w:docPart>
    <w:docPart>
      <w:docPartPr>
        <w:name w:val="CA241D3E45C94B9680BDE51EBBC299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73CD95-03A0-45A4-8950-667816AD971A}"/>
      </w:docPartPr>
      <w:docPartBody>
        <w:p w:rsidR="001E7099" w:rsidRDefault="002404F8">
          <w:pPr>
            <w:pStyle w:val="CA241D3E45C94B9680BDE51EBBC29937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0BA9F7095D3C4B81AF8770B1243D8C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DF7DE7-4C8F-465F-AFBC-FE72F0037B1F}"/>
      </w:docPartPr>
      <w:docPartBody>
        <w:p w:rsidR="001E7099" w:rsidRDefault="002404F8">
          <w:pPr>
            <w:pStyle w:val="0BA9F7095D3C4B81AF8770B1243D8C24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659E2539C7C34BBE94F92D8D7EE05A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743E12-C37C-45E6-93FD-07C99BD17BAE}"/>
      </w:docPartPr>
      <w:docPartBody>
        <w:p w:rsidR="001E7099" w:rsidRDefault="002404F8">
          <w:pPr>
            <w:pStyle w:val="659E2539C7C34BBE94F92D8D7EE05A52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D0509EA923884CCF935E13A7295EC3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A82198-64C7-4C0E-8735-7A91F6085407}"/>
      </w:docPartPr>
      <w:docPartBody>
        <w:p w:rsidR="001E7099" w:rsidRDefault="002404F8">
          <w:pPr>
            <w:pStyle w:val="D0509EA923884CCF935E13A7295EC38C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60AC2D7E2C604A4BA5AA12128A4141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06968A-BD97-4A4C-97CA-88CD78AE5FDB}"/>
      </w:docPartPr>
      <w:docPartBody>
        <w:p w:rsidR="001E7099" w:rsidRDefault="002404F8">
          <w:pPr>
            <w:pStyle w:val="60AC2D7E2C604A4BA5AA12128A414122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C717680C5E4141D8A586D78D7F73A2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554DA8-8EBA-4675-BC4A-1B27944F6450}"/>
      </w:docPartPr>
      <w:docPartBody>
        <w:p w:rsidR="001E7099" w:rsidRDefault="002404F8">
          <w:pPr>
            <w:pStyle w:val="C717680C5E4141D8A586D78D7F73A2B9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E954ED4E3AF3461A93910FED122A70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4ED017-5CFE-4B5A-8350-9368357C4C9F}"/>
      </w:docPartPr>
      <w:docPartBody>
        <w:p w:rsidR="001E7099" w:rsidRDefault="002404F8">
          <w:pPr>
            <w:pStyle w:val="E954ED4E3AF3461A93910FED122A7097"/>
          </w:pPr>
          <w:r w:rsidRPr="00076875">
            <w:rPr>
              <w:rStyle w:val="Platzhaltertext"/>
            </w:rPr>
            <w:t xml:space="preserve">Klicken Sie hier, um </w:t>
          </w:r>
          <w:r>
            <w:rPr>
              <w:rStyle w:val="Platzhaltertext"/>
            </w:rPr>
            <w:t>den Handlungsbedarf</w:t>
          </w:r>
          <w:r w:rsidRPr="00076875">
            <w:rPr>
              <w:rStyle w:val="Platzhaltertext"/>
            </w:rPr>
            <w:t xml:space="preserve"> einzugeben.</w:t>
          </w:r>
        </w:p>
      </w:docPartBody>
    </w:docPart>
    <w:docPart>
      <w:docPartPr>
        <w:name w:val="0006142297F74A378183CA126CC316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575B3D-36D9-44B2-A4BA-903766D5E3A0}"/>
      </w:docPartPr>
      <w:docPartBody>
        <w:p w:rsidR="001E7099" w:rsidRDefault="002404F8">
          <w:pPr>
            <w:pStyle w:val="0006142297F74A378183CA126CC316E7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16EAF336B07849A782FEFF32BBDADB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CC784F-D4D7-404C-85FF-50B9CA7E4364}"/>
      </w:docPartPr>
      <w:docPartBody>
        <w:p w:rsidR="001E7099" w:rsidRDefault="002404F8">
          <w:pPr>
            <w:pStyle w:val="16EAF336B07849A782FEFF32BBDADB37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A8F31CA95AB74E94A78049E29C5F1C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A33E47-14E1-4CE4-B947-C6D89E455BBC}"/>
      </w:docPartPr>
      <w:docPartBody>
        <w:p w:rsidR="001E7099" w:rsidRDefault="002404F8">
          <w:pPr>
            <w:pStyle w:val="A8F31CA95AB74E94A78049E29C5F1C3E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54D28D7D03FD4FB9B0CE5D575CA9CA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36D270-009E-47D9-82FD-142EAFF673BC}"/>
      </w:docPartPr>
      <w:docPartBody>
        <w:p w:rsidR="001E7099" w:rsidRDefault="002404F8">
          <w:pPr>
            <w:pStyle w:val="54D28D7D03FD4FB9B0CE5D575CA9CA3E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B49D027DF3BA432F964F9A81784573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C21BF6-1091-4943-B7F5-D8310250998C}"/>
      </w:docPartPr>
      <w:docPartBody>
        <w:p w:rsidR="001E7099" w:rsidRDefault="002404F8">
          <w:pPr>
            <w:pStyle w:val="B49D027DF3BA432F964F9A8178457396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729D34356B8943BE98D301CD96B3CB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7739A8-4D45-4B54-967C-1BF6423C008D}"/>
      </w:docPartPr>
      <w:docPartBody>
        <w:p w:rsidR="001E7099" w:rsidRDefault="002404F8">
          <w:pPr>
            <w:pStyle w:val="729D34356B8943BE98D301CD96B3CBD7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24CB4353CC8241BC92A6F3692E7A92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CDA1D5-C33B-4C0B-B3C3-5430D147722F}"/>
      </w:docPartPr>
      <w:docPartBody>
        <w:p w:rsidR="001E7099" w:rsidRDefault="002404F8">
          <w:pPr>
            <w:pStyle w:val="24CB4353CC8241BC92A6F3692E7A920D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D01F7A2C9E644B97807564C9A061C2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811FDC-8947-42AA-9B5E-171D52BE7D31}"/>
      </w:docPartPr>
      <w:docPartBody>
        <w:p w:rsidR="001E7099" w:rsidRDefault="002404F8">
          <w:pPr>
            <w:pStyle w:val="D01F7A2C9E644B97807564C9A061C265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B9E37D8E23FF49A99B261322B6608C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A097A0-3CD2-4045-A895-0BDCDF374C19}"/>
      </w:docPartPr>
      <w:docPartBody>
        <w:p w:rsidR="001E7099" w:rsidRDefault="002404F8">
          <w:pPr>
            <w:pStyle w:val="B9E37D8E23FF49A99B261322B6608C0F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C5EAD0C199A841D3AA5AE0B4DB6FC3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91D502-5943-4AF3-84D9-4E4F60207708}"/>
      </w:docPartPr>
      <w:docPartBody>
        <w:p w:rsidR="001E7099" w:rsidRDefault="002404F8">
          <w:pPr>
            <w:pStyle w:val="C5EAD0C199A841D3AA5AE0B4DB6FC305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8145B9307E4743A2B27EA7C856F463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A9EF8A-0A1A-4319-8E6A-9D4B740C6B1B}"/>
      </w:docPartPr>
      <w:docPartBody>
        <w:p w:rsidR="001E7099" w:rsidRDefault="002404F8">
          <w:pPr>
            <w:pStyle w:val="8145B9307E4743A2B27EA7C856F4635A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4C435F8F36E74D518EE17DAE70FCFA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DCE7BD-FC10-4470-8B26-9BEE3455B1A8}"/>
      </w:docPartPr>
      <w:docPartBody>
        <w:p w:rsidR="001E7099" w:rsidRDefault="002404F8">
          <w:pPr>
            <w:pStyle w:val="4C435F8F36E74D518EE17DAE70FCFA98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795B85094A5049F28D26B0A2CE786A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167E02-A2BF-4E01-A43E-E410F29678EE}"/>
      </w:docPartPr>
      <w:docPartBody>
        <w:p w:rsidR="001E7099" w:rsidRDefault="002404F8">
          <w:pPr>
            <w:pStyle w:val="795B85094A5049F28D26B0A2CE786AFF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47CD40BB370C4F1AAB16F017C82E45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504A0D-FE93-40E4-90C5-D523DFA7A448}"/>
      </w:docPartPr>
      <w:docPartBody>
        <w:p w:rsidR="001E7099" w:rsidRDefault="002404F8">
          <w:pPr>
            <w:pStyle w:val="47CD40BB370C4F1AAB16F017C82E451A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7AE0F4531EA04FA5AFD6D06C4767B6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84CF28-9D33-4565-94DF-FA3C634EF652}"/>
      </w:docPartPr>
      <w:docPartBody>
        <w:p w:rsidR="001E7099" w:rsidRDefault="002404F8">
          <w:pPr>
            <w:pStyle w:val="7AE0F4531EA04FA5AFD6D06C4767B651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3AE206078DAE43D8A16595973280CF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B71C9E-AA1E-4FB4-81C5-9478A16C7207}"/>
      </w:docPartPr>
      <w:docPartBody>
        <w:p w:rsidR="001E7099" w:rsidRDefault="002404F8">
          <w:pPr>
            <w:pStyle w:val="3AE206078DAE43D8A16595973280CFA5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DBCF8E68603740F2BC34D086EAA1D2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9D0265-C463-4043-8796-19AD8E199B29}"/>
      </w:docPartPr>
      <w:docPartBody>
        <w:p w:rsidR="001E7099" w:rsidRDefault="002404F8">
          <w:pPr>
            <w:pStyle w:val="DBCF8E68603740F2BC34D086EAA1D205"/>
          </w:pPr>
          <w:r w:rsidRPr="00963518">
            <w:rPr>
              <w:rStyle w:val="Platzhaltertext"/>
            </w:rPr>
            <w:t>Name</w:t>
          </w:r>
        </w:p>
      </w:docPartBody>
    </w:docPart>
    <w:docPart>
      <w:docPartPr>
        <w:name w:val="84C3F21BF42C4B2B93C2E057F96E05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5B084E-CB20-4A3E-9F28-AD2F99B6C03D}"/>
      </w:docPartPr>
      <w:docPartBody>
        <w:p w:rsidR="001E7099" w:rsidRDefault="002404F8">
          <w:pPr>
            <w:pStyle w:val="84C3F21BF42C4B2B93C2E057F96E0513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1ADA47D630CD4B069A765A60D13CB7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3DB3A9-DE90-47C5-BD62-71D4C3BCBD04}"/>
      </w:docPartPr>
      <w:docPartBody>
        <w:p w:rsidR="001E7099" w:rsidRDefault="002404F8">
          <w:pPr>
            <w:pStyle w:val="1ADA47D630CD4B069A765A60D13CB749"/>
          </w:pPr>
          <w:r w:rsidRPr="00C70CA0">
            <w:rPr>
              <w:rStyle w:val="Platzhaltertext"/>
            </w:rPr>
            <w:t>Name</w:t>
          </w:r>
        </w:p>
      </w:docPartBody>
    </w:docPart>
    <w:docPart>
      <w:docPartPr>
        <w:name w:val="8EFDDB7304C245AEA97B1D60DD6595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B707C5-27D2-49DF-88A2-EC650BC95537}"/>
      </w:docPartPr>
      <w:docPartBody>
        <w:p w:rsidR="001E7099" w:rsidRDefault="002404F8">
          <w:pPr>
            <w:pStyle w:val="8EFDDB7304C245AEA97B1D60DD6595C5"/>
          </w:pPr>
          <w:r>
            <w:rPr>
              <w:rStyle w:val="Platzhaltertext"/>
            </w:rPr>
            <w:t>Funktion / Abt.</w:t>
          </w:r>
        </w:p>
      </w:docPartBody>
    </w:docPart>
    <w:docPart>
      <w:docPartPr>
        <w:name w:val="2956904218D743C69A6A9C777D3623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D452A4-1412-4C60-A034-5EF67B0C6AF4}"/>
      </w:docPartPr>
      <w:docPartBody>
        <w:p w:rsidR="001E7099" w:rsidRDefault="002404F8">
          <w:pPr>
            <w:pStyle w:val="2956904218D743C69A6A9C777D362368"/>
          </w:pPr>
          <w:r>
            <w:rPr>
              <w:rStyle w:val="Platzhaltertext"/>
            </w:rPr>
            <w:t>Datum</w:t>
          </w:r>
        </w:p>
      </w:docPartBody>
    </w:docPart>
    <w:docPart>
      <w:docPartPr>
        <w:name w:val="BFC2EFA2B1F64D08A79266121CCECC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8CDF85-9536-49D1-99DE-BCD107897A83}"/>
      </w:docPartPr>
      <w:docPartBody>
        <w:p w:rsidR="008011F9" w:rsidRDefault="001E7099" w:rsidP="001E7099">
          <w:pPr>
            <w:pStyle w:val="BFC2EFA2B1F64D08A79266121CCECCBE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A5FEBE9CD2384FAD816EFE7AB85EE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B963C3-12D7-4177-9D72-2728B38E1E79}"/>
      </w:docPartPr>
      <w:docPartBody>
        <w:p w:rsidR="008011F9" w:rsidRDefault="001E7099" w:rsidP="001E7099">
          <w:pPr>
            <w:pStyle w:val="A5FEBE9CD2384FAD816EFE7AB85EE380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078DC1BA07D542D48087E51AAF297C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78689B-7302-463A-A3C2-D9CC8CC7E77B}"/>
      </w:docPartPr>
      <w:docPartBody>
        <w:p w:rsidR="008011F9" w:rsidRDefault="001E7099" w:rsidP="001E7099">
          <w:pPr>
            <w:pStyle w:val="078DC1BA07D542D48087E51AAF297C3B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1F680080511A493B9D9751847F5741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88C877-0984-4EEB-883E-733635C66980}"/>
      </w:docPartPr>
      <w:docPartBody>
        <w:p w:rsidR="008011F9" w:rsidRDefault="001E7099" w:rsidP="001E7099">
          <w:pPr>
            <w:pStyle w:val="1F680080511A493B9D9751847F5741A0"/>
          </w:pPr>
          <w:r>
            <w:rPr>
              <w:rStyle w:val="Platzhaltertext"/>
            </w:rPr>
            <w:t>Anzahl grüner Punkte</w:t>
          </w:r>
        </w:p>
      </w:docPartBody>
    </w:docPart>
    <w:docPart>
      <w:docPartPr>
        <w:name w:val="1AF5B1E6F62847678AACC8D2F2A3B8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13A7BE-ACC8-48A3-A005-450FCB609C78}"/>
      </w:docPartPr>
      <w:docPartBody>
        <w:p w:rsidR="008011F9" w:rsidRDefault="001E7099" w:rsidP="001E7099">
          <w:pPr>
            <w:pStyle w:val="1AF5B1E6F62847678AACC8D2F2A3B827"/>
          </w:pPr>
          <w:r>
            <w:rPr>
              <w:rStyle w:val="Platzhaltertext"/>
            </w:rPr>
            <w:t>Anzahl gelber Punkte</w:t>
          </w:r>
        </w:p>
      </w:docPartBody>
    </w:docPart>
    <w:docPart>
      <w:docPartPr>
        <w:name w:val="05F795B96F144646B6DFC402AC5116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A07FAB-8407-4FF0-B9C6-3B6BA2DE93C2}"/>
      </w:docPartPr>
      <w:docPartBody>
        <w:p w:rsidR="008011F9" w:rsidRDefault="001E7099" w:rsidP="001E7099">
          <w:pPr>
            <w:pStyle w:val="05F795B96F144646B6DFC402AC511664"/>
          </w:pPr>
          <w:r>
            <w:rPr>
              <w:rStyle w:val="Platzhaltertext"/>
            </w:rPr>
            <w:t>Anzahl roter Punkte</w:t>
          </w:r>
        </w:p>
      </w:docPartBody>
    </w:docPart>
    <w:docPart>
      <w:docPartPr>
        <w:name w:val="93F6B602D38D428395989515B26D47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7B29B4-35A5-4DE3-A27E-002134FE4045}"/>
      </w:docPartPr>
      <w:docPartBody>
        <w:p w:rsidR="008011F9" w:rsidRDefault="001E7099" w:rsidP="001E7099">
          <w:pPr>
            <w:pStyle w:val="93F6B602D38D428395989515B26D47C5"/>
          </w:pPr>
          <w:r w:rsidRPr="00076875">
            <w:rPr>
              <w:rStyle w:val="Platzhaltertext"/>
            </w:rPr>
            <w:t xml:space="preserve">Klicken Sie hier, um </w:t>
          </w:r>
          <w:r>
            <w:rPr>
              <w:rStyle w:val="Platzhaltertext"/>
            </w:rPr>
            <w:t>den Handlungsbedarf</w:t>
          </w:r>
          <w:r w:rsidRPr="00076875">
            <w:rPr>
              <w:rStyle w:val="Platzhaltertext"/>
            </w:rPr>
            <w:t xml:space="preserve">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4F8"/>
    <w:rsid w:val="00087749"/>
    <w:rsid w:val="001E7099"/>
    <w:rsid w:val="002404F8"/>
    <w:rsid w:val="002F5373"/>
    <w:rsid w:val="0080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E7099"/>
    <w:rPr>
      <w:color w:val="808080"/>
    </w:rPr>
  </w:style>
  <w:style w:type="paragraph" w:customStyle="1" w:styleId="A12888E6026B47B5A994573F40413F19">
    <w:name w:val="A12888E6026B47B5A994573F40413F19"/>
  </w:style>
  <w:style w:type="paragraph" w:customStyle="1" w:styleId="9BEA63536E8F44A5A66D9B04264C9BF7">
    <w:name w:val="9BEA63536E8F44A5A66D9B04264C9BF7"/>
  </w:style>
  <w:style w:type="paragraph" w:customStyle="1" w:styleId="A0727644F8D34C9DA02023C339D24747">
    <w:name w:val="A0727644F8D34C9DA02023C339D24747"/>
  </w:style>
  <w:style w:type="paragraph" w:customStyle="1" w:styleId="4FCEDE49690E40C896FD479C7321A07A">
    <w:name w:val="4FCEDE49690E40C896FD479C7321A07A"/>
  </w:style>
  <w:style w:type="paragraph" w:customStyle="1" w:styleId="C9F7B022FF694D9687C530B49B69C9CE">
    <w:name w:val="C9F7B022FF694D9687C530B49B69C9CE"/>
  </w:style>
  <w:style w:type="paragraph" w:customStyle="1" w:styleId="009F342C63C74026A66261B408F07469">
    <w:name w:val="009F342C63C74026A66261B408F07469"/>
  </w:style>
  <w:style w:type="paragraph" w:customStyle="1" w:styleId="056A768584254A7F88FC7C8D59D8FAA0">
    <w:name w:val="056A768584254A7F88FC7C8D59D8FAA0"/>
  </w:style>
  <w:style w:type="paragraph" w:customStyle="1" w:styleId="6A94894215764388B71A005D110AD677">
    <w:name w:val="6A94894215764388B71A005D110AD677"/>
  </w:style>
  <w:style w:type="paragraph" w:customStyle="1" w:styleId="7BA0284DB3C942E69D3BFC023AABDF7B">
    <w:name w:val="7BA0284DB3C942E69D3BFC023AABDF7B"/>
  </w:style>
  <w:style w:type="paragraph" w:customStyle="1" w:styleId="4EF4C72251E64A5BBFB80DAD9264B67E">
    <w:name w:val="4EF4C72251E64A5BBFB80DAD9264B67E"/>
  </w:style>
  <w:style w:type="paragraph" w:customStyle="1" w:styleId="FBAA1E2793FF4AC7A30704800464BBCC">
    <w:name w:val="FBAA1E2793FF4AC7A30704800464BBCC"/>
  </w:style>
  <w:style w:type="paragraph" w:customStyle="1" w:styleId="594775EF2E414D9587D74C98C0988CE0">
    <w:name w:val="594775EF2E414D9587D74C98C0988CE0"/>
  </w:style>
  <w:style w:type="paragraph" w:customStyle="1" w:styleId="291DF0CEC82F4C9E8416C0F18D59C1E2">
    <w:name w:val="291DF0CEC82F4C9E8416C0F18D59C1E2"/>
  </w:style>
  <w:style w:type="paragraph" w:customStyle="1" w:styleId="005E1719FAA6407B8CEDC941899F446C">
    <w:name w:val="005E1719FAA6407B8CEDC941899F446C"/>
  </w:style>
  <w:style w:type="paragraph" w:customStyle="1" w:styleId="F2EE9CE66A5D4DE0A94F2A47A6ADAECD">
    <w:name w:val="F2EE9CE66A5D4DE0A94F2A47A6ADAECD"/>
  </w:style>
  <w:style w:type="paragraph" w:customStyle="1" w:styleId="DD0C6D8ED33F4150B74B94FA4632597F">
    <w:name w:val="DD0C6D8ED33F4150B74B94FA4632597F"/>
  </w:style>
  <w:style w:type="paragraph" w:customStyle="1" w:styleId="62F169ABE09D4EC1B47F3EDC53A7765B">
    <w:name w:val="62F169ABE09D4EC1B47F3EDC53A7765B"/>
  </w:style>
  <w:style w:type="paragraph" w:customStyle="1" w:styleId="81C26D5194AE4C07940B503E9EEAD5B4">
    <w:name w:val="81C26D5194AE4C07940B503E9EEAD5B4"/>
  </w:style>
  <w:style w:type="paragraph" w:customStyle="1" w:styleId="2D6FBFA1F3914C88A8D5F212E620AF1B">
    <w:name w:val="2D6FBFA1F3914C88A8D5F212E620AF1B"/>
  </w:style>
  <w:style w:type="paragraph" w:customStyle="1" w:styleId="9686A2697AD042618D70E9B1AD780039">
    <w:name w:val="9686A2697AD042618D70E9B1AD780039"/>
  </w:style>
  <w:style w:type="paragraph" w:customStyle="1" w:styleId="A3C6107ACF6C4166B8ECD124475EB0F8">
    <w:name w:val="A3C6107ACF6C4166B8ECD124475EB0F8"/>
  </w:style>
  <w:style w:type="paragraph" w:customStyle="1" w:styleId="9BBACF9331B64E3BB173A3B7BB477285">
    <w:name w:val="9BBACF9331B64E3BB173A3B7BB477285"/>
  </w:style>
  <w:style w:type="paragraph" w:customStyle="1" w:styleId="E85E0AC8AC344B1293B842EFA26F515F">
    <w:name w:val="E85E0AC8AC344B1293B842EFA26F515F"/>
  </w:style>
  <w:style w:type="paragraph" w:customStyle="1" w:styleId="B0B08C39EF6F4CABA5C6C788FC6C703F">
    <w:name w:val="B0B08C39EF6F4CABA5C6C788FC6C703F"/>
  </w:style>
  <w:style w:type="paragraph" w:customStyle="1" w:styleId="CA1F2B7C56E640008421C3174D4A0FC4">
    <w:name w:val="CA1F2B7C56E640008421C3174D4A0FC4"/>
  </w:style>
  <w:style w:type="paragraph" w:customStyle="1" w:styleId="FDC5B0AC639E460CB20E5B4121F3022C">
    <w:name w:val="FDC5B0AC639E460CB20E5B4121F3022C"/>
  </w:style>
  <w:style w:type="paragraph" w:customStyle="1" w:styleId="A3AEBED4AEF543ED8D0965D1D4AC6A64">
    <w:name w:val="A3AEBED4AEF543ED8D0965D1D4AC6A64"/>
  </w:style>
  <w:style w:type="paragraph" w:customStyle="1" w:styleId="574B273EB4694A75BD520BE39EBA3B86">
    <w:name w:val="574B273EB4694A75BD520BE39EBA3B86"/>
  </w:style>
  <w:style w:type="paragraph" w:customStyle="1" w:styleId="05C106D15A464BE4955642164BD41257">
    <w:name w:val="05C106D15A464BE4955642164BD41257"/>
  </w:style>
  <w:style w:type="paragraph" w:customStyle="1" w:styleId="4007FFB79449420AB68C777E4BF11BCE">
    <w:name w:val="4007FFB79449420AB68C777E4BF11BCE"/>
  </w:style>
  <w:style w:type="paragraph" w:customStyle="1" w:styleId="C3D8EDD511B34E00B298AED966542C66">
    <w:name w:val="C3D8EDD511B34E00B298AED966542C66"/>
  </w:style>
  <w:style w:type="paragraph" w:customStyle="1" w:styleId="81919707B9E940E5BF305AADB551ACA3">
    <w:name w:val="81919707B9E940E5BF305AADB551ACA3"/>
  </w:style>
  <w:style w:type="paragraph" w:customStyle="1" w:styleId="BA64C44A3C1E4150A8F819187F578C97">
    <w:name w:val="BA64C44A3C1E4150A8F819187F578C97"/>
  </w:style>
  <w:style w:type="paragraph" w:customStyle="1" w:styleId="79C4BE4B557B4B4DAB0F75BF1A2DDB8B">
    <w:name w:val="79C4BE4B557B4B4DAB0F75BF1A2DDB8B"/>
  </w:style>
  <w:style w:type="paragraph" w:customStyle="1" w:styleId="3078577442A04CCFB1021E717F038B12">
    <w:name w:val="3078577442A04CCFB1021E717F038B12"/>
  </w:style>
  <w:style w:type="paragraph" w:customStyle="1" w:styleId="CA241D3E45C94B9680BDE51EBBC29937">
    <w:name w:val="CA241D3E45C94B9680BDE51EBBC29937"/>
  </w:style>
  <w:style w:type="paragraph" w:customStyle="1" w:styleId="0BA9F7095D3C4B81AF8770B1243D8C24">
    <w:name w:val="0BA9F7095D3C4B81AF8770B1243D8C24"/>
  </w:style>
  <w:style w:type="paragraph" w:customStyle="1" w:styleId="659E2539C7C34BBE94F92D8D7EE05A52">
    <w:name w:val="659E2539C7C34BBE94F92D8D7EE05A52"/>
  </w:style>
  <w:style w:type="paragraph" w:customStyle="1" w:styleId="D0509EA923884CCF935E13A7295EC38C">
    <w:name w:val="D0509EA923884CCF935E13A7295EC38C"/>
  </w:style>
  <w:style w:type="paragraph" w:customStyle="1" w:styleId="60AC2D7E2C604A4BA5AA12128A414122">
    <w:name w:val="60AC2D7E2C604A4BA5AA12128A414122"/>
  </w:style>
  <w:style w:type="paragraph" w:customStyle="1" w:styleId="C717680C5E4141D8A586D78D7F73A2B9">
    <w:name w:val="C717680C5E4141D8A586D78D7F73A2B9"/>
  </w:style>
  <w:style w:type="paragraph" w:customStyle="1" w:styleId="E954ED4E3AF3461A93910FED122A7097">
    <w:name w:val="E954ED4E3AF3461A93910FED122A7097"/>
  </w:style>
  <w:style w:type="paragraph" w:customStyle="1" w:styleId="0006142297F74A378183CA126CC316E7">
    <w:name w:val="0006142297F74A378183CA126CC316E7"/>
  </w:style>
  <w:style w:type="paragraph" w:customStyle="1" w:styleId="16EAF336B07849A782FEFF32BBDADB37">
    <w:name w:val="16EAF336B07849A782FEFF32BBDADB37"/>
  </w:style>
  <w:style w:type="paragraph" w:customStyle="1" w:styleId="A8F31CA95AB74E94A78049E29C5F1C3E">
    <w:name w:val="A8F31CA95AB74E94A78049E29C5F1C3E"/>
  </w:style>
  <w:style w:type="paragraph" w:customStyle="1" w:styleId="54D28D7D03FD4FB9B0CE5D575CA9CA3E">
    <w:name w:val="54D28D7D03FD4FB9B0CE5D575CA9CA3E"/>
  </w:style>
  <w:style w:type="paragraph" w:customStyle="1" w:styleId="B49D027DF3BA432F964F9A8178457396">
    <w:name w:val="B49D027DF3BA432F964F9A8178457396"/>
  </w:style>
  <w:style w:type="paragraph" w:customStyle="1" w:styleId="729D34356B8943BE98D301CD96B3CBD7">
    <w:name w:val="729D34356B8943BE98D301CD96B3CBD7"/>
  </w:style>
  <w:style w:type="paragraph" w:customStyle="1" w:styleId="24CB4353CC8241BC92A6F3692E7A920D">
    <w:name w:val="24CB4353CC8241BC92A6F3692E7A920D"/>
  </w:style>
  <w:style w:type="paragraph" w:customStyle="1" w:styleId="D01F7A2C9E644B97807564C9A061C265">
    <w:name w:val="D01F7A2C9E644B97807564C9A061C265"/>
  </w:style>
  <w:style w:type="paragraph" w:customStyle="1" w:styleId="B9E37D8E23FF49A99B261322B6608C0F">
    <w:name w:val="B9E37D8E23FF49A99B261322B6608C0F"/>
  </w:style>
  <w:style w:type="paragraph" w:customStyle="1" w:styleId="C5EAD0C199A841D3AA5AE0B4DB6FC305">
    <w:name w:val="C5EAD0C199A841D3AA5AE0B4DB6FC305"/>
  </w:style>
  <w:style w:type="paragraph" w:customStyle="1" w:styleId="8145B9307E4743A2B27EA7C856F4635A">
    <w:name w:val="8145B9307E4743A2B27EA7C856F4635A"/>
  </w:style>
  <w:style w:type="paragraph" w:customStyle="1" w:styleId="4C435F8F36E74D518EE17DAE70FCFA98">
    <w:name w:val="4C435F8F36E74D518EE17DAE70FCFA98"/>
  </w:style>
  <w:style w:type="paragraph" w:customStyle="1" w:styleId="795B85094A5049F28D26B0A2CE786AFF">
    <w:name w:val="795B85094A5049F28D26B0A2CE786AFF"/>
  </w:style>
  <w:style w:type="paragraph" w:customStyle="1" w:styleId="47CD40BB370C4F1AAB16F017C82E451A">
    <w:name w:val="47CD40BB370C4F1AAB16F017C82E451A"/>
  </w:style>
  <w:style w:type="paragraph" w:customStyle="1" w:styleId="7AE0F4531EA04FA5AFD6D06C4767B651">
    <w:name w:val="7AE0F4531EA04FA5AFD6D06C4767B651"/>
  </w:style>
  <w:style w:type="paragraph" w:customStyle="1" w:styleId="3AE206078DAE43D8A16595973280CFA5">
    <w:name w:val="3AE206078DAE43D8A16595973280CFA5"/>
  </w:style>
  <w:style w:type="paragraph" w:customStyle="1" w:styleId="DBCF8E68603740F2BC34D086EAA1D205">
    <w:name w:val="DBCF8E68603740F2BC34D086EAA1D205"/>
  </w:style>
  <w:style w:type="paragraph" w:customStyle="1" w:styleId="84C3F21BF42C4B2B93C2E057F96E0513">
    <w:name w:val="84C3F21BF42C4B2B93C2E057F96E0513"/>
  </w:style>
  <w:style w:type="paragraph" w:customStyle="1" w:styleId="1ADA47D630CD4B069A765A60D13CB749">
    <w:name w:val="1ADA47D630CD4B069A765A60D13CB749"/>
  </w:style>
  <w:style w:type="paragraph" w:customStyle="1" w:styleId="8EFDDB7304C245AEA97B1D60DD6595C5">
    <w:name w:val="8EFDDB7304C245AEA97B1D60DD6595C5"/>
  </w:style>
  <w:style w:type="paragraph" w:customStyle="1" w:styleId="2956904218D743C69A6A9C777D362368">
    <w:name w:val="2956904218D743C69A6A9C777D362368"/>
  </w:style>
  <w:style w:type="paragraph" w:customStyle="1" w:styleId="BFC2EFA2B1F64D08A79266121CCECCBE">
    <w:name w:val="BFC2EFA2B1F64D08A79266121CCECCBE"/>
    <w:rsid w:val="001E7099"/>
  </w:style>
  <w:style w:type="paragraph" w:customStyle="1" w:styleId="A5FEBE9CD2384FAD816EFE7AB85EE380">
    <w:name w:val="A5FEBE9CD2384FAD816EFE7AB85EE380"/>
    <w:rsid w:val="001E7099"/>
  </w:style>
  <w:style w:type="paragraph" w:customStyle="1" w:styleId="078DC1BA07D542D48087E51AAF297C3B">
    <w:name w:val="078DC1BA07D542D48087E51AAF297C3B"/>
    <w:rsid w:val="001E7099"/>
  </w:style>
  <w:style w:type="paragraph" w:customStyle="1" w:styleId="1F680080511A493B9D9751847F5741A0">
    <w:name w:val="1F680080511A493B9D9751847F5741A0"/>
    <w:rsid w:val="001E7099"/>
  </w:style>
  <w:style w:type="paragraph" w:customStyle="1" w:styleId="1AF5B1E6F62847678AACC8D2F2A3B827">
    <w:name w:val="1AF5B1E6F62847678AACC8D2F2A3B827"/>
    <w:rsid w:val="001E7099"/>
  </w:style>
  <w:style w:type="paragraph" w:customStyle="1" w:styleId="05F795B96F144646B6DFC402AC511664">
    <w:name w:val="05F795B96F144646B6DFC402AC511664"/>
    <w:rsid w:val="001E7099"/>
  </w:style>
  <w:style w:type="paragraph" w:customStyle="1" w:styleId="93F6B602D38D428395989515B26D47C5">
    <w:name w:val="93F6B602D38D428395989515B26D47C5"/>
    <w:rsid w:val="001E70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CF44EAE3C8444816A313C806F4F46" ma:contentTypeVersion="30" ma:contentTypeDescription="Ein neues Dokument erstellen." ma:contentTypeScope="" ma:versionID="585fd598cfb1cbabe98ee509d8c0d008">
  <xsd:schema xmlns:xsd="http://www.w3.org/2001/XMLSchema" xmlns:xs="http://www.w3.org/2001/XMLSchema" xmlns:p="http://schemas.microsoft.com/office/2006/metadata/properties" xmlns:ns1="http://schemas.microsoft.com/sharepoint/v3" xmlns:ns2="ac55d254-e436-4b2f-ae49-2a5e200d046d" xmlns:ns3="7bf375fd-c16a-428e-90f5-962475562e5e" targetNamespace="http://schemas.microsoft.com/office/2006/metadata/properties" ma:root="true" ma:fieldsID="ead424e9eca073de1f898bba33aad6fb" ns1:_="" ns2:_="" ns3:_="">
    <xsd:import namespace="http://schemas.microsoft.com/sharepoint/v3"/>
    <xsd:import namespace="ac55d254-e436-4b2f-ae49-2a5e200d046d"/>
    <xsd:import namespace="7bf375fd-c16a-428e-90f5-962475562e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SeoKeywords" minOccurs="0"/>
                <xsd:element ref="ns3:g09145f204d040129e074f4a3472b47c" minOccurs="0"/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9" nillable="true" ma:displayName="Bewertung (0 - 5)" ma:decimals="2" ma:description="Mittelwert aller Bewertungen, die abgegeben wurden." ma:hidden="true" ma:internalName="AverageRating" ma:readOnly="false">
      <xsd:simpleType>
        <xsd:restriction base="dms:Number"/>
      </xsd:simpleType>
    </xsd:element>
    <xsd:element name="RatingCount" ma:index="10" nillable="true" ma:displayName="Anzahl Bewertungen" ma:decimals="0" ma:description="Anzahl abgegebener Bewertungen" ma:hidden="true" ma:internalName="RatingCount" ma:readOnly="false">
      <xsd:simpleType>
        <xsd:restriction base="dms:Number"/>
      </xsd:simpleType>
    </xsd:element>
    <xsd:element name="RatedBy" ma:index="11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2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3" nillable="true" ma:displayName="Anzahl 'Gefällt mir'" ma:hidden="true" ma:internalName="LikesCount" ma:readOnly="false">
      <xsd:simpleType>
        <xsd:restriction base="dms:Unknown"/>
      </xsd:simpleType>
    </xsd:element>
    <xsd:element name="LikedBy" ma:index="14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oKeywords" ma:index="15" nillable="true" ma:displayName="Schlüsselwort" ma:description="Schlüsselwort" ma:hidden="true" ma:internalName="SeoKeywords">
      <xsd:simpleType>
        <xsd:restriction base="dms:Text"/>
      </xsd:simpleType>
    </xsd:element>
    <xsd:element name="DocumentSetDescription" ma:index="21" nillable="true" ma:displayName="Beschreibung" ma:description="Eine Beschreibung der Dokumentenmapp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5d254-e436-4b2f-ae49-2a5e200d046d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iespalte &quot;Alle abfangen&quot;" ma:hidden="true" ma:list="{0521226e-e5e2-42e6-aa45-28d3bb72619b}" ma:internalName="TaxCatchAll" ma:showField="CatchAllData" ma:web="ac55d254-e436-4b2f-ae49-2a5e200d04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375fd-c16a-428e-90f5-962475562e5e" elementFormDefault="qualified">
    <xsd:import namespace="http://schemas.microsoft.com/office/2006/documentManagement/types"/>
    <xsd:import namespace="http://schemas.microsoft.com/office/infopath/2007/PartnerControls"/>
    <xsd:element name="g09145f204d040129e074f4a3472b47c" ma:index="17" nillable="true" ma:taxonomy="true" ma:internalName="g09145f204d040129e074f4a3472b47c" ma:taxonomyFieldName="Thema" ma:displayName="DokumentTyp" ma:default="" ma:fieldId="{009145f2-04d0-4012-9e07-4f4a3472b47c}" ma:taxonomyMulti="true" ma:sspId="11499e37-d308-4901-996c-eb6d626bbc7c" ma:termSetId="bb780794-2b62-43d2-96d1-0e26f7812cb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ikesCount xmlns="http://schemas.microsoft.com/sharepoint/v3" xsi:nil="true"/>
    <Ratings xmlns="http://schemas.microsoft.com/sharepoint/v3" xsi:nil="true"/>
    <SeoKeywords xmlns="http://schemas.microsoft.com/sharepoint/v3">Arbeitsmaterialien</SeoKeywords>
    <DocumentSetDescription xmlns="http://schemas.microsoft.com/sharepoint/v3">Formulare zur Dokumentation eines Demografie-Prozesses</DocumentSetDescription>
    <TaxCatchAll xmlns="ac55d254-e436-4b2f-ae49-2a5e200d046d"/>
    <g09145f204d040129e074f4a3472b47c xmlns="7bf375fd-c16a-428e-90f5-962475562e5e">
      <Terms xmlns="http://schemas.microsoft.com/office/infopath/2007/PartnerControls"/>
    </g09145f204d040129e074f4a3472b47c>
    <RatingCount xmlns="http://schemas.microsoft.com/sharepoint/v3" xsi:nil="true"/>
    <LikedBy xmlns="http://schemas.microsoft.com/sharepoint/v3">
      <UserInfo>
        <DisplayName/>
        <AccountId xsi:nil="true"/>
        <AccountType/>
      </UserInfo>
    </LikedBy>
    <AverageRating xmlns="http://schemas.microsoft.com/sharepoint/v3" xsi:nil="true"/>
    <RatedBy xmlns="http://schemas.microsoft.com/sharepoint/v3">
      <UserInfo>
        <DisplayName/>
        <AccountId xsi:nil="true"/>
        <AccountType/>
      </UserInfo>
    </RatedBy>
    <_dlc_DocId xmlns="ac55d254-e436-4b2f-ae49-2a5e200d046d">MCXR3SKWZVN3-50-744</_dlc_DocId>
    <_dlc_DocIdUrl xmlns="ac55d254-e436-4b2f-ae49-2a5e200d046d">
      <Url>https://sp.tbs-nrw.de/Projekte/DemoAktiv/_layouts/15/DocIdRedir.aspx?ID=MCXR3SKWZVN3-50-744</Url>
      <Description>MCXR3SKWZVN3-50-744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99551-4851-4D48-9393-6AD6E444A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55d254-e436-4b2f-ae49-2a5e200d046d"/>
    <ds:schemaRef ds:uri="7bf375fd-c16a-428e-90f5-962475562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ED3FED-5D10-43A2-8AAE-3C10220B7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970FD7-6FB1-4EEE-B737-DBB8B07579EA}">
  <ds:schemaRefs>
    <ds:schemaRef ds:uri="http://schemas.microsoft.com/office/2006/metadata/properties"/>
    <ds:schemaRef ds:uri="http://schemas.microsoft.com/sharepoint/v3"/>
    <ds:schemaRef ds:uri="ac55d254-e436-4b2f-ae49-2a5e200d046d"/>
    <ds:schemaRef ds:uri="7bf375fd-c16a-428e-90f5-962475562e5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FC45B2-0066-4365-9A93-90FD69074AB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1373C87-A77F-4D35-A03C-50B1592A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5_Bewertung Handlungsbedarf</Template>
  <TotalTime>0</TotalTime>
  <Pages>4</Pages>
  <Words>743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w.lensing</dc:creator>
  <cp:lastModifiedBy>Birte Föhse</cp:lastModifiedBy>
  <cp:revision>5</cp:revision>
  <cp:lastPrinted>2016-03-09T11:44:00Z</cp:lastPrinted>
  <dcterms:created xsi:type="dcterms:W3CDTF">2016-05-31T07:39:00Z</dcterms:created>
  <dcterms:modified xsi:type="dcterms:W3CDTF">2018-02-07T12:48:00Z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0x01010048ACF44EAE3C8444816A313C806F4F46</vt:lpwstr>
  </property>
  <property fmtid="{D5CDD505-2E9C-101B-9397-08002B2CF9AE}" pid="3" name="Letzter Bearbeiter/in">
    <vt:lpwstr/>
  </property>
  <property fmtid="{D5CDD505-2E9C-101B-9397-08002B2CF9AE}" pid="4" name="Thema">
    <vt:lpwstr/>
  </property>
  <property fmtid="{D5CDD505-2E9C-101B-9397-08002B2CF9AE}" pid="5" name="_dlc_DocIdItemGuid">
    <vt:lpwstr>4e92afb7-6cb3-42d0-b285-c54761a58ca1</vt:lpwstr>
  </property>
</Properties>
</file>