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58"/>
        <w:gridCol w:w="3973"/>
        <w:gridCol w:w="5103"/>
        <w:gridCol w:w="1701"/>
        <w:gridCol w:w="1276"/>
        <w:gridCol w:w="1276"/>
        <w:gridCol w:w="2360"/>
      </w:tblGrid>
      <w:tr w:rsidR="00E51471" w14:paraId="3B039EDC" w14:textId="77777777" w:rsidTr="000203F6">
        <w:tc>
          <w:tcPr>
            <w:tcW w:w="558" w:type="dxa"/>
            <w:shd w:val="clear" w:color="auto" w:fill="C6D9F1" w:themeFill="text2" w:themeFillTint="33"/>
            <w:vAlign w:val="center"/>
          </w:tcPr>
          <w:p w14:paraId="3B039ED5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3973" w:type="dxa"/>
            <w:shd w:val="clear" w:color="auto" w:fill="C6D9F1" w:themeFill="text2" w:themeFillTint="33"/>
            <w:vAlign w:val="center"/>
          </w:tcPr>
          <w:p w14:paraId="3B039ED6" w14:textId="77777777" w:rsidR="00E51471" w:rsidRDefault="00E51471" w:rsidP="00C373B2">
            <w:pPr>
              <w:spacing w:before="120" w:after="120"/>
              <w:rPr>
                <w:b/>
              </w:rPr>
            </w:pPr>
            <w:r>
              <w:rPr>
                <w:b/>
              </w:rPr>
              <w:t>Handlungsbedarf</w:t>
            </w:r>
          </w:p>
        </w:tc>
        <w:tc>
          <w:tcPr>
            <w:tcW w:w="5103" w:type="dxa"/>
            <w:shd w:val="clear" w:color="auto" w:fill="C6D9F1" w:themeFill="text2" w:themeFillTint="33"/>
            <w:vAlign w:val="center"/>
          </w:tcPr>
          <w:p w14:paraId="3B039ED7" w14:textId="77777777" w:rsidR="00E51471" w:rsidRDefault="00E51471" w:rsidP="00C373B2">
            <w:pPr>
              <w:spacing w:before="120" w:after="120"/>
              <w:rPr>
                <w:b/>
              </w:rPr>
            </w:pPr>
            <w:r>
              <w:rPr>
                <w:b/>
              </w:rPr>
              <w:t>Maßnahme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3B039ED8" w14:textId="77777777" w:rsidR="00E51471" w:rsidRDefault="00E51471" w:rsidP="00C373B2">
            <w:pPr>
              <w:spacing w:before="120" w:after="120"/>
              <w:rPr>
                <w:b/>
              </w:rPr>
            </w:pPr>
            <w:r>
              <w:rPr>
                <w:b/>
              </w:rPr>
              <w:t>Verantwortlich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14:paraId="3B039ED9" w14:textId="77777777" w:rsidR="00E51471" w:rsidRDefault="00E51471" w:rsidP="00C373B2">
            <w:pPr>
              <w:spacing w:before="120" w:after="120"/>
              <w:rPr>
                <w:b/>
              </w:rPr>
            </w:pPr>
            <w:r>
              <w:rPr>
                <w:b/>
              </w:rPr>
              <w:t>Zieltermin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14:paraId="3B039EDA" w14:textId="77777777" w:rsidR="00E51471" w:rsidRDefault="00E51471" w:rsidP="00C373B2">
            <w:pPr>
              <w:spacing w:before="120" w:after="120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2360" w:type="dxa"/>
            <w:shd w:val="clear" w:color="auto" w:fill="C6D9F1" w:themeFill="text2" w:themeFillTint="33"/>
            <w:vAlign w:val="center"/>
          </w:tcPr>
          <w:p w14:paraId="3B039EDB" w14:textId="77777777" w:rsidR="00E51471" w:rsidRDefault="00E51471" w:rsidP="00C373B2">
            <w:pPr>
              <w:spacing w:before="120" w:after="120"/>
              <w:rPr>
                <w:b/>
              </w:rPr>
            </w:pPr>
            <w:r>
              <w:rPr>
                <w:b/>
              </w:rPr>
              <w:t>Themenfeld</w:t>
            </w:r>
          </w:p>
        </w:tc>
      </w:tr>
      <w:tr w:rsidR="00E51471" w14:paraId="3B039EE4" w14:textId="77777777" w:rsidTr="000203F6">
        <w:tc>
          <w:tcPr>
            <w:tcW w:w="558" w:type="dxa"/>
            <w:vAlign w:val="center"/>
          </w:tcPr>
          <w:p w14:paraId="3B039EDD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</w:p>
        </w:tc>
        <w:sdt>
          <w:sdtPr>
            <w:rPr>
              <w:rStyle w:val="InputZchn"/>
            </w:rPr>
            <w:id w:val="-1153825097"/>
            <w:placeholder>
              <w:docPart w:val="0E98C2E810BF47749A2AB25CCD4EAAE1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EDE" w14:textId="77777777" w:rsidR="00E51471" w:rsidRPr="00F60705" w:rsidRDefault="00E51471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346363504"/>
            <w:placeholder>
              <w:docPart w:val="FAFC4F889E5C4BF18925F1B7604A56A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EDF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849082718"/>
            <w:placeholder>
              <w:docPart w:val="D909B22B62044276A83C4455928D235B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EE0" w14:textId="77777777" w:rsidR="00E51471" w:rsidRPr="00F60705" w:rsidRDefault="00E51471" w:rsidP="00F338D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581722399"/>
            <w:placeholder>
              <w:docPart w:val="3A276643D12143E4AAFA883B471705EF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EE1" w14:textId="77777777" w:rsidR="00E51471" w:rsidRPr="00F60705" w:rsidRDefault="00E51471" w:rsidP="00F338D7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2078078444"/>
            <w:placeholder>
              <w:docPart w:val="A0A712973DA44149948FE603FEF79C99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EE2" w14:textId="77777777" w:rsidR="00E51471" w:rsidRPr="00F60705" w:rsidRDefault="00E51471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9B279B">
                  <w:rPr>
                    <w:rStyle w:val="ThemenfelderauswahlZchn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1984043558"/>
            <w:placeholder>
              <w:docPart w:val="C2B6FE3DE2D2425C92CF72820E0DE9F2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EE3" w14:textId="77777777" w:rsidR="00E51471" w:rsidRPr="00110ACB" w:rsidRDefault="00E51471" w:rsidP="00110ACB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EEC" w14:textId="77777777" w:rsidTr="000203F6">
        <w:tc>
          <w:tcPr>
            <w:tcW w:w="558" w:type="dxa"/>
            <w:vAlign w:val="center"/>
          </w:tcPr>
          <w:p w14:paraId="3B039EE5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</w:p>
        </w:tc>
        <w:sdt>
          <w:sdtPr>
            <w:rPr>
              <w:rStyle w:val="InputZchn"/>
            </w:rPr>
            <w:id w:val="-2106565402"/>
            <w:placeholder>
              <w:docPart w:val="CFDCD80822744505952D185F789EC99E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EE6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124537628"/>
            <w:placeholder>
              <w:docPart w:val="5791D709F5494E8FAB9E7AB69614A2CC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EE7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851226166"/>
            <w:placeholder>
              <w:docPart w:val="7723C0857EBB45CEAE29AAE2B9238D2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EE8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66543420"/>
            <w:placeholder>
              <w:docPart w:val="0D6A96494D984725992B22B2B3ED43FE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EE9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1277836172"/>
            <w:placeholder>
              <w:docPart w:val="79B47F41F424484C840621534D3850EA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EEA" w14:textId="77777777" w:rsidR="00E51471" w:rsidRPr="00F60705" w:rsidRDefault="000136E0" w:rsidP="00B675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866713168"/>
            <w:placeholder>
              <w:docPart w:val="C709470326814B88BE92FAE8403CA688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EEB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EF4" w14:textId="77777777" w:rsidTr="000203F6">
        <w:tc>
          <w:tcPr>
            <w:tcW w:w="558" w:type="dxa"/>
            <w:vAlign w:val="center"/>
          </w:tcPr>
          <w:p w14:paraId="3B039EED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3</w:t>
            </w:r>
          </w:p>
        </w:tc>
        <w:sdt>
          <w:sdtPr>
            <w:rPr>
              <w:rStyle w:val="InputZchn"/>
            </w:rPr>
            <w:id w:val="186030297"/>
            <w:placeholder>
              <w:docPart w:val="20DF350A4C2F4044828C70783E135AC7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EEE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794594801"/>
            <w:placeholder>
              <w:docPart w:val="89BD8005E50B46A5A5A437896ECA0FBF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EEF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082803563"/>
            <w:placeholder>
              <w:docPart w:val="47BB78D401D04718A25F1ED42EE6833A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EF0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1597130448"/>
            <w:placeholder>
              <w:docPart w:val="639A17CAD47340B898FD9D73C4517B7A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EF1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645404031"/>
            <w:placeholder>
              <w:docPart w:val="55A5E47A4A724C88A4C8D99C11AF64F6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EF2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-1571880051"/>
            <w:placeholder>
              <w:docPart w:val="E1095ECEFFDE4CDC92498E72D9CF097F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EF3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EFC" w14:textId="77777777" w:rsidTr="000203F6">
        <w:tc>
          <w:tcPr>
            <w:tcW w:w="558" w:type="dxa"/>
            <w:vAlign w:val="center"/>
          </w:tcPr>
          <w:p w14:paraId="3B039EF5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4</w:t>
            </w:r>
          </w:p>
        </w:tc>
        <w:sdt>
          <w:sdtPr>
            <w:rPr>
              <w:rStyle w:val="InputZchn"/>
            </w:rPr>
            <w:id w:val="-357052943"/>
            <w:placeholder>
              <w:docPart w:val="7F2D1C44E1734903AF6FE6A225EE6ED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EF6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883524533"/>
            <w:placeholder>
              <w:docPart w:val="7CB6A1CA096F46A0B68EC319B48A4E0E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EF7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547766248"/>
            <w:placeholder>
              <w:docPart w:val="CE1FD0D7E48F4996B437AE24042C7457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EF8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1862085645"/>
            <w:placeholder>
              <w:docPart w:val="BADE0FF28F594396A716CCB42F8CF597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EF9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-1004124698"/>
            <w:placeholder>
              <w:docPart w:val="6D4015B1F5DB4F4EB5C70682C6C9FCEA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EFA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-425889070"/>
            <w:placeholder>
              <w:docPart w:val="CA262C9D52B1487DB66483FE356293F9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EFB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04" w14:textId="77777777" w:rsidTr="000203F6">
        <w:tc>
          <w:tcPr>
            <w:tcW w:w="558" w:type="dxa"/>
            <w:vAlign w:val="center"/>
          </w:tcPr>
          <w:p w14:paraId="3B039EFD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5</w:t>
            </w:r>
          </w:p>
        </w:tc>
        <w:sdt>
          <w:sdtPr>
            <w:rPr>
              <w:rStyle w:val="InputZchn"/>
            </w:rPr>
            <w:id w:val="-1700303853"/>
            <w:placeholder>
              <w:docPart w:val="0D4BB51B61144F8DB91A5F5CB99E3254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EFE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639104590"/>
            <w:placeholder>
              <w:docPart w:val="A3A17FE7740046B28D5D114B2F50806A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EFF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997841752"/>
            <w:placeholder>
              <w:docPart w:val="40B9733B915A494F80FF8CAD374E620D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00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2010815977"/>
            <w:placeholder>
              <w:docPart w:val="9A02DA1E9F554FE9851311C2BF77EA34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01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3786640"/>
            <w:placeholder>
              <w:docPart w:val="E0AE799A6E0C46CF8B95E4198E3B175D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02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1924225844"/>
            <w:placeholder>
              <w:docPart w:val="FE1F003F604B483DA93583390EF7AAC2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03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0C" w14:textId="77777777" w:rsidTr="000203F6">
        <w:tc>
          <w:tcPr>
            <w:tcW w:w="558" w:type="dxa"/>
            <w:vAlign w:val="center"/>
          </w:tcPr>
          <w:p w14:paraId="3B039F05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6</w:t>
            </w:r>
          </w:p>
        </w:tc>
        <w:sdt>
          <w:sdtPr>
            <w:rPr>
              <w:rStyle w:val="InputZchn"/>
            </w:rPr>
            <w:id w:val="1017111847"/>
            <w:placeholder>
              <w:docPart w:val="99B0AEC079124970B2BF32C24B1503C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06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936780490"/>
            <w:placeholder>
              <w:docPart w:val="44428C885E2E44B8A34BFB5BBB278BE8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07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791315932"/>
            <w:placeholder>
              <w:docPart w:val="29F06EF9A5E14CC49A40F6DE32AE0BEC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08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303050522"/>
            <w:placeholder>
              <w:docPart w:val="718A1A7F1FC64A5C8DBBFBABC54F31A5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09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-1219279465"/>
            <w:placeholder>
              <w:docPart w:val="ED6A52CB743045D28222351E9CDB5E91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0A" w14:textId="77777777" w:rsidR="00E51471" w:rsidRPr="00F60705" w:rsidRDefault="000136E0" w:rsidP="00B675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-820496415"/>
            <w:placeholder>
              <w:docPart w:val="FA7243B9CD87499883E3D2DBAE937314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0B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14" w14:textId="77777777" w:rsidTr="000203F6">
        <w:tc>
          <w:tcPr>
            <w:tcW w:w="558" w:type="dxa"/>
            <w:vAlign w:val="center"/>
          </w:tcPr>
          <w:p w14:paraId="3B039F0D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7</w:t>
            </w:r>
          </w:p>
        </w:tc>
        <w:sdt>
          <w:sdtPr>
            <w:rPr>
              <w:rStyle w:val="InputZchn"/>
            </w:rPr>
            <w:id w:val="-1438360192"/>
            <w:placeholder>
              <w:docPart w:val="0BED458FA58748448FD299F91AED1162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0E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160849577"/>
            <w:placeholder>
              <w:docPart w:val="2C2D28C54CE34F1287081028385BEC69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0F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732510746"/>
            <w:placeholder>
              <w:docPart w:val="2F9CA368A7724E54B680C2886F6B4490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10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1079183309"/>
            <w:placeholder>
              <w:docPart w:val="5E43DD14087142DD964CA6645CD3DEC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11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146100344"/>
            <w:placeholder>
              <w:docPart w:val="B6813F3DEFA54594A5C8B826C946AFF8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12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1414438080"/>
            <w:placeholder>
              <w:docPart w:val="202C64C31B2B4688A2AF184B675C17C6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13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1C" w14:textId="77777777" w:rsidTr="000203F6">
        <w:tc>
          <w:tcPr>
            <w:tcW w:w="558" w:type="dxa"/>
            <w:vAlign w:val="center"/>
          </w:tcPr>
          <w:p w14:paraId="3B039F15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8</w:t>
            </w:r>
          </w:p>
        </w:tc>
        <w:sdt>
          <w:sdtPr>
            <w:rPr>
              <w:rStyle w:val="InputZchn"/>
            </w:rPr>
            <w:id w:val="1010959613"/>
            <w:placeholder>
              <w:docPart w:val="889734D9F695411FB7500CBE77BA4D33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16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367445323"/>
            <w:placeholder>
              <w:docPart w:val="6228113873E6411DAB2492A69C6289AA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17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845010467"/>
            <w:placeholder>
              <w:docPart w:val="8A637D93F2F14235AF2D4401D8A3BF53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18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060246867"/>
            <w:placeholder>
              <w:docPart w:val="AF9EDB75C40D44C68ED18200E0FDA104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19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1337720575"/>
            <w:placeholder>
              <w:docPart w:val="6CE5256CAD6F406FB23F4ED371175FE5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1A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-981226820"/>
            <w:placeholder>
              <w:docPart w:val="730808552B894C80825D4A8399339F1A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1B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24" w14:textId="77777777" w:rsidTr="000203F6">
        <w:tc>
          <w:tcPr>
            <w:tcW w:w="558" w:type="dxa"/>
            <w:vAlign w:val="center"/>
          </w:tcPr>
          <w:p w14:paraId="3B039F1D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9</w:t>
            </w:r>
          </w:p>
        </w:tc>
        <w:sdt>
          <w:sdtPr>
            <w:rPr>
              <w:rStyle w:val="InputZchn"/>
            </w:rPr>
            <w:id w:val="519437558"/>
            <w:placeholder>
              <w:docPart w:val="AD876D8729054D4897CAD6052FFD87CC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1E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391621332"/>
            <w:placeholder>
              <w:docPart w:val="595663E50ADE4F1B86721CDD7AAD8F79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1F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552616642"/>
            <w:placeholder>
              <w:docPart w:val="2181EC660B594CF9B0FB4C582BDB52B7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20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333441913"/>
            <w:placeholder>
              <w:docPart w:val="680BEFC95CF64D4B8134051ED9E0F5C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21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161200959"/>
            <w:placeholder>
              <w:docPart w:val="6B13D514DE1E4BA88E8F20B45D7E8139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22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2145689445"/>
            <w:placeholder>
              <w:docPart w:val="BD72047F853F455BB55254B45CE8CAEE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23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2C" w14:textId="77777777" w:rsidTr="000203F6">
        <w:tc>
          <w:tcPr>
            <w:tcW w:w="558" w:type="dxa"/>
            <w:vAlign w:val="center"/>
          </w:tcPr>
          <w:p w14:paraId="3B039F25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10</w:t>
            </w:r>
          </w:p>
        </w:tc>
        <w:sdt>
          <w:sdtPr>
            <w:rPr>
              <w:rStyle w:val="InputZchn"/>
            </w:rPr>
            <w:id w:val="-730234596"/>
            <w:placeholder>
              <w:docPart w:val="0B3872EC46F242E7B57F748F55DAF462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26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518156278"/>
            <w:placeholder>
              <w:docPart w:val="98DA075BF2B7445C96593AED82639BD6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27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47677776"/>
            <w:placeholder>
              <w:docPart w:val="BC167B9EB7F349D88F8967197DAB0DD9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28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945842352"/>
            <w:placeholder>
              <w:docPart w:val="70F7BA7524EE492CB3A370697585808E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29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2045021715"/>
            <w:placeholder>
              <w:docPart w:val="4AE605680DFC455C93806E6E56ABA780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2A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484438546"/>
            <w:placeholder>
              <w:docPart w:val="ECAFDA281C1B431086DD5E956DB9E3DA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2B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34" w14:textId="77777777" w:rsidTr="000203F6">
        <w:tc>
          <w:tcPr>
            <w:tcW w:w="558" w:type="dxa"/>
            <w:vAlign w:val="center"/>
          </w:tcPr>
          <w:p w14:paraId="3B039F2D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11</w:t>
            </w:r>
          </w:p>
        </w:tc>
        <w:sdt>
          <w:sdtPr>
            <w:rPr>
              <w:rStyle w:val="InputZchn"/>
            </w:rPr>
            <w:id w:val="289330280"/>
            <w:placeholder>
              <w:docPart w:val="0F9ACCDD0BE64406AF9D2B4088ACFDE0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2E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823000408"/>
            <w:placeholder>
              <w:docPart w:val="5A18D4AC06D8488CA7F8018EF06BB289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2F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755946363"/>
            <w:placeholder>
              <w:docPart w:val="0F207585BE8C4D4C9DE5DFA92637D69B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30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382535708"/>
            <w:placeholder>
              <w:docPart w:val="18D5EF3EA68B47E7A359B38F96FB9C1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31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-1071502069"/>
            <w:placeholder>
              <w:docPart w:val="31C9CDDE1476418D989F5B46935C5AD8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32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433331241"/>
            <w:placeholder>
              <w:docPart w:val="26F8310F60654FA38F37083F008CD976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33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3C" w14:textId="77777777" w:rsidTr="000203F6">
        <w:tc>
          <w:tcPr>
            <w:tcW w:w="558" w:type="dxa"/>
            <w:vAlign w:val="center"/>
          </w:tcPr>
          <w:p w14:paraId="3B039F35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12</w:t>
            </w:r>
          </w:p>
        </w:tc>
        <w:sdt>
          <w:sdtPr>
            <w:rPr>
              <w:rStyle w:val="InputZchn"/>
            </w:rPr>
            <w:id w:val="-1132317842"/>
            <w:placeholder>
              <w:docPart w:val="547A7BF6B9144F22AC6796D842BB5F0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36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209530348"/>
            <w:placeholder>
              <w:docPart w:val="BA19070D73DB4D4386DCBABB31FC7681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37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-1855800985"/>
            <w:placeholder>
              <w:docPart w:val="9428529952694B69BA74B535E9B7DAB2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38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427434106"/>
            <w:placeholder>
              <w:docPart w:val="B639CE5233C1418FBC580B33B0CEFD5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39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-1113512006"/>
            <w:placeholder>
              <w:docPart w:val="60F8E3DBF2F44F0C96D1BF371AF628B5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3A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475959738"/>
            <w:placeholder>
              <w:docPart w:val="12E11FDD985A4F3FAAAA5EA5FDF01534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3B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44" w14:textId="77777777" w:rsidTr="000203F6">
        <w:tc>
          <w:tcPr>
            <w:tcW w:w="558" w:type="dxa"/>
            <w:vAlign w:val="center"/>
          </w:tcPr>
          <w:p w14:paraId="3B039F3D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13</w:t>
            </w:r>
          </w:p>
        </w:tc>
        <w:sdt>
          <w:sdtPr>
            <w:rPr>
              <w:rStyle w:val="InputZchn"/>
            </w:rPr>
            <w:id w:val="-1498262097"/>
            <w:placeholder>
              <w:docPart w:val="BEA2A33864FF4381B32DFF34CEDAE87C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3E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404726882"/>
            <w:placeholder>
              <w:docPart w:val="2590238DBD8F4E2C92B26C2E48985AD1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3F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589813280"/>
            <w:placeholder>
              <w:docPart w:val="41F3797CC2444B399B2CE9783FEA0FF4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40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410120741"/>
            <w:placeholder>
              <w:docPart w:val="3819CDABD04D4CDD87E34CA9AF0F9947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41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2119166625"/>
            <w:placeholder>
              <w:docPart w:val="488CC8BAD1F4430481AF43280943F5E1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42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-1173410116"/>
            <w:placeholder>
              <w:docPart w:val="3E871C82488543C4BA628DCD744D4BAA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43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4C" w14:textId="77777777" w:rsidTr="000203F6">
        <w:tc>
          <w:tcPr>
            <w:tcW w:w="558" w:type="dxa"/>
            <w:vAlign w:val="center"/>
          </w:tcPr>
          <w:p w14:paraId="3B039F45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14</w:t>
            </w:r>
          </w:p>
        </w:tc>
        <w:sdt>
          <w:sdtPr>
            <w:rPr>
              <w:rStyle w:val="InputZchn"/>
            </w:rPr>
            <w:id w:val="-403997396"/>
            <w:placeholder>
              <w:docPart w:val="5A7A49369B9C4509983C3385949168F4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46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383293803"/>
            <w:placeholder>
              <w:docPart w:val="67C9AEBF7B7B4B4392FA567F56820BF9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47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625879157"/>
            <w:placeholder>
              <w:docPart w:val="9EE67B4A7F0648D28EC9314119A996B8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48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049842900"/>
            <w:placeholder>
              <w:docPart w:val="505CA3C23EF7409BB26BE4B08775F9D4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49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-116685439"/>
            <w:placeholder>
              <w:docPart w:val="B90D0FBCBF474794B9156056CCAE2700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4A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1884980787"/>
            <w:placeholder>
              <w:docPart w:val="48F220FDE0D243178565FCF6655716AD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4B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  <w:tr w:rsidR="00E51471" w14:paraId="3B039F54" w14:textId="77777777" w:rsidTr="000203F6">
        <w:tc>
          <w:tcPr>
            <w:tcW w:w="558" w:type="dxa"/>
            <w:vAlign w:val="center"/>
          </w:tcPr>
          <w:p w14:paraId="3B039F4D" w14:textId="77777777" w:rsidR="00E51471" w:rsidRDefault="00E51471" w:rsidP="00EF649F">
            <w:pPr>
              <w:spacing w:before="120" w:after="120"/>
              <w:rPr>
                <w:b/>
              </w:rPr>
            </w:pPr>
            <w:r>
              <w:rPr>
                <w:b/>
              </w:rPr>
              <w:t>15</w:t>
            </w:r>
          </w:p>
        </w:tc>
        <w:sdt>
          <w:sdtPr>
            <w:rPr>
              <w:rStyle w:val="InputZchn"/>
            </w:rPr>
            <w:id w:val="352615578"/>
            <w:placeholder>
              <w:docPart w:val="3F57F2320CD7407EBA977D752944512E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3973" w:type="dxa"/>
                <w:vAlign w:val="center"/>
              </w:tcPr>
              <w:p w14:paraId="3B039F4E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429311317"/>
            <w:placeholder>
              <w:docPart w:val="EE2003EB3D34479C989653897BFACBF5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5103" w:type="dxa"/>
                <w:vAlign w:val="center"/>
              </w:tcPr>
              <w:p w14:paraId="3B039F4F" w14:textId="77777777" w:rsidR="00E51471" w:rsidRPr="00F60705" w:rsidRDefault="00FF41DF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Klicken Sie hier, um Text einzugeben.</w:t>
                </w:r>
              </w:p>
            </w:tc>
          </w:sdtContent>
        </w:sdt>
        <w:sdt>
          <w:sdtPr>
            <w:rPr>
              <w:rStyle w:val="InputZchn"/>
            </w:rPr>
            <w:id w:val="1033921194"/>
            <w:placeholder>
              <w:docPart w:val="9F3ADD41CAD54528810FEB3BEF6EE823"/>
            </w:placeholder>
            <w:showingPlcHdr/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701" w:type="dxa"/>
                <w:vAlign w:val="center"/>
              </w:tcPr>
              <w:p w14:paraId="3B039F50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685507929"/>
            <w:placeholder>
              <w:docPart w:val="4819C5DB52834F2EB0F3FB7DF45730BB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>
            <w:rPr>
              <w:rStyle w:val="Absatz-Standardschriftart"/>
              <w:rFonts w:cstheme="minorBidi"/>
              <w:b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51" w14:textId="77777777" w:rsidR="00E51471" w:rsidRPr="00F60705" w:rsidRDefault="009B279B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Datum</w:t>
                </w:r>
              </w:p>
            </w:tc>
          </w:sdtContent>
        </w:sdt>
        <w:sdt>
          <w:sdtPr>
            <w:rPr>
              <w:rStyle w:val="ThemenfelderauswahlZchn"/>
              <w:b/>
            </w:rPr>
            <w:alias w:val="Status"/>
            <w:tag w:val="Status"/>
            <w:id w:val="-124397267"/>
            <w:placeholder>
              <w:docPart w:val="0A84CCFF83964B518B24F3AE531B68EF"/>
            </w:placeholder>
            <w:showingPlcHdr/>
            <w:dropDownList>
              <w:listItem w:value="Wählen Sie ein Element aus."/>
              <w:listItem w:displayText="in Planung" w:value="in Planung"/>
              <w:listItem w:displayText="begonnen" w:value="begonnen"/>
              <w:listItem w:displayText="50% fertig" w:value="50% fertig"/>
              <w:listItem w:displayText="abgeschlossen" w:value="abgeschlossen"/>
              <w:listItem w:displayText="verschoben" w:value="verschoben"/>
            </w:dropDownList>
          </w:sdtPr>
          <w:sdtEndPr>
            <w:rPr>
              <w:rStyle w:val="Absatz-Standardschriftart"/>
              <w:sz w:val="18"/>
              <w:szCs w:val="18"/>
            </w:rPr>
          </w:sdtEndPr>
          <w:sdtContent>
            <w:tc>
              <w:tcPr>
                <w:tcW w:w="1276" w:type="dxa"/>
                <w:vAlign w:val="center"/>
              </w:tcPr>
              <w:p w14:paraId="3B039F52" w14:textId="77777777" w:rsidR="00E51471" w:rsidRPr="00F60705" w:rsidRDefault="000136E0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F60705">
                  <w:rPr>
                    <w:rStyle w:val="Platzhaltertext"/>
                    <w:b/>
                    <w:sz w:val="18"/>
                    <w:szCs w:val="18"/>
                  </w:rPr>
                  <w:t>Status</w:t>
                </w:r>
              </w:p>
            </w:tc>
          </w:sdtContent>
        </w:sdt>
        <w:sdt>
          <w:sdtPr>
            <w:rPr>
              <w:rStyle w:val="ThemenfelderauswahlZchn"/>
            </w:rPr>
            <w:id w:val="571778590"/>
            <w:placeholder>
              <w:docPart w:val="643B500D88594A3E897D2D7B0A0E3D5C"/>
            </w:placeholder>
            <w:showingPlcHdr/>
            <w:dropDownList>
              <w:listItem w:value="Wählen Sie ein Element aus."/>
              <w:listItem w:displayText="Gesundheit" w:value="Gesundheit"/>
              <w:listItem w:displayText="Arbeitsplätze/Arbeitsorganisation" w:value="Arbeitsplätze/Arbeitsorganisation"/>
              <w:listItem w:displayText="Wissen und Qualifikation" w:value="Wissen und Qualifikation"/>
              <w:listItem w:displayText="Unternehmensentwicklung" w:value="Unternehmensentwicklung"/>
              <w:listItem w:displayText="Personal und Rekrutierung" w:value="Personal und Rekrutierung"/>
              <w:listItem w:displayText="Unternehmenskultur/Führung" w:value="Unternehmenskultur/Führung"/>
            </w:dropDownList>
          </w:sdtPr>
          <w:sdtEndPr>
            <w:rPr>
              <w:rStyle w:val="Absatz-Standardschriftart"/>
              <w:b/>
              <w:sz w:val="18"/>
              <w:szCs w:val="18"/>
            </w:rPr>
          </w:sdtEndPr>
          <w:sdtContent>
            <w:tc>
              <w:tcPr>
                <w:tcW w:w="2360" w:type="dxa"/>
                <w:vAlign w:val="center"/>
              </w:tcPr>
              <w:p w14:paraId="3B039F53" w14:textId="77777777" w:rsidR="00E51471" w:rsidRPr="00110ACB" w:rsidRDefault="000203F6" w:rsidP="00EF649F">
                <w:pPr>
                  <w:spacing w:before="120" w:after="120"/>
                  <w:rPr>
                    <w:b/>
                    <w:sz w:val="18"/>
                    <w:szCs w:val="18"/>
                  </w:rPr>
                </w:pPr>
                <w:r w:rsidRPr="00110ACB">
                  <w:rPr>
                    <w:rStyle w:val="Platzhaltertext"/>
                    <w:sz w:val="18"/>
                    <w:szCs w:val="18"/>
                  </w:rPr>
                  <w:t>Themenfeld</w:t>
                </w:r>
              </w:p>
            </w:tc>
          </w:sdtContent>
        </w:sdt>
      </w:tr>
    </w:tbl>
    <w:p w14:paraId="3B039F55" w14:textId="77777777" w:rsidR="000A39DB" w:rsidRDefault="000A39DB" w:rsidP="00F338D7">
      <w:pPr>
        <w:pStyle w:val="berschrift2"/>
      </w:pPr>
    </w:p>
    <w:p w14:paraId="3B039F56" w14:textId="77777777" w:rsidR="00F338D7" w:rsidRPr="00F338D7" w:rsidRDefault="00F338D7" w:rsidP="00F338D7">
      <w:pPr>
        <w:sectPr w:rsidR="00F338D7" w:rsidRPr="00F338D7" w:rsidSect="00F338D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 w:code="9"/>
          <w:pgMar w:top="1701" w:right="284" w:bottom="1701" w:left="284" w:header="567" w:footer="227" w:gutter="0"/>
          <w:cols w:space="708"/>
          <w:docGrid w:linePitch="360"/>
        </w:sectPr>
      </w:pPr>
    </w:p>
    <w:p w14:paraId="3B039F57" w14:textId="77777777" w:rsidR="005338A1" w:rsidRPr="000F5082" w:rsidRDefault="00B643F7" w:rsidP="00F338D7">
      <w:pPr>
        <w:pStyle w:val="berschrift2"/>
      </w:pPr>
      <w:r w:rsidRPr="000F5082">
        <w:lastRenderedPageBreak/>
        <w:t>Prozessbeteiligte</w:t>
      </w:r>
    </w:p>
    <w:p w14:paraId="3B039F58" w14:textId="77777777" w:rsidR="005338A1" w:rsidRPr="00B010FE" w:rsidRDefault="005338A1" w:rsidP="008C5925">
      <w:pPr>
        <w:spacing w:before="240"/>
        <w:rPr>
          <w:rFonts w:cstheme="minorHAnsi"/>
          <w:szCs w:val="20"/>
        </w:rPr>
      </w:pPr>
      <w:r w:rsidRPr="00B010FE">
        <w:rPr>
          <w:rFonts w:cstheme="minorHAnsi"/>
          <w:szCs w:val="20"/>
        </w:rPr>
        <w:t>Dokumentieren Sie</w:t>
      </w:r>
      <w:r w:rsidR="00C87CC0" w:rsidRPr="00B010FE">
        <w:rPr>
          <w:rFonts w:cstheme="minorHAnsi"/>
          <w:szCs w:val="20"/>
        </w:rPr>
        <w:t>,</w:t>
      </w:r>
      <w:r w:rsidRPr="00B010FE">
        <w:rPr>
          <w:rFonts w:cstheme="minorHAnsi"/>
          <w:szCs w:val="20"/>
        </w:rPr>
        <w:t xml:space="preserve"> welche Personen </w:t>
      </w:r>
      <w:r w:rsidR="00B643F7" w:rsidRPr="00B010FE">
        <w:rPr>
          <w:rFonts w:cstheme="minorHAnsi"/>
          <w:szCs w:val="20"/>
        </w:rPr>
        <w:t xml:space="preserve">an der Ausarbeitung </w:t>
      </w:r>
      <w:r w:rsidRPr="00B010FE">
        <w:rPr>
          <w:rFonts w:cstheme="minorHAnsi"/>
          <w:szCs w:val="20"/>
        </w:rPr>
        <w:t>dieses Arbeitsmaterial</w:t>
      </w:r>
      <w:r w:rsidR="00B643F7" w:rsidRPr="00B010FE">
        <w:rPr>
          <w:rFonts w:cstheme="minorHAnsi"/>
          <w:szCs w:val="20"/>
        </w:rPr>
        <w:t>s beteiligt waren bzw. dieses zur Kenntnis genommen haben</w:t>
      </w:r>
      <w:r w:rsidRPr="00B010FE">
        <w:rPr>
          <w:rFonts w:cstheme="minorHAnsi"/>
          <w:szCs w:val="20"/>
        </w:rPr>
        <w:t xml:space="preserve">. </w:t>
      </w:r>
    </w:p>
    <w:tbl>
      <w:tblPr>
        <w:tblStyle w:val="MittlereSchattierung1-Akzent11"/>
        <w:tblW w:w="0" w:type="auto"/>
        <w:tblBorders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2865"/>
        <w:gridCol w:w="3184"/>
        <w:gridCol w:w="1414"/>
        <w:gridCol w:w="1587"/>
      </w:tblGrid>
      <w:tr w:rsidR="005A1A0D" w:rsidRPr="005A1A0D" w14:paraId="3B039F5D" w14:textId="77777777" w:rsidTr="001B7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3B039F59" w14:textId="77777777" w:rsidR="005A1A0D" w:rsidRPr="005A1A0D" w:rsidRDefault="005A1A0D" w:rsidP="001E185C">
            <w:pPr>
              <w:rPr>
                <w:szCs w:val="20"/>
              </w:rPr>
            </w:pPr>
            <w:r w:rsidRPr="005A1A0D">
              <w:rPr>
                <w:szCs w:val="20"/>
              </w:rPr>
              <w:t>Name</w:t>
            </w:r>
          </w:p>
        </w:tc>
        <w:tc>
          <w:tcPr>
            <w:tcW w:w="326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3B039F5A" w14:textId="77777777"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Funktion / Abteilung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3B039F5B" w14:textId="77777777"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Ausarbeitung</w:t>
            </w:r>
          </w:p>
        </w:tc>
        <w:tc>
          <w:tcPr>
            <w:tcW w:w="158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3B039F5C" w14:textId="77777777"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Kenntnisnahme</w:t>
            </w:r>
          </w:p>
        </w:tc>
      </w:tr>
      <w:tr w:rsidR="005A1A0D" w14:paraId="3B039F62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2106539058"/>
            <w:placeholder>
              <w:docPart w:val="C945E339D281457286F3BC9269346B2D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5E" w14:textId="77777777" w:rsidR="005A1A0D" w:rsidRPr="00963518" w:rsidRDefault="00963518" w:rsidP="00963518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385573381"/>
            <w:placeholder>
              <w:docPart w:val="1C316A64807F4CC1B0E6C1A8F49F4960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5F" w14:textId="77777777"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1139917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0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622153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1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3B039F67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1227185546"/>
            <w:placeholder>
              <w:docPart w:val="F4D8F9FC65764D54AF55D1AFA434FEAF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3" w14:textId="77777777"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611328812"/>
            <w:placeholder>
              <w:docPart w:val="B4B7F0244F02492B941EEB1C0B19F532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4" w14:textId="77777777" w:rsidR="005A1A0D" w:rsidRPr="00963518" w:rsidRDefault="00C70CA0" w:rsidP="001B7E65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291596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5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478339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6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3B039F6C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1795330825"/>
            <w:placeholder>
              <w:docPart w:val="F0772050093B4475BE9D0D6FE1AB470A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8" w14:textId="77777777"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805148972"/>
            <w:placeholder>
              <w:docPart w:val="50FDD6CBA6F64787AF3AE64A72F1B0A9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9" w14:textId="77777777"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191453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A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2009406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B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3B039F71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-1453699070"/>
            <w:placeholder>
              <w:docPart w:val="372B61F68AC243A188260BF2C32523E9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D" w14:textId="77777777"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1037855594"/>
            <w:placeholder>
              <w:docPart w:val="63167B226C2A4E8BABF69FC0FD91505A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E" w14:textId="77777777" w:rsidR="005A1A0D" w:rsidRPr="00963518" w:rsidRDefault="00C70CA0" w:rsidP="001B7E65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68780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6F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435352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0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3B039F76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-40831137"/>
            <w:placeholder>
              <w:docPart w:val="557279D9CAA1490D9AED40F515799959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2" w14:textId="77777777"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932044912"/>
            <w:placeholder>
              <w:docPart w:val="E18ADF9E2DDC43C4AA831DDD944D4D1E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3" w14:textId="77777777"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1183352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4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055848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5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3B039F7B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-60865784"/>
            <w:placeholder>
              <w:docPart w:val="F0F861C396CB4C69844BBA2039859CF0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7" w14:textId="77777777"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667548451"/>
            <w:placeholder>
              <w:docPart w:val="CF01AC22560549DF8D82A7C9F10AC344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8" w14:textId="77777777" w:rsidR="005A1A0D" w:rsidRPr="00963518" w:rsidRDefault="00C70CA0" w:rsidP="001B7E65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1470975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9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361555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A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3B039F80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1811824715"/>
            <w:placeholder>
              <w:docPart w:val="702B1E305BDD44DB8D515EB0BECA813A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C" w14:textId="77777777"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849063964"/>
            <w:placeholder>
              <w:docPart w:val="6284CBEA501E499881F8B0017ED315F8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D" w14:textId="77777777"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1687557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E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645967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7F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3B039F85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1197192962"/>
            <w:placeholder>
              <w:docPart w:val="787F80DDD375418B9610CE00AE83EC85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81" w14:textId="77777777"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922862764"/>
            <w:placeholder>
              <w:docPart w:val="85C25383ABB94AD59EBBA62CDF0AA5B1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82" w14:textId="77777777" w:rsidR="005A1A0D" w:rsidRPr="00963518" w:rsidRDefault="00C70CA0" w:rsidP="001B7E65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555051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83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85751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84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3B039F8A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-539812197"/>
            <w:placeholder>
              <w:docPart w:val="F61BE809CCC24ED9988F7AC295CCD26F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bottom w:val="single" w:sz="8" w:space="0" w:color="7BA0CD" w:themeColor="accent1" w:themeTint="BF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86" w14:textId="77777777"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939909463"/>
            <w:placeholder>
              <w:docPart w:val="2D66094E0FFF4F35B277B568B3F92625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bottom w:val="single" w:sz="8" w:space="0" w:color="7BA0CD" w:themeColor="accent1" w:themeTint="BF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87" w14:textId="77777777"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1410912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bottom w:val="single" w:sz="8" w:space="0" w:color="7BA0CD" w:themeColor="accent1" w:themeTint="BF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039F88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453938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  <w:bottom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14:paraId="3B039F89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1B7E65" w14:paraId="3B039F8F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-708024208"/>
            <w:placeholder>
              <w:docPart w:val="E082E261E0784B29A9B81574A33237C0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14:paraId="3B039F8B" w14:textId="77777777" w:rsidR="001B7E65" w:rsidRPr="00C70CA0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C70CA0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2040546043"/>
            <w:placeholder>
              <w:docPart w:val="C2462E191BF344C19E11704EC3D162DA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14:paraId="3B039F8C" w14:textId="77777777" w:rsidR="001B7E65" w:rsidRPr="001B7E65" w:rsidRDefault="00C70CA0" w:rsidP="00C70CA0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2008357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14:paraId="3B039F8D" w14:textId="77777777" w:rsidR="001B7E65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336384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14:paraId="3B039F8E" w14:textId="77777777" w:rsidR="001B7E65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</w:tbl>
    <w:p w14:paraId="3B039F90" w14:textId="77777777" w:rsidR="001E185C" w:rsidRDefault="001E185C" w:rsidP="001E185C"/>
    <w:p w14:paraId="3B039F91" w14:textId="77777777" w:rsidR="00C55675" w:rsidRDefault="00BC6404" w:rsidP="00641922">
      <w:pPr>
        <w:tabs>
          <w:tab w:val="left" w:pos="2268"/>
        </w:tabs>
      </w:pPr>
      <w:r w:rsidRPr="00641922">
        <w:rPr>
          <w:szCs w:val="20"/>
        </w:rPr>
        <w:t>Letzte Aktualisierung am:</w:t>
      </w:r>
      <w:r w:rsidRPr="00641922">
        <w:rPr>
          <w:szCs w:val="20"/>
        </w:rPr>
        <w:tab/>
      </w:r>
      <w:sdt>
        <w:sdtPr>
          <w:alias w:val="Datum"/>
          <w:tag w:val="Datum"/>
          <w:id w:val="400485692"/>
          <w:placeholder>
            <w:docPart w:val="05E9BE8524BF4E51BF8203C83766293F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>
            <w:rPr>
              <w:rStyle w:val="Platzhaltertext"/>
            </w:rPr>
            <w:t>Datum</w:t>
          </w:r>
        </w:sdtContent>
      </w:sdt>
    </w:p>
    <w:p w14:paraId="3B039F92" w14:textId="77777777" w:rsidR="00C55675" w:rsidRPr="00C55675" w:rsidRDefault="00C55675" w:rsidP="00C55675"/>
    <w:p w14:paraId="3B039F93" w14:textId="77777777" w:rsidR="00C55675" w:rsidRPr="00C55675" w:rsidRDefault="00C55675" w:rsidP="00C55675"/>
    <w:p w14:paraId="3B039F94" w14:textId="77777777" w:rsidR="00C55675" w:rsidRPr="00C55675" w:rsidRDefault="00C55675" w:rsidP="00C55675"/>
    <w:p w14:paraId="3B039F95" w14:textId="77777777" w:rsidR="00C55675" w:rsidRPr="00C55675" w:rsidRDefault="00C55675" w:rsidP="00C55675"/>
    <w:p w14:paraId="3B039F96" w14:textId="77777777" w:rsidR="00C55675" w:rsidRPr="00C55675" w:rsidRDefault="00C55675" w:rsidP="00C55675"/>
    <w:p w14:paraId="3B039F97" w14:textId="77777777" w:rsidR="001E185C" w:rsidRPr="00C55675" w:rsidRDefault="001E185C" w:rsidP="00C55675">
      <w:pPr>
        <w:tabs>
          <w:tab w:val="left" w:pos="3975"/>
        </w:tabs>
      </w:pPr>
    </w:p>
    <w:sectPr w:rsidR="001E185C" w:rsidRPr="00C55675" w:rsidSect="00C55675">
      <w:headerReference w:type="default" r:id="rId18"/>
      <w:footerReference w:type="default" r:id="rId19"/>
      <w:pgSz w:w="11906" w:h="16838" w:code="9"/>
      <w:pgMar w:top="1985" w:right="1418" w:bottom="1701" w:left="1418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916CF" w14:textId="77777777" w:rsidR="003E695C" w:rsidRDefault="003E695C" w:rsidP="005F2D7F">
      <w:pPr>
        <w:spacing w:after="0" w:line="240" w:lineRule="auto"/>
      </w:pPr>
      <w:r>
        <w:separator/>
      </w:r>
    </w:p>
  </w:endnote>
  <w:endnote w:type="continuationSeparator" w:id="0">
    <w:p w14:paraId="6600C803" w14:textId="77777777" w:rsidR="003E695C" w:rsidRDefault="003E695C" w:rsidP="005F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BA974" w14:textId="77777777" w:rsidR="00637F9F" w:rsidRDefault="00637F9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39F9F" w14:textId="28D841A5" w:rsidR="006C60BE" w:rsidRDefault="00637F9F" w:rsidP="00CF79EC">
    <w:pPr>
      <w:pStyle w:val="Fuzeile"/>
      <w:spacing w:before="480"/>
      <w:jc w:val="center"/>
    </w:pPr>
    <w:r>
      <w:rPr>
        <w:noProof/>
      </w:rPr>
      <w:drawing>
        <wp:anchor distT="0" distB="0" distL="114300" distR="114300" simplePos="0" relativeHeight="251680768" behindDoc="1" locked="0" layoutInCell="1" allowOverlap="1" wp14:anchorId="47A3FECC" wp14:editId="5775AD13">
          <wp:simplePos x="0" y="0"/>
          <wp:positionH relativeFrom="column">
            <wp:posOffset>2296160</wp:posOffset>
          </wp:positionH>
          <wp:positionV relativeFrom="paragraph">
            <wp:posOffset>-6985</wp:posOffset>
          </wp:positionV>
          <wp:extent cx="1413510" cy="289560"/>
          <wp:effectExtent l="0" t="0" r="0" b="0"/>
          <wp:wrapTight wrapText="bothSides">
            <wp:wrapPolygon edited="0">
              <wp:start x="0" y="0"/>
              <wp:lineTo x="0" y="19895"/>
              <wp:lineTo x="21251" y="19895"/>
              <wp:lineTo x="21251" y="0"/>
              <wp:lineTo x="0" y="0"/>
            </wp:wrapPolygon>
          </wp:wrapTight>
          <wp:docPr id="7" name="Grafi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3510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79EC">
      <w:rPr>
        <w:noProof/>
        <w:color w:val="A6A6A6" w:themeColor="background1" w:themeShade="A6"/>
        <w:sz w:val="3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B039FA8" wp14:editId="34C4099F">
              <wp:simplePos x="0" y="0"/>
              <wp:positionH relativeFrom="column">
                <wp:posOffset>3886841</wp:posOffset>
              </wp:positionH>
              <wp:positionV relativeFrom="paragraph">
                <wp:posOffset>-60325</wp:posOffset>
              </wp:positionV>
              <wp:extent cx="4140519" cy="374400"/>
              <wp:effectExtent l="0" t="0" r="0" b="6985"/>
              <wp:wrapNone/>
              <wp:docPr id="39" name="Gruppieren 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0519" cy="374400"/>
                        <a:chOff x="1590261" y="0"/>
                        <a:chExt cx="4139427" cy="374015"/>
                      </a:xfrm>
                    </wpg:grpSpPr>
                    <pic:pic xmlns:pic="http://schemas.openxmlformats.org/drawingml/2006/picture">
                      <pic:nvPicPr>
                        <pic:cNvPr id="31" name="Bild 7" descr="unternehmer-nrw-400x55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85392" y="49695"/>
                          <a:ext cx="169227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29" name="Bild 9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68348" y="59634"/>
                          <a:ext cx="561340" cy="2698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30" name="Grafik 30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32244" y="59634"/>
                          <a:ext cx="528955" cy="2698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3" name="Grafik 33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590261" y="0"/>
                          <a:ext cx="632460" cy="37401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DE2A6F" id="Gruppieren 39" o:spid="_x0000_s1026" style="position:absolute;margin-left:306.05pt;margin-top:-4.75pt;width:326.05pt;height:29.5pt;z-index:251669504;mso-width-relative:margin;mso-height-relative:margin" coordorigin="15902" coordsize="41394,3740" o:gfxdata="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7" o:spid="_x0000_s1027" type="#_x0000_t75" alt="unternehmer-nrw-400x55.jpg" style="position:absolute;left:23853;top:496;width:16923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ZGH7DAAAA2wAAAA8AAABkcnMvZG93bnJldi54bWxEj9Fqg0AURN8L/YflFvpS6moCbTGuIRQC&#10;PgVq8gFX91Yl7l3rrkb/vlsI9HGYmTNMtl9ML2YaXWdZQRLFIIhrqztuFFzOx9cPEM4ja+wtk4KV&#10;HOzzx4cMU21v/EVz6RsRIOxSVNB6P6RSurolgy6yA3Hwvu1o0Ac5NlKPeAtw08tNHL9Jgx2HhRYH&#10;+mypvpaTUdCc3FS9v5yL08qyOFTTSvFPqdTz03LYgfC0+P/wvV1oBdsE/r6EHyDz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NkYfsMAAADbAAAADwAAAAAAAAAAAAAAAACf&#10;AgAAZHJzL2Rvd25yZXYueG1sUEsFBgAAAAAEAAQA9wAAAI8DAAAAAA==&#10;">
                <v:imagedata r:id="rId6" o:title="unternehmer-nrw-400x55"/>
                <v:path arrowok="t"/>
              </v:shape>
              <v:shape id="Bild 9" o:spid="_x0000_s1028" type="#_x0000_t75" style="position:absolute;left:51683;top:596;width:5613;height:2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AQn3CAAAA2wAAAA8AAABkcnMvZG93bnJldi54bWxET11rwjAUfRf8D+EKexFNV3C4zrQMx2AT&#10;pkx98e3S3LWlzU1JMq3/3gwGPh7O96oYTCfO5HxjWcHjPAFBXFrdcKXgeHifLUH4gKyxs0wKruSh&#10;yMejFWbaXvibzvtQiRjCPkMFdQh9JqUvazLo57YnjtyPdQZDhK6S2uElhptOpknyJA02HBtq7Gld&#10;U9nuf40Cp3dDnNCW7dt2+rVJF6fldv2p1MNkeH0BEWgId/G/+0MrSJ/h70v8ATK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gEJ9wgAAANsAAAAPAAAAAAAAAAAAAAAAAJ8C&#10;AABkcnMvZG93bnJldi54bWxQSwUGAAAAAAQABAD3AAAAjgMAAAAA&#10;">
                <v:imagedata r:id="rId7" o:title=""/>
                <v:path arrowok="t"/>
              </v:shape>
              <v:shape id="Grafik 30" o:spid="_x0000_s1029" type="#_x0000_t75" style="position:absolute;left:45322;top:596;width:5289;height:2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ulLnAAAAA2wAAAA8AAABkcnMvZG93bnJldi54bWxET8uKwjAU3Q/4D+EKsxk0HQdFqlFkQHA2&#10;A74Qd9fm2hSbm5JErX9vFoLLw3lP562txY18qBwr+O5nIIgLpysuFey2y94YRIjIGmvHpOBBAeaz&#10;zscUc+3uvKbbJpYihXDIUYGJscmlDIUhi6HvGuLEnZ23GBP0pdQe7ync1nKQZSNpseLUYLChX0PF&#10;ZXO1Ck7WH4d/xeHB5nh2+39qvlw7VOqz2y4mICK18S1+uVdawU9an76kHyBn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a6UucAAAADbAAAADwAAAAAAAAAAAAAAAACfAgAA&#10;ZHJzL2Rvd25yZXYueG1sUEsFBgAAAAAEAAQA9wAAAIwDAAAAAA==&#10;">
                <v:imagedata r:id="rId8" o:title=""/>
                <v:path arrowok="t"/>
              </v:shape>
              <v:shape id="Grafik 33" o:spid="_x0000_s1030" type="#_x0000_t75" style="position:absolute;left:15902;width:6325;height:3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N8FDEAAAA2wAAAA8AAABkcnMvZG93bnJldi54bWxEj0FrAjEUhO8F/0N4Qm81q2Kxq1GWFaFg&#10;D1ULXh+b5+5i8rIkcd3++6ZQ6HGYmW+Y9XawRvTkQ+tYwXSSgSCunG65VvB13r8sQYSIrNE4JgXf&#10;FGC7GT2tMdfuwUfqT7EWCcIhRwVNjF0uZagashgmriNO3tV5izFJX0vt8ZHg1shZlr1Kiy2nhQY7&#10;Khuqbqe7VWDKN3P1u/bjVhX9ZZiWn4tDKJR6Hg/FCkSkIf6H/9rvWsF8Dr9f0g+Qm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3N8FDEAAAA2wAAAA8AAAAAAAAAAAAAAAAA&#10;nwIAAGRycy9kb3ducmV2LnhtbFBLBQYAAAAABAAEAPcAAACQAwAAAAA=&#10;">
                <v:imagedata r:id="rId9" o:title=""/>
                <v:path arrowok="t"/>
              </v:shape>
            </v:group>
          </w:pict>
        </mc:Fallback>
      </mc:AlternateContent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70528" behindDoc="0" locked="1" layoutInCell="1" allowOverlap="1" wp14:anchorId="3B039FAA" wp14:editId="3B039FAB">
              <wp:simplePos x="0" y="0"/>
              <wp:positionH relativeFrom="column">
                <wp:posOffset>4864735</wp:posOffset>
              </wp:positionH>
              <wp:positionV relativeFrom="page">
                <wp:posOffset>10288905</wp:posOffset>
              </wp:positionV>
              <wp:extent cx="968375" cy="213995"/>
              <wp:effectExtent l="0" t="0" r="3175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83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039FB8" w14:textId="77777777" w:rsidR="006C60BE" w:rsidRPr="0010028E" w:rsidRDefault="006C60BE" w:rsidP="006C60BE">
                          <w:pPr>
                            <w:spacing w:after="0"/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Stand: 05.</w:t>
                          </w: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03</w:t>
                          </w: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.2016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F1AEAF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left:0;text-align:left;margin-left:383.05pt;margin-top:810.15pt;width:76.25pt;height:1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" fillcolor="white [3201]" stroked="f" strokeweight=".5pt">
              <v:textbox>
                <w:txbxContent>
                  <w:p w:rsidR="006C60BE" w:rsidRPr="0010028E" w:rsidRDefault="006C60BE" w:rsidP="006C60BE">
                    <w:pPr>
                      <w:spacing w:after="0"/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>Stand: 05.</w:t>
                    </w: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>03</w:t>
                    </w: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>.2016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B039FAC" wp14:editId="3B039FAD">
              <wp:simplePos x="0" y="0"/>
              <wp:positionH relativeFrom="column">
                <wp:posOffset>5715</wp:posOffset>
              </wp:positionH>
              <wp:positionV relativeFrom="paragraph">
                <wp:posOffset>-167005</wp:posOffset>
              </wp:positionV>
              <wp:extent cx="10332000" cy="0"/>
              <wp:effectExtent l="0" t="0" r="3175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38FE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5pt;margin-top:-13.15pt;width:813.5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="006C60BE" w:rsidRPr="00B9121C">
      <w:rPr>
        <w:color w:val="7F7F7F" w:themeColor="text1" w:themeTint="80"/>
      </w:rPr>
      <w:fldChar w:fldCharType="begin"/>
    </w:r>
    <w:r w:rsidR="006C60BE" w:rsidRPr="00B9121C">
      <w:rPr>
        <w:color w:val="7F7F7F" w:themeColor="text1" w:themeTint="80"/>
      </w:rPr>
      <w:instrText>PAGE   \* MERGEFORMAT</w:instrText>
    </w:r>
    <w:r w:rsidR="006C60BE" w:rsidRPr="00B9121C">
      <w:rPr>
        <w:color w:val="7F7F7F" w:themeColor="text1" w:themeTint="80"/>
      </w:rPr>
      <w:fldChar w:fldCharType="separate"/>
    </w:r>
    <w:r w:rsidR="007E13DE">
      <w:rPr>
        <w:noProof/>
        <w:color w:val="7F7F7F" w:themeColor="text1" w:themeTint="80"/>
      </w:rPr>
      <w:t>1</w:t>
    </w:r>
    <w:r w:rsidR="006C60BE" w:rsidRPr="00B9121C">
      <w:rPr>
        <w:color w:val="7F7F7F" w:themeColor="text1" w:themeTint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A70DF" w14:textId="77777777" w:rsidR="00637F9F" w:rsidRDefault="00637F9F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39FA3" w14:textId="61368337" w:rsidR="006C60BE" w:rsidRDefault="00637F9F" w:rsidP="006C60BE">
    <w:pPr>
      <w:pStyle w:val="Fuzeile"/>
      <w:spacing w:before="480"/>
    </w:pPr>
    <w:r>
      <w:rPr>
        <w:noProof/>
      </w:rPr>
      <w:drawing>
        <wp:anchor distT="0" distB="0" distL="114300" distR="114300" simplePos="0" relativeHeight="251681792" behindDoc="1" locked="0" layoutInCell="1" allowOverlap="1" wp14:anchorId="03023EE8" wp14:editId="4DF06D0E">
          <wp:simplePos x="0" y="0"/>
          <wp:positionH relativeFrom="column">
            <wp:posOffset>-1270</wp:posOffset>
          </wp:positionH>
          <wp:positionV relativeFrom="paragraph">
            <wp:posOffset>-3175</wp:posOffset>
          </wp:positionV>
          <wp:extent cx="1413510" cy="289560"/>
          <wp:effectExtent l="0" t="0" r="0" b="0"/>
          <wp:wrapTight wrapText="bothSides">
            <wp:wrapPolygon edited="0">
              <wp:start x="0" y="0"/>
              <wp:lineTo x="0" y="19895"/>
              <wp:lineTo x="21251" y="19895"/>
              <wp:lineTo x="21251" y="0"/>
              <wp:lineTo x="0" y="0"/>
            </wp:wrapPolygon>
          </wp:wrapTight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3510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79EC">
      <w:rPr>
        <w:noProof/>
        <w:color w:val="A6A6A6" w:themeColor="background1" w:themeShade="A6"/>
        <w:sz w:val="3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B039FB2" wp14:editId="0DF26A9F">
              <wp:simplePos x="0" y="0"/>
              <wp:positionH relativeFrom="column">
                <wp:posOffset>1604231</wp:posOffset>
              </wp:positionH>
              <wp:positionV relativeFrom="paragraph">
                <wp:posOffset>-64135</wp:posOffset>
              </wp:positionV>
              <wp:extent cx="4129488" cy="374015"/>
              <wp:effectExtent l="0" t="0" r="4445" b="6985"/>
              <wp:wrapNone/>
              <wp:docPr id="38" name="Gruppieren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29488" cy="374015"/>
                        <a:chOff x="1590261" y="0"/>
                        <a:chExt cx="4129488" cy="374015"/>
                      </a:xfrm>
                    </wpg:grpSpPr>
                    <pic:pic xmlns:pic="http://schemas.openxmlformats.org/drawingml/2006/picture">
                      <pic:nvPicPr>
                        <pic:cNvPr id="35" name="Bild 7" descr="unternehmer-nrw-400x55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85391" y="49696"/>
                          <a:ext cx="169227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27" name="Bild 9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58409" y="69574"/>
                          <a:ext cx="561340" cy="2698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34" name="Grafik 34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2304" y="59635"/>
                          <a:ext cx="528955" cy="2698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7" name="Grafik 3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590261" y="0"/>
                          <a:ext cx="632460" cy="37401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2854989" id="Gruppieren 38" o:spid="_x0000_s1026" style="position:absolute;margin-left:126.3pt;margin-top:-5.05pt;width:325.15pt;height:29.45pt;z-index:251678720;mso-width-relative:margin" coordorigin="15902" coordsize="41294,3740" o:gfxdata="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7" o:spid="_x0000_s1027" type="#_x0000_t75" alt="unternehmer-nrw-400x55.jpg" style="position:absolute;left:23853;top:496;width:16923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iHn3DAAAA2wAAAA8AAABkcnMvZG93bnJldi54bWxEj81qwzAQhO+FvoPYQi+lkdPQH5woxgQK&#10;PgVi5wE21sY2tVauJf+9fRUI9DjMzDfMLplNK0bqXWNZwXoVgSAurW64UnAuvl+/QDiPrLG1TAoW&#10;cpDsHx92GGs78YnG3FciQNjFqKD2vouldGVNBt3KdsTBu9reoA+yr6TucQpw08q3KPqQBhsOCzV2&#10;dKip/MkHo6A6uuHy+VJkx4Vlll6GhaLfXKnnpzndgvA0+//wvZ1pBZt3uH0JP0Du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+IefcMAAADbAAAADwAAAAAAAAAAAAAAAACf&#10;AgAAZHJzL2Rvd25yZXYueG1sUEsFBgAAAAAEAAQA9wAAAI8DAAAAAA==&#10;">
                <v:imagedata r:id="rId6" o:title="unternehmer-nrw-400x55"/>
                <v:path arrowok="t"/>
              </v:shape>
              <v:shape id="Bild 9" o:spid="_x0000_s1028" type="#_x0000_t75" style="position:absolute;left:51584;top:695;width:5613;height:2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Tc5TCAAAA2wAAAA8AAABkcnMvZG93bnJldi54bWxET11rwjAUfRf8D+EKexFNV3CTziijY7AJ&#10;U6a++HZp7trS5qYkWa3/3gwGPh7O92ozmFb05HxtWcHjPAFBXFhdc6ngdHyfLUH4gKyxtUwKruRh&#10;sx6PVphpe+Fv6g+hFDGEfYYKqhC6TEpfVGTQz21HHLkf6wyGCF0ptcNLDDetTJPkSRqsOTZU2FFe&#10;UdEcfo0Cp/dDnNAUzdtu+rVNF+flLv9U6mEyvL6ACDSEu/jf/aEVpM/w9yX+ALm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U3OUwgAAANsAAAAPAAAAAAAAAAAAAAAAAJ8C&#10;AABkcnMvZG93bnJldi54bWxQSwUGAAAAAAQABAD3AAAAjgMAAAAA&#10;">
                <v:imagedata r:id="rId7" o:title=""/>
                <v:path arrowok="t"/>
              </v:shape>
              <v:shape id="Grafik 34" o:spid="_x0000_s1029" type="#_x0000_t75" style="position:absolute;left:45223;top:596;width:5289;height:2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VkrrEAAAA2wAAAA8AAABkcnMvZG93bnJldi54bWxEj0FrAjEUhO8F/0N4Qi9Fs9ZayrpZkUKh&#10;XoSqRby9bp6bxc3LkqS6/ntTKHgcZuYbplj0thVn8qFxrGAyzkAQV043XCvYbT9GbyBCRNbYOiYF&#10;VwqwKAcPBebaXfiLzptYiwThkKMCE2OXSxkqQxbD2HXEyTs6bzEm6WupPV4S3LbyOctepcWG04LB&#10;jt4NVafNr1XwY/1htqr2VzaHo/teU/fk+plSj8N+OQcRqY/38H/7UyuYvsDfl/QDZH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VkrrEAAAA2wAAAA8AAAAAAAAAAAAAAAAA&#10;nwIAAGRycy9kb3ducmV2LnhtbFBLBQYAAAAABAAEAPcAAACQAwAAAAA=&#10;">
                <v:imagedata r:id="rId8" o:title=""/>
                <v:path arrowok="t"/>
              </v:shape>
              <v:shape id="Grafik 37" o:spid="_x0000_s1030" type="#_x0000_t75" style="position:absolute;left:15902;width:6325;height:3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29lPEAAAA2wAAAA8AAABkcnMvZG93bnJldi54bWxEj0FrAjEUhO8F/0N4Qm81q9JaV6MsKwWh&#10;Pagt9PrYPHcXk5cliev675tCocdhZr5h1tvBGtGTD61jBdNJBoK4crrlWsHX59vTK4gQkTUax6Tg&#10;TgG2m9HDGnPtbnyk/hRrkSAcclTQxNjlUoaqIYth4jri5J2dtxiT9LXUHm8Jbo2cZdmLtNhyWmiw&#10;o7Kh6nK6WgWmXJqz37Ufl6rov4dpeXh+D4VSj+OhWIGINMT/8F97rxXMF/D7Jf0Auf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L29lPEAAAA2wAAAA8AAAAAAAAAAAAAAAAA&#10;nwIAAGRycy9kb3ducmV2LnhtbFBLBQYAAAAABAAEAPcAAACQAwAAAAA=&#10;">
                <v:imagedata r:id="rId9" o:title=""/>
                <v:path arrowok="t"/>
              </v:shape>
            </v:group>
          </w:pict>
        </mc:Fallback>
      </mc:AlternateContent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3B039FB4" wp14:editId="3B039FB5">
              <wp:simplePos x="0" y="0"/>
              <wp:positionH relativeFrom="column">
                <wp:posOffset>4864735</wp:posOffset>
              </wp:positionH>
              <wp:positionV relativeFrom="page">
                <wp:posOffset>10288905</wp:posOffset>
              </wp:positionV>
              <wp:extent cx="968375" cy="213995"/>
              <wp:effectExtent l="0" t="0" r="3175" b="0"/>
              <wp:wrapNone/>
              <wp:docPr id="25" name="Textfeld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83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039FB9" w14:textId="17F113E6" w:rsidR="006C60BE" w:rsidRPr="0010028E" w:rsidRDefault="006C60BE" w:rsidP="006C60BE">
                          <w:pPr>
                            <w:spacing w:after="0"/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Stand: </w:t>
                          </w:r>
                          <w:r w:rsidR="007E13D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07.02.2018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039FB4" id="_x0000_t202" coordsize="21600,21600" o:spt="202" path="m,l,21600r21600,l21600,xe">
              <v:stroke joinstyle="miter"/>
              <v:path gradientshapeok="t" o:connecttype="rect"/>
            </v:shapetype>
            <v:shape id="Textfeld 25" o:spid="_x0000_s1027" type="#_x0000_t202" style="position:absolute;margin-left:383.05pt;margin-top:810.15pt;width:76.25pt;height:1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" fillcolor="white [3201]" stroked="f" strokeweight=".5pt">
              <v:textbox>
                <w:txbxContent>
                  <w:p w14:paraId="3B039FB9" w14:textId="17F113E6" w:rsidR="006C60BE" w:rsidRPr="0010028E" w:rsidRDefault="006C60BE" w:rsidP="006C60BE">
                    <w:pPr>
                      <w:spacing w:after="0"/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 xml:space="preserve">Stand: </w:t>
                    </w:r>
                    <w:r w:rsidR="007E13DE">
                      <w:rPr>
                        <w:color w:val="548DD4" w:themeColor="text2" w:themeTint="99"/>
                        <w:sz w:val="16"/>
                        <w:szCs w:val="16"/>
                      </w:rPr>
                      <w:t>07.02.2018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C60B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B039FB6" wp14:editId="3B039FB7">
              <wp:simplePos x="0" y="0"/>
              <wp:positionH relativeFrom="column">
                <wp:posOffset>5715</wp:posOffset>
              </wp:positionH>
              <wp:positionV relativeFrom="paragraph">
                <wp:posOffset>-167005</wp:posOffset>
              </wp:positionV>
              <wp:extent cx="5760000" cy="0"/>
              <wp:effectExtent l="0" t="0" r="12700" b="19050"/>
              <wp:wrapNone/>
              <wp:docPr id="2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336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5pt;margin-top:-13.15pt;width:453.5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" strokecolor="#bfbfbf [2412]" strokeweight="1.5pt">
              <v:shadow color="#7f7f7f [1601]" opacity=".5" offset="1pt"/>
            </v:shape>
          </w:pict>
        </mc:Fallback>
      </mc:AlternateContent>
    </w:r>
    <w:r w:rsidR="006C60BE">
      <w:tab/>
    </w:r>
    <w:r w:rsidR="006C60BE" w:rsidRPr="00B9121C">
      <w:rPr>
        <w:color w:val="7F7F7F" w:themeColor="text1" w:themeTint="80"/>
      </w:rPr>
      <w:fldChar w:fldCharType="begin"/>
    </w:r>
    <w:r w:rsidR="006C60BE" w:rsidRPr="00B9121C">
      <w:rPr>
        <w:color w:val="7F7F7F" w:themeColor="text1" w:themeTint="80"/>
      </w:rPr>
      <w:instrText>PAGE   \* MERGEFORMAT</w:instrText>
    </w:r>
    <w:r w:rsidR="006C60BE" w:rsidRPr="00B9121C">
      <w:rPr>
        <w:color w:val="7F7F7F" w:themeColor="text1" w:themeTint="80"/>
      </w:rPr>
      <w:fldChar w:fldCharType="separate"/>
    </w:r>
    <w:r w:rsidR="007E13DE">
      <w:rPr>
        <w:noProof/>
        <w:color w:val="7F7F7F" w:themeColor="text1" w:themeTint="80"/>
      </w:rPr>
      <w:t>2</w:t>
    </w:r>
    <w:r w:rsidR="006C60BE" w:rsidRPr="00B9121C">
      <w:rPr>
        <w:color w:val="7F7F7F" w:themeColor="text1" w:themeTint="8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4C7B7" w14:textId="77777777" w:rsidR="003E695C" w:rsidRDefault="003E695C" w:rsidP="005F2D7F">
      <w:pPr>
        <w:spacing w:after="0" w:line="240" w:lineRule="auto"/>
      </w:pPr>
      <w:r>
        <w:separator/>
      </w:r>
    </w:p>
  </w:footnote>
  <w:footnote w:type="continuationSeparator" w:id="0">
    <w:p w14:paraId="56B2A423" w14:textId="77777777" w:rsidR="003E695C" w:rsidRDefault="003E695C" w:rsidP="005F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E551D" w14:textId="77777777" w:rsidR="00637F9F" w:rsidRDefault="00637F9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39F9C" w14:textId="77777777" w:rsidR="006C60BE" w:rsidRDefault="006C60BE" w:rsidP="006C60BE">
    <w:pPr>
      <w:pStyle w:val="Kopfzeile"/>
      <w:tabs>
        <w:tab w:val="left" w:pos="4425"/>
      </w:tabs>
      <w:rPr>
        <w:color w:val="A6A6A6" w:themeColor="background1" w:themeShade="A6"/>
        <w:sz w:val="24"/>
      </w:rPr>
    </w:pPr>
    <w:r w:rsidRPr="00B9121C">
      <w:rPr>
        <w:noProof/>
        <w:color w:val="7F7F7F" w:themeColor="text1" w:themeTint="80"/>
        <w:sz w:val="24"/>
      </w:rPr>
      <w:drawing>
        <wp:anchor distT="0" distB="0" distL="114300" distR="114300" simplePos="0" relativeHeight="251660288" behindDoc="0" locked="0" layoutInCell="1" allowOverlap="1" wp14:anchorId="3B039FA4" wp14:editId="3B039FA5">
          <wp:simplePos x="0" y="0"/>
          <wp:positionH relativeFrom="column">
            <wp:posOffset>9579417</wp:posOffset>
          </wp:positionH>
          <wp:positionV relativeFrom="paragraph">
            <wp:posOffset>-121920</wp:posOffset>
          </wp:positionV>
          <wp:extent cx="738000" cy="630000"/>
          <wp:effectExtent l="0" t="0" r="5080" b="0"/>
          <wp:wrapNone/>
          <wp:docPr id="24" name="Grafik 1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039FA6" wp14:editId="3B039FA7">
              <wp:simplePos x="0" y="0"/>
              <wp:positionH relativeFrom="column">
                <wp:posOffset>5080</wp:posOffset>
              </wp:positionH>
              <wp:positionV relativeFrom="paragraph">
                <wp:posOffset>559435</wp:posOffset>
              </wp:positionV>
              <wp:extent cx="10332000" cy="0"/>
              <wp:effectExtent l="0" t="0" r="31750" b="19050"/>
              <wp:wrapNone/>
              <wp:docPr id="2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06DEF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4.05pt;width:813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" strokecolor="#bfbfbf [2412]" strokeweight="1.5pt">
              <v:shadow color="#7f7f7f [1601]" opacity=".5" offset="1pt"/>
            </v:shape>
          </w:pict>
        </mc:Fallback>
      </mc:AlternateContent>
    </w:r>
    <w:r w:rsidRPr="00B9121C">
      <w:rPr>
        <w:color w:val="7F7F7F" w:themeColor="text1" w:themeTint="80"/>
        <w:sz w:val="24"/>
      </w:rPr>
      <w:t>Dokumentation (</w:t>
    </w:r>
    <w:r>
      <w:rPr>
        <w:color w:val="7F7F7F" w:themeColor="text1" w:themeTint="80"/>
        <w:sz w:val="24"/>
      </w:rPr>
      <w:t>6</w:t>
    </w:r>
    <w:r w:rsidRPr="00B9121C">
      <w:rPr>
        <w:color w:val="7F7F7F" w:themeColor="text1" w:themeTint="80"/>
        <w:sz w:val="24"/>
      </w:rPr>
      <w:t>)</w:t>
    </w:r>
    <w:r w:rsidRPr="00DE0528">
      <w:rPr>
        <w:color w:val="A6A6A6" w:themeColor="background1" w:themeShade="A6"/>
        <w:sz w:val="24"/>
      </w:rPr>
      <w:t xml:space="preserve"> </w:t>
    </w:r>
  </w:p>
  <w:p w14:paraId="3B039F9D" w14:textId="77777777" w:rsidR="006C60BE" w:rsidRPr="0074692A" w:rsidRDefault="006C60BE" w:rsidP="006C60BE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6"/>
        <w:szCs w:val="36"/>
      </w:rPr>
    </w:pPr>
    <w:r>
      <w:rPr>
        <w:b/>
        <w:color w:val="548DD4" w:themeColor="text2" w:themeTint="99"/>
        <w:sz w:val="36"/>
        <w:szCs w:val="36"/>
      </w:rPr>
      <w:t>Aktionsplan</w:t>
    </w:r>
  </w:p>
  <w:p w14:paraId="3B039F9E" w14:textId="77777777" w:rsidR="0030683F" w:rsidRPr="00B015EC" w:rsidRDefault="0030683F" w:rsidP="00B015E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164A4" w14:textId="77777777" w:rsidR="00637F9F" w:rsidRDefault="00637F9F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39FA0" w14:textId="77777777" w:rsidR="006C60BE" w:rsidRDefault="006C60BE" w:rsidP="006C60BE">
    <w:pPr>
      <w:pStyle w:val="Kopfzeile"/>
      <w:tabs>
        <w:tab w:val="left" w:pos="4425"/>
      </w:tabs>
      <w:rPr>
        <w:color w:val="A6A6A6" w:themeColor="background1" w:themeShade="A6"/>
        <w:sz w:val="24"/>
      </w:rPr>
    </w:pPr>
    <w:r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039FAE" wp14:editId="3B039FAF">
              <wp:simplePos x="0" y="0"/>
              <wp:positionH relativeFrom="column">
                <wp:posOffset>5080</wp:posOffset>
              </wp:positionH>
              <wp:positionV relativeFrom="paragraph">
                <wp:posOffset>559435</wp:posOffset>
              </wp:positionV>
              <wp:extent cx="5759450" cy="0"/>
              <wp:effectExtent l="0" t="0" r="12700" b="1905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6957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4.05pt;width:453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Pr="00B9121C">
      <w:rPr>
        <w:noProof/>
        <w:color w:val="7F7F7F" w:themeColor="text1" w:themeTint="80"/>
        <w:sz w:val="24"/>
      </w:rPr>
      <w:drawing>
        <wp:anchor distT="0" distB="0" distL="114300" distR="114300" simplePos="0" relativeHeight="251657216" behindDoc="1" locked="0" layoutInCell="1" allowOverlap="1" wp14:anchorId="3B039FB0" wp14:editId="3B039FB1">
          <wp:simplePos x="0" y="0"/>
          <wp:positionH relativeFrom="column">
            <wp:posOffset>5029200</wp:posOffset>
          </wp:positionH>
          <wp:positionV relativeFrom="paragraph">
            <wp:posOffset>-125730</wp:posOffset>
          </wp:positionV>
          <wp:extent cx="739140" cy="628650"/>
          <wp:effectExtent l="0" t="0" r="3810" b="0"/>
          <wp:wrapTight wrapText="bothSides">
            <wp:wrapPolygon edited="0">
              <wp:start x="14474" y="0"/>
              <wp:lineTo x="0" y="655"/>
              <wp:lineTo x="0" y="18982"/>
              <wp:lineTo x="9464" y="20945"/>
              <wp:lineTo x="21155" y="20945"/>
              <wp:lineTo x="21155" y="0"/>
              <wp:lineTo x="14474" y="0"/>
            </wp:wrapPolygon>
          </wp:wrapTight>
          <wp:docPr id="28" name="Grafik 1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914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121C">
      <w:rPr>
        <w:color w:val="7F7F7F" w:themeColor="text1" w:themeTint="80"/>
        <w:sz w:val="24"/>
      </w:rPr>
      <w:t>Dokumentation (</w:t>
    </w:r>
    <w:r>
      <w:rPr>
        <w:color w:val="7F7F7F" w:themeColor="text1" w:themeTint="80"/>
        <w:sz w:val="24"/>
      </w:rPr>
      <w:t>6</w:t>
    </w:r>
    <w:r w:rsidRPr="00B9121C">
      <w:rPr>
        <w:color w:val="7F7F7F" w:themeColor="text1" w:themeTint="80"/>
        <w:sz w:val="24"/>
      </w:rPr>
      <w:t>)</w:t>
    </w:r>
    <w:r w:rsidRPr="00DE0528">
      <w:rPr>
        <w:color w:val="A6A6A6" w:themeColor="background1" w:themeShade="A6"/>
        <w:sz w:val="24"/>
      </w:rPr>
      <w:t xml:space="preserve"> </w:t>
    </w:r>
  </w:p>
  <w:p w14:paraId="3B039FA1" w14:textId="77777777" w:rsidR="006C60BE" w:rsidRPr="0074692A" w:rsidRDefault="006C60BE" w:rsidP="006C60BE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6"/>
        <w:szCs w:val="36"/>
      </w:rPr>
    </w:pPr>
    <w:r>
      <w:rPr>
        <w:b/>
        <w:color w:val="548DD4" w:themeColor="text2" w:themeTint="99"/>
        <w:sz w:val="36"/>
        <w:szCs w:val="36"/>
      </w:rPr>
      <w:t>Aktionsplan</w:t>
    </w:r>
  </w:p>
  <w:p w14:paraId="3B039FA2" w14:textId="77777777" w:rsidR="00C55675" w:rsidRPr="00B015EC" w:rsidRDefault="00C55675" w:rsidP="00B015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B6089"/>
    <w:multiLevelType w:val="hybridMultilevel"/>
    <w:tmpl w:val="64965514"/>
    <w:lvl w:ilvl="0" w:tplc="30AEE4D0">
      <w:start w:val="1"/>
      <w:numFmt w:val="decimal"/>
      <w:lvlText w:val="%1."/>
      <w:lvlJc w:val="left"/>
      <w:pPr>
        <w:ind w:left="709" w:hanging="360"/>
      </w:pPr>
    </w:lvl>
    <w:lvl w:ilvl="1" w:tplc="04070019" w:tentative="1">
      <w:start w:val="1"/>
      <w:numFmt w:val="lowerLetter"/>
      <w:lvlText w:val="%2."/>
      <w:lvlJc w:val="left"/>
      <w:pPr>
        <w:ind w:left="1429" w:hanging="360"/>
      </w:pPr>
    </w:lvl>
    <w:lvl w:ilvl="2" w:tplc="0407001B" w:tentative="1">
      <w:start w:val="1"/>
      <w:numFmt w:val="lowerRoman"/>
      <w:lvlText w:val="%3."/>
      <w:lvlJc w:val="right"/>
      <w:pPr>
        <w:ind w:left="2149" w:hanging="180"/>
      </w:pPr>
    </w:lvl>
    <w:lvl w:ilvl="3" w:tplc="0407000F" w:tentative="1">
      <w:start w:val="1"/>
      <w:numFmt w:val="decimal"/>
      <w:lvlText w:val="%4."/>
      <w:lvlJc w:val="left"/>
      <w:pPr>
        <w:ind w:left="2869" w:hanging="360"/>
      </w:pPr>
    </w:lvl>
    <w:lvl w:ilvl="4" w:tplc="04070019" w:tentative="1">
      <w:start w:val="1"/>
      <w:numFmt w:val="lowerLetter"/>
      <w:lvlText w:val="%5."/>
      <w:lvlJc w:val="left"/>
      <w:pPr>
        <w:ind w:left="3589" w:hanging="360"/>
      </w:pPr>
    </w:lvl>
    <w:lvl w:ilvl="5" w:tplc="0407001B" w:tentative="1">
      <w:start w:val="1"/>
      <w:numFmt w:val="lowerRoman"/>
      <w:lvlText w:val="%6."/>
      <w:lvlJc w:val="right"/>
      <w:pPr>
        <w:ind w:left="4309" w:hanging="180"/>
      </w:pPr>
    </w:lvl>
    <w:lvl w:ilvl="6" w:tplc="0407000F" w:tentative="1">
      <w:start w:val="1"/>
      <w:numFmt w:val="decimal"/>
      <w:lvlText w:val="%7."/>
      <w:lvlJc w:val="left"/>
      <w:pPr>
        <w:ind w:left="5029" w:hanging="360"/>
      </w:pPr>
    </w:lvl>
    <w:lvl w:ilvl="7" w:tplc="04070019" w:tentative="1">
      <w:start w:val="1"/>
      <w:numFmt w:val="lowerLetter"/>
      <w:lvlText w:val="%8."/>
      <w:lvlJc w:val="left"/>
      <w:pPr>
        <w:ind w:left="5749" w:hanging="360"/>
      </w:pPr>
    </w:lvl>
    <w:lvl w:ilvl="8" w:tplc="0407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E392EB5"/>
    <w:multiLevelType w:val="multilevel"/>
    <w:tmpl w:val="EB56CA4C"/>
    <w:lvl w:ilvl="0">
      <w:numFmt w:val="decimal"/>
      <w:pStyle w:val="MMTopic1"/>
      <w:suff w:val="space"/>
      <w:lvlText w:val="%1"/>
      <w:lvlJc w:val="left"/>
      <w:pPr>
        <w:ind w:left="708" w:firstLine="0"/>
      </w:pPr>
      <w:rPr>
        <w:rFonts w:hint="default"/>
      </w:rPr>
    </w:lvl>
    <w:lvl w:ilvl="1">
      <w:start w:val="1"/>
      <w:numFmt w:val="decimal"/>
      <w:pStyle w:val="MMTopic2"/>
      <w:suff w:val="space"/>
      <w:lvlText w:val="%1.%2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" w15:restartNumberingAfterBreak="0">
    <w:nsid w:val="2E8A27DB"/>
    <w:multiLevelType w:val="hybridMultilevel"/>
    <w:tmpl w:val="BC6AA670"/>
    <w:lvl w:ilvl="0" w:tplc="A69E802C">
      <w:start w:val="1"/>
      <w:numFmt w:val="decimal"/>
      <w:pStyle w:val="FrageAudit"/>
      <w:lvlText w:val="1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0F48CA"/>
    <w:multiLevelType w:val="hybridMultilevel"/>
    <w:tmpl w:val="ABD22944"/>
    <w:lvl w:ilvl="0" w:tplc="2386583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A53CC"/>
    <w:multiLevelType w:val="hybridMultilevel"/>
    <w:tmpl w:val="023AD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25C24"/>
    <w:multiLevelType w:val="hybridMultilevel"/>
    <w:tmpl w:val="1038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C0618"/>
    <w:multiLevelType w:val="hybridMultilevel"/>
    <w:tmpl w:val="E800D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E1F0A"/>
    <w:multiLevelType w:val="hybridMultilevel"/>
    <w:tmpl w:val="821ABFA4"/>
    <w:lvl w:ilvl="0" w:tplc="5A60B1AC">
      <w:start w:val="1"/>
      <w:numFmt w:val="decimal"/>
      <w:pStyle w:val="Listenabsatz3"/>
      <w:lvlText w:val="2.%1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doNotTrackFormatting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72"/>
    <w:rsid w:val="00000168"/>
    <w:rsid w:val="00001BEB"/>
    <w:rsid w:val="000136E0"/>
    <w:rsid w:val="00014897"/>
    <w:rsid w:val="000203F6"/>
    <w:rsid w:val="00027E3F"/>
    <w:rsid w:val="00031F80"/>
    <w:rsid w:val="00034615"/>
    <w:rsid w:val="00036FCD"/>
    <w:rsid w:val="00050238"/>
    <w:rsid w:val="000506E2"/>
    <w:rsid w:val="0005158B"/>
    <w:rsid w:val="000541EB"/>
    <w:rsid w:val="00074846"/>
    <w:rsid w:val="00075072"/>
    <w:rsid w:val="00075D50"/>
    <w:rsid w:val="0008569C"/>
    <w:rsid w:val="00085CB4"/>
    <w:rsid w:val="00091574"/>
    <w:rsid w:val="0009282F"/>
    <w:rsid w:val="00095810"/>
    <w:rsid w:val="000A0F23"/>
    <w:rsid w:val="000A39DB"/>
    <w:rsid w:val="000C3578"/>
    <w:rsid w:val="000D437E"/>
    <w:rsid w:val="000D6ECC"/>
    <w:rsid w:val="000F2565"/>
    <w:rsid w:val="000F5082"/>
    <w:rsid w:val="0010028E"/>
    <w:rsid w:val="0010438E"/>
    <w:rsid w:val="00105B45"/>
    <w:rsid w:val="00110ACB"/>
    <w:rsid w:val="00126881"/>
    <w:rsid w:val="00143A26"/>
    <w:rsid w:val="00161315"/>
    <w:rsid w:val="00163BC6"/>
    <w:rsid w:val="00165A1E"/>
    <w:rsid w:val="00171C96"/>
    <w:rsid w:val="0017481D"/>
    <w:rsid w:val="0018392F"/>
    <w:rsid w:val="00183E86"/>
    <w:rsid w:val="001A4BAA"/>
    <w:rsid w:val="001B7E65"/>
    <w:rsid w:val="001C10BF"/>
    <w:rsid w:val="001D2BB9"/>
    <w:rsid w:val="001E185C"/>
    <w:rsid w:val="001F6847"/>
    <w:rsid w:val="00200881"/>
    <w:rsid w:val="00212A11"/>
    <w:rsid w:val="00215D63"/>
    <w:rsid w:val="00216046"/>
    <w:rsid w:val="002337FD"/>
    <w:rsid w:val="00236DB4"/>
    <w:rsid w:val="00255C94"/>
    <w:rsid w:val="0026349D"/>
    <w:rsid w:val="0026440A"/>
    <w:rsid w:val="002A08AE"/>
    <w:rsid w:val="002A2B45"/>
    <w:rsid w:val="002B12C5"/>
    <w:rsid w:val="002D4281"/>
    <w:rsid w:val="002D465F"/>
    <w:rsid w:val="002E525B"/>
    <w:rsid w:val="002E5646"/>
    <w:rsid w:val="002E6432"/>
    <w:rsid w:val="0030582B"/>
    <w:rsid w:val="0030683F"/>
    <w:rsid w:val="003119B9"/>
    <w:rsid w:val="003124FF"/>
    <w:rsid w:val="003272FD"/>
    <w:rsid w:val="00344864"/>
    <w:rsid w:val="00386103"/>
    <w:rsid w:val="00397DBD"/>
    <w:rsid w:val="003A7AC3"/>
    <w:rsid w:val="003B47C0"/>
    <w:rsid w:val="003B61DF"/>
    <w:rsid w:val="003C36E3"/>
    <w:rsid w:val="003D5533"/>
    <w:rsid w:val="003E1B0D"/>
    <w:rsid w:val="003E695C"/>
    <w:rsid w:val="003F6F5C"/>
    <w:rsid w:val="0040325E"/>
    <w:rsid w:val="00405972"/>
    <w:rsid w:val="00406559"/>
    <w:rsid w:val="0041077F"/>
    <w:rsid w:val="00435149"/>
    <w:rsid w:val="004662E8"/>
    <w:rsid w:val="00471BC6"/>
    <w:rsid w:val="00487F11"/>
    <w:rsid w:val="004A085E"/>
    <w:rsid w:val="004B3D66"/>
    <w:rsid w:val="004B5B41"/>
    <w:rsid w:val="004D3AC7"/>
    <w:rsid w:val="004E7B2D"/>
    <w:rsid w:val="004F4725"/>
    <w:rsid w:val="005079D2"/>
    <w:rsid w:val="00522418"/>
    <w:rsid w:val="005338A1"/>
    <w:rsid w:val="00540AEA"/>
    <w:rsid w:val="00540ECE"/>
    <w:rsid w:val="00544C4D"/>
    <w:rsid w:val="00566990"/>
    <w:rsid w:val="00577200"/>
    <w:rsid w:val="00586AC6"/>
    <w:rsid w:val="00593842"/>
    <w:rsid w:val="005940B9"/>
    <w:rsid w:val="005A1A0D"/>
    <w:rsid w:val="005A4D5B"/>
    <w:rsid w:val="005A7E15"/>
    <w:rsid w:val="005B07A1"/>
    <w:rsid w:val="005B27C1"/>
    <w:rsid w:val="005C0BAA"/>
    <w:rsid w:val="005E5AD1"/>
    <w:rsid w:val="005F22D1"/>
    <w:rsid w:val="005F2D7F"/>
    <w:rsid w:val="005F4FC5"/>
    <w:rsid w:val="006002A9"/>
    <w:rsid w:val="00601259"/>
    <w:rsid w:val="00614EB4"/>
    <w:rsid w:val="00624552"/>
    <w:rsid w:val="0063228B"/>
    <w:rsid w:val="00637F9F"/>
    <w:rsid w:val="00641922"/>
    <w:rsid w:val="00641CCF"/>
    <w:rsid w:val="006637B3"/>
    <w:rsid w:val="00665F99"/>
    <w:rsid w:val="00670039"/>
    <w:rsid w:val="00677F8B"/>
    <w:rsid w:val="00681D76"/>
    <w:rsid w:val="00691CB3"/>
    <w:rsid w:val="00695B34"/>
    <w:rsid w:val="006A19DF"/>
    <w:rsid w:val="006B65EF"/>
    <w:rsid w:val="006C01F5"/>
    <w:rsid w:val="006C527D"/>
    <w:rsid w:val="006C5D9F"/>
    <w:rsid w:val="006C60BE"/>
    <w:rsid w:val="006D164D"/>
    <w:rsid w:val="006D3EC3"/>
    <w:rsid w:val="006D77B8"/>
    <w:rsid w:val="006F05B1"/>
    <w:rsid w:val="006F3A7E"/>
    <w:rsid w:val="006F40D6"/>
    <w:rsid w:val="006F4369"/>
    <w:rsid w:val="0073474A"/>
    <w:rsid w:val="0074692A"/>
    <w:rsid w:val="00765B3B"/>
    <w:rsid w:val="00773427"/>
    <w:rsid w:val="00791C3F"/>
    <w:rsid w:val="007A17D4"/>
    <w:rsid w:val="007A7756"/>
    <w:rsid w:val="007E13DE"/>
    <w:rsid w:val="007E41A7"/>
    <w:rsid w:val="007F1AFB"/>
    <w:rsid w:val="007F7577"/>
    <w:rsid w:val="00801E5D"/>
    <w:rsid w:val="00803B9B"/>
    <w:rsid w:val="0081062C"/>
    <w:rsid w:val="00815B93"/>
    <w:rsid w:val="00824F74"/>
    <w:rsid w:val="00825063"/>
    <w:rsid w:val="00831F12"/>
    <w:rsid w:val="008338C9"/>
    <w:rsid w:val="008723A6"/>
    <w:rsid w:val="008723F3"/>
    <w:rsid w:val="008800E1"/>
    <w:rsid w:val="0088488E"/>
    <w:rsid w:val="008A3E3C"/>
    <w:rsid w:val="008C03B4"/>
    <w:rsid w:val="008C5925"/>
    <w:rsid w:val="008E2AC4"/>
    <w:rsid w:val="00903F89"/>
    <w:rsid w:val="00904598"/>
    <w:rsid w:val="0091305B"/>
    <w:rsid w:val="00926A1C"/>
    <w:rsid w:val="0093353C"/>
    <w:rsid w:val="0093419E"/>
    <w:rsid w:val="009415FF"/>
    <w:rsid w:val="00943146"/>
    <w:rsid w:val="00954072"/>
    <w:rsid w:val="00963518"/>
    <w:rsid w:val="0096674B"/>
    <w:rsid w:val="00966A7C"/>
    <w:rsid w:val="009944A8"/>
    <w:rsid w:val="009A4C63"/>
    <w:rsid w:val="009B279B"/>
    <w:rsid w:val="009B45F8"/>
    <w:rsid w:val="009D6FD7"/>
    <w:rsid w:val="009F39F2"/>
    <w:rsid w:val="009F695F"/>
    <w:rsid w:val="00A03A78"/>
    <w:rsid w:val="00A05718"/>
    <w:rsid w:val="00A06CFA"/>
    <w:rsid w:val="00A21A1C"/>
    <w:rsid w:val="00A32A42"/>
    <w:rsid w:val="00A32D86"/>
    <w:rsid w:val="00A40021"/>
    <w:rsid w:val="00A414AC"/>
    <w:rsid w:val="00A433FC"/>
    <w:rsid w:val="00A765F7"/>
    <w:rsid w:val="00A928CD"/>
    <w:rsid w:val="00A9741F"/>
    <w:rsid w:val="00AA2043"/>
    <w:rsid w:val="00AD0821"/>
    <w:rsid w:val="00AF67AD"/>
    <w:rsid w:val="00B010FE"/>
    <w:rsid w:val="00B015EC"/>
    <w:rsid w:val="00B04D54"/>
    <w:rsid w:val="00B053B4"/>
    <w:rsid w:val="00B17628"/>
    <w:rsid w:val="00B205F4"/>
    <w:rsid w:val="00B27C7D"/>
    <w:rsid w:val="00B30420"/>
    <w:rsid w:val="00B30C89"/>
    <w:rsid w:val="00B35664"/>
    <w:rsid w:val="00B43BC8"/>
    <w:rsid w:val="00B524E6"/>
    <w:rsid w:val="00B643F7"/>
    <w:rsid w:val="00B65366"/>
    <w:rsid w:val="00B6759F"/>
    <w:rsid w:val="00B67B36"/>
    <w:rsid w:val="00B84440"/>
    <w:rsid w:val="00B85FAA"/>
    <w:rsid w:val="00B8671D"/>
    <w:rsid w:val="00B87C02"/>
    <w:rsid w:val="00B9121C"/>
    <w:rsid w:val="00B926D7"/>
    <w:rsid w:val="00BB0531"/>
    <w:rsid w:val="00BB38A8"/>
    <w:rsid w:val="00BB4CAC"/>
    <w:rsid w:val="00BC6404"/>
    <w:rsid w:val="00BE129E"/>
    <w:rsid w:val="00BE529B"/>
    <w:rsid w:val="00BE631F"/>
    <w:rsid w:val="00BF1CB3"/>
    <w:rsid w:val="00BF29B1"/>
    <w:rsid w:val="00C055BC"/>
    <w:rsid w:val="00C12876"/>
    <w:rsid w:val="00C242CB"/>
    <w:rsid w:val="00C25AD9"/>
    <w:rsid w:val="00C31E10"/>
    <w:rsid w:val="00C33F77"/>
    <w:rsid w:val="00C373B2"/>
    <w:rsid w:val="00C55675"/>
    <w:rsid w:val="00C60DB4"/>
    <w:rsid w:val="00C6689D"/>
    <w:rsid w:val="00C702F8"/>
    <w:rsid w:val="00C70CA0"/>
    <w:rsid w:val="00C87CC0"/>
    <w:rsid w:val="00CB2C9E"/>
    <w:rsid w:val="00CB53FF"/>
    <w:rsid w:val="00CF1FF0"/>
    <w:rsid w:val="00CF2C36"/>
    <w:rsid w:val="00CF79EC"/>
    <w:rsid w:val="00D06E14"/>
    <w:rsid w:val="00D12B10"/>
    <w:rsid w:val="00D140DF"/>
    <w:rsid w:val="00D31C7A"/>
    <w:rsid w:val="00D320A6"/>
    <w:rsid w:val="00D420A9"/>
    <w:rsid w:val="00D64CAF"/>
    <w:rsid w:val="00D7035D"/>
    <w:rsid w:val="00D70383"/>
    <w:rsid w:val="00D74225"/>
    <w:rsid w:val="00D757FC"/>
    <w:rsid w:val="00D838C1"/>
    <w:rsid w:val="00D90E49"/>
    <w:rsid w:val="00DB03CD"/>
    <w:rsid w:val="00DB3957"/>
    <w:rsid w:val="00DD5DC0"/>
    <w:rsid w:val="00DE0528"/>
    <w:rsid w:val="00DE247C"/>
    <w:rsid w:val="00DF6599"/>
    <w:rsid w:val="00DF78BD"/>
    <w:rsid w:val="00E00A31"/>
    <w:rsid w:val="00E01800"/>
    <w:rsid w:val="00E276BF"/>
    <w:rsid w:val="00E378DA"/>
    <w:rsid w:val="00E43020"/>
    <w:rsid w:val="00E4740B"/>
    <w:rsid w:val="00E51471"/>
    <w:rsid w:val="00E51C72"/>
    <w:rsid w:val="00E52DF1"/>
    <w:rsid w:val="00E546D6"/>
    <w:rsid w:val="00E55B1B"/>
    <w:rsid w:val="00E576FE"/>
    <w:rsid w:val="00E867DD"/>
    <w:rsid w:val="00E87D98"/>
    <w:rsid w:val="00E95376"/>
    <w:rsid w:val="00EA01D2"/>
    <w:rsid w:val="00EA027F"/>
    <w:rsid w:val="00EA4A60"/>
    <w:rsid w:val="00EB1D01"/>
    <w:rsid w:val="00EC3E72"/>
    <w:rsid w:val="00EE1FB1"/>
    <w:rsid w:val="00EE4E69"/>
    <w:rsid w:val="00EF46CE"/>
    <w:rsid w:val="00EF649F"/>
    <w:rsid w:val="00F07AE9"/>
    <w:rsid w:val="00F22803"/>
    <w:rsid w:val="00F232C0"/>
    <w:rsid w:val="00F26128"/>
    <w:rsid w:val="00F30D02"/>
    <w:rsid w:val="00F30E7F"/>
    <w:rsid w:val="00F338D7"/>
    <w:rsid w:val="00F43F1F"/>
    <w:rsid w:val="00F514CE"/>
    <w:rsid w:val="00F55369"/>
    <w:rsid w:val="00F60705"/>
    <w:rsid w:val="00F609C9"/>
    <w:rsid w:val="00F86E23"/>
    <w:rsid w:val="00F97D92"/>
    <w:rsid w:val="00FB1C22"/>
    <w:rsid w:val="00FC3D89"/>
    <w:rsid w:val="00FD71E7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39ED5"/>
  <w15:docId w15:val="{B11BFF6E-946D-4606-847D-0F184D31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3E3C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6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Listenabsatz"/>
    <w:next w:val="Standard"/>
    <w:link w:val="berschrift2Zchn"/>
    <w:autoRedefine/>
    <w:uiPriority w:val="9"/>
    <w:unhideWhenUsed/>
    <w:qFormat/>
    <w:rsid w:val="00F338D7"/>
    <w:pPr>
      <w:numPr>
        <w:numId w:val="0"/>
      </w:numPr>
      <w:tabs>
        <w:tab w:val="left" w:pos="3402"/>
      </w:tabs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0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38D7"/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Listenabsatz">
    <w:name w:val="List Paragraph"/>
    <w:basedOn w:val="Standard"/>
    <w:next w:val="Standard"/>
    <w:link w:val="ListenabsatzZchn"/>
    <w:autoRedefine/>
    <w:uiPriority w:val="34"/>
    <w:qFormat/>
    <w:rsid w:val="006F4369"/>
    <w:pPr>
      <w:numPr>
        <w:numId w:val="6"/>
      </w:numPr>
      <w:spacing w:after="120" w:line="240" w:lineRule="auto"/>
      <w:contextualSpacing/>
    </w:pPr>
    <w:rPr>
      <w:rFonts w:cstheme="minorHAnsi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2D7F"/>
  </w:style>
  <w:style w:type="paragraph" w:styleId="Fuzeile">
    <w:name w:val="footer"/>
    <w:basedOn w:val="Standard"/>
    <w:link w:val="Fu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2D7F"/>
  </w:style>
  <w:style w:type="table" w:styleId="Tabellenraster">
    <w:name w:val="Table Grid"/>
    <w:basedOn w:val="NormaleTabelle"/>
    <w:uiPriority w:val="59"/>
    <w:rsid w:val="005F2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5224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22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12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0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0A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0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0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0A6"/>
    <w:rPr>
      <w:b/>
      <w:bCs/>
      <w:sz w:val="20"/>
      <w:szCs w:val="20"/>
    </w:rPr>
  </w:style>
  <w:style w:type="table" w:styleId="MittlereListe2-Akzent3">
    <w:name w:val="Medium List 2 Accent 3"/>
    <w:basedOn w:val="NormaleTabelle"/>
    <w:uiPriority w:val="66"/>
    <w:rsid w:val="005B07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MTopic1">
    <w:name w:val="MM Topic 1"/>
    <w:basedOn w:val="berschrift1"/>
    <w:rsid w:val="00AD0821"/>
    <w:pPr>
      <w:numPr>
        <w:numId w:val="1"/>
      </w:numPr>
    </w:pPr>
    <w:rPr>
      <w:rFonts w:ascii="Cambria" w:eastAsia="Times New Roman" w:hAnsi="Cambria" w:cs="Times New Roman"/>
      <w:color w:val="365F91"/>
    </w:rPr>
  </w:style>
  <w:style w:type="paragraph" w:customStyle="1" w:styleId="MMTopic2">
    <w:name w:val="MM Topic 2"/>
    <w:basedOn w:val="berschrift2"/>
    <w:rsid w:val="00AD0821"/>
    <w:pPr>
      <w:numPr>
        <w:ilvl w:val="1"/>
        <w:numId w:val="1"/>
      </w:numPr>
    </w:pPr>
    <w:rPr>
      <w:rFonts w:ascii="Cambria" w:eastAsia="Times New Roman" w:hAnsi="Cambria" w:cs="Times New Roman"/>
      <w:color w:val="4F81BD"/>
    </w:rPr>
  </w:style>
  <w:style w:type="paragraph" w:customStyle="1" w:styleId="MMTopic3">
    <w:name w:val="MM Topic 3"/>
    <w:basedOn w:val="berschrift3"/>
    <w:rsid w:val="00AD0821"/>
    <w:pPr>
      <w:numPr>
        <w:ilvl w:val="2"/>
        <w:numId w:val="1"/>
      </w:numPr>
      <w:ind w:left="2160" w:hanging="180"/>
    </w:pPr>
    <w:rPr>
      <w:rFonts w:ascii="Cambria" w:eastAsia="Times New Roman" w:hAnsi="Cambria" w:cs="Times New Roman"/>
      <w:color w:val="4F81BD"/>
    </w:rPr>
  </w:style>
  <w:style w:type="paragraph" w:customStyle="1" w:styleId="HB-berschrift1">
    <w:name w:val="HB-Überschrift1"/>
    <w:basedOn w:val="MMTopic1"/>
    <w:link w:val="HB-berschrift1Zchn"/>
    <w:qFormat/>
    <w:rsid w:val="00AD0821"/>
  </w:style>
  <w:style w:type="character" w:customStyle="1" w:styleId="HB-berschrift1Zchn">
    <w:name w:val="HB-Überschrift1 Zchn"/>
    <w:basedOn w:val="Absatz-Standardschriftart"/>
    <w:link w:val="HB-berschrift1"/>
    <w:rsid w:val="00AD082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MittlereListe1-Akzent3">
    <w:name w:val="Medium List 1 Accent 3"/>
    <w:basedOn w:val="NormaleTabelle"/>
    <w:uiPriority w:val="65"/>
    <w:rsid w:val="00AD08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08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tzhaltertext">
    <w:name w:val="Placeholder Text"/>
    <w:basedOn w:val="Absatz-Standardschriftart"/>
    <w:uiPriority w:val="99"/>
    <w:semiHidden/>
    <w:rsid w:val="008338C9"/>
    <w:rPr>
      <w:color w:val="808080"/>
    </w:rPr>
  </w:style>
  <w:style w:type="table" w:styleId="HelleSchattierung-Akzent1">
    <w:name w:val="Light Shading Accent 1"/>
    <w:basedOn w:val="NormaleTabelle"/>
    <w:uiPriority w:val="60"/>
    <w:rsid w:val="003448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344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-Akzent3">
    <w:name w:val="Light List Accent 3"/>
    <w:basedOn w:val="NormaleTabelle"/>
    <w:uiPriority w:val="61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sRaster-Akzent3">
    <w:name w:val="Light Grid Accent 3"/>
    <w:basedOn w:val="NormaleTabelle"/>
    <w:uiPriority w:val="62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FrageAudit">
    <w:name w:val="Frage Audit"/>
    <w:basedOn w:val="Standard"/>
    <w:next w:val="Standard"/>
    <w:link w:val="FrageAuditZchn"/>
    <w:qFormat/>
    <w:rsid w:val="00215D63"/>
    <w:pPr>
      <w:numPr>
        <w:numId w:val="3"/>
      </w:numPr>
      <w:spacing w:before="200" w:after="120"/>
      <w:ind w:left="425" w:hanging="425"/>
      <w:outlineLvl w:val="1"/>
    </w:pPr>
    <w:rPr>
      <w:rFonts w:ascii="Calibri" w:eastAsia="Times New Roman" w:hAnsi="Calibri" w:cs="Times New Roman"/>
      <w:b/>
      <w:bCs/>
      <w:iCs/>
    </w:rPr>
  </w:style>
  <w:style w:type="character" w:customStyle="1" w:styleId="FrageAuditZchn">
    <w:name w:val="Frage Audit Zchn"/>
    <w:basedOn w:val="Absatz-Standardschriftart"/>
    <w:link w:val="FrageAudit"/>
    <w:rsid w:val="00215D63"/>
    <w:rPr>
      <w:rFonts w:ascii="Calibri" w:eastAsia="Times New Roman" w:hAnsi="Calibri" w:cs="Times New Roman"/>
      <w:b/>
      <w:bCs/>
      <w:iCs/>
      <w:sz w:val="20"/>
    </w:rPr>
  </w:style>
  <w:style w:type="paragraph" w:customStyle="1" w:styleId="Input">
    <w:name w:val="Input"/>
    <w:basedOn w:val="Standard"/>
    <w:link w:val="InputZchn"/>
    <w:autoRedefine/>
    <w:qFormat/>
    <w:rsid w:val="008A3E3C"/>
    <w:pPr>
      <w:spacing w:before="60" w:after="0"/>
      <w:contextualSpacing/>
    </w:pPr>
    <w:rPr>
      <w:rFonts w:cstheme="minorHAnsi"/>
      <w:szCs w:val="20"/>
    </w:rPr>
  </w:style>
  <w:style w:type="character" w:customStyle="1" w:styleId="InputZchn">
    <w:name w:val="Input Zchn"/>
    <w:basedOn w:val="Absatz-Standardschriftart"/>
    <w:link w:val="Input"/>
    <w:rsid w:val="008A3E3C"/>
    <w:rPr>
      <w:rFonts w:cstheme="minorHAnsi"/>
      <w:sz w:val="20"/>
      <w:szCs w:val="2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6F4369"/>
    <w:rPr>
      <w:rFonts w:cstheme="minorHAnsi"/>
      <w:sz w:val="20"/>
      <w:szCs w:val="20"/>
    </w:rPr>
  </w:style>
  <w:style w:type="paragraph" w:customStyle="1" w:styleId="Listenabsatz3">
    <w:name w:val="Listenabsatz3"/>
    <w:basedOn w:val="Listenabsatz"/>
    <w:next w:val="Standard"/>
    <w:link w:val="Listenabsatz3Zchn"/>
    <w:qFormat/>
    <w:rsid w:val="00215D63"/>
    <w:pPr>
      <w:numPr>
        <w:numId w:val="4"/>
      </w:numPr>
    </w:pPr>
  </w:style>
  <w:style w:type="character" w:customStyle="1" w:styleId="Listenabsatz3Zchn">
    <w:name w:val="Listenabsatz3 Zchn"/>
    <w:basedOn w:val="ListenabsatzZchn"/>
    <w:link w:val="Listenabsatz3"/>
    <w:rsid w:val="00215D63"/>
    <w:rPr>
      <w:rFonts w:cstheme="minorHAnsi"/>
      <w:sz w:val="20"/>
      <w:szCs w:val="20"/>
    </w:rPr>
  </w:style>
  <w:style w:type="paragraph" w:customStyle="1" w:styleId="green-dot">
    <w:name w:val="green-dot"/>
    <w:basedOn w:val="Standard"/>
    <w:link w:val="green-dotZchn"/>
    <w:qFormat/>
    <w:rsid w:val="00EA027F"/>
    <w:pPr>
      <w:spacing w:before="120" w:after="0"/>
    </w:pPr>
    <w:rPr>
      <w:rFonts w:ascii="Calibri" w:hAnsi="Calibri"/>
      <w:color w:val="00B050"/>
      <w:sz w:val="48"/>
      <w:szCs w:val="32"/>
    </w:rPr>
  </w:style>
  <w:style w:type="paragraph" w:customStyle="1" w:styleId="yellow-dot">
    <w:name w:val="yellow-dot"/>
    <w:basedOn w:val="green-dot"/>
    <w:link w:val="yellow-dotZchn"/>
    <w:qFormat/>
    <w:rsid w:val="0017481D"/>
    <w:rPr>
      <w:color w:val="FFFF00"/>
    </w:rPr>
  </w:style>
  <w:style w:type="character" w:customStyle="1" w:styleId="green-dotZchn">
    <w:name w:val="green-dot Zchn"/>
    <w:basedOn w:val="Absatz-Standardschriftart"/>
    <w:link w:val="green-dot"/>
    <w:rsid w:val="00EA027F"/>
    <w:rPr>
      <w:rFonts w:ascii="Calibri" w:hAnsi="Calibri"/>
      <w:color w:val="00B050"/>
      <w:sz w:val="48"/>
      <w:szCs w:val="32"/>
    </w:rPr>
  </w:style>
  <w:style w:type="paragraph" w:customStyle="1" w:styleId="red-dot">
    <w:name w:val="red-dot"/>
    <w:basedOn w:val="green-dot"/>
    <w:link w:val="red-dotZchn"/>
    <w:qFormat/>
    <w:rsid w:val="0017481D"/>
    <w:rPr>
      <w:color w:val="FF0000"/>
    </w:rPr>
  </w:style>
  <w:style w:type="character" w:customStyle="1" w:styleId="yellow-dotZchn">
    <w:name w:val="yellow-dot Zchn"/>
    <w:basedOn w:val="green-dotZchn"/>
    <w:link w:val="yellow-dot"/>
    <w:rsid w:val="0017481D"/>
    <w:rPr>
      <w:rFonts w:ascii="Calibri" w:hAnsi="Calibri"/>
      <w:color w:val="FFFF00"/>
      <w:sz w:val="48"/>
      <w:szCs w:val="32"/>
    </w:rPr>
  </w:style>
  <w:style w:type="paragraph" w:customStyle="1" w:styleId="Themenfeld">
    <w:name w:val="Themenfeld"/>
    <w:basedOn w:val="Listenabsatz3"/>
    <w:next w:val="Standard"/>
    <w:link w:val="ThemenfeldZchn"/>
    <w:qFormat/>
    <w:rsid w:val="0008569C"/>
    <w:pPr>
      <w:shd w:val="clear" w:color="auto" w:fill="DBE5F1" w:themeFill="accent1" w:themeFillTint="33"/>
      <w:spacing w:after="360"/>
      <w:ind w:left="510" w:hanging="510"/>
      <w:jc w:val="center"/>
    </w:pPr>
    <w:rPr>
      <w:b/>
      <w:color w:val="1F497D" w:themeColor="text2"/>
      <w:sz w:val="26"/>
      <w:szCs w:val="24"/>
    </w:rPr>
  </w:style>
  <w:style w:type="character" w:customStyle="1" w:styleId="red-dotZchn">
    <w:name w:val="red-dot Zchn"/>
    <w:basedOn w:val="green-dotZchn"/>
    <w:link w:val="red-dot"/>
    <w:rsid w:val="0017481D"/>
    <w:rPr>
      <w:rFonts w:ascii="Calibri" w:hAnsi="Calibri"/>
      <w:color w:val="FF0000"/>
      <w:sz w:val="48"/>
      <w:szCs w:val="32"/>
    </w:rPr>
  </w:style>
  <w:style w:type="character" w:customStyle="1" w:styleId="ThemenfeldZchn">
    <w:name w:val="Themenfeld Zchn"/>
    <w:basedOn w:val="Listenabsatz3Zchn"/>
    <w:link w:val="Themenfeld"/>
    <w:rsid w:val="0008569C"/>
    <w:rPr>
      <w:rFonts w:cstheme="minorHAnsi"/>
      <w:b/>
      <w:color w:val="1F497D" w:themeColor="text2"/>
      <w:sz w:val="26"/>
      <w:szCs w:val="24"/>
      <w:shd w:val="clear" w:color="auto" w:fill="DBE5F1" w:themeFill="accent1" w:themeFillTint="33"/>
    </w:rPr>
  </w:style>
  <w:style w:type="paragraph" w:customStyle="1" w:styleId="Themenfelderauswahl">
    <w:name w:val="Themenfelderauswahl"/>
    <w:basedOn w:val="Standard"/>
    <w:link w:val="ThemenfelderauswahlZchn"/>
    <w:qFormat/>
    <w:rsid w:val="009B279B"/>
    <w:pPr>
      <w:spacing w:after="120" w:line="360" w:lineRule="auto"/>
      <w:contextualSpacing/>
    </w:pPr>
    <w:rPr>
      <w:sz w:val="16"/>
    </w:rPr>
  </w:style>
  <w:style w:type="paragraph" w:customStyle="1" w:styleId="Eingaben">
    <w:name w:val="Eingaben"/>
    <w:basedOn w:val="Standard"/>
    <w:link w:val="EingabenZchn"/>
    <w:qFormat/>
    <w:rsid w:val="000136E0"/>
  </w:style>
  <w:style w:type="character" w:customStyle="1" w:styleId="ThemenfelderauswahlZchn">
    <w:name w:val="Themenfelderauswahl Zchn"/>
    <w:basedOn w:val="Absatz-Standardschriftart"/>
    <w:link w:val="Themenfelderauswahl"/>
    <w:rsid w:val="009B279B"/>
    <w:rPr>
      <w:sz w:val="16"/>
    </w:rPr>
  </w:style>
  <w:style w:type="character" w:customStyle="1" w:styleId="EingabenZchn">
    <w:name w:val="Eingaben Zchn"/>
    <w:basedOn w:val="Absatz-Standardschriftart"/>
    <w:link w:val="Eingaben"/>
    <w:rsid w:val="000136E0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wmf"/><Relationship Id="rId7" Type="http://schemas.openxmlformats.org/officeDocument/2006/relationships/image" Target="media/image8.wmf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4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wmf"/><Relationship Id="rId7" Type="http://schemas.openxmlformats.org/officeDocument/2006/relationships/image" Target="media/image8.wmf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ervicestelle\Arbeitsmaterialien\6_Aktions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E98C2E810BF47749A2AB25CCD4EAA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52D8D7-5248-4555-9E37-35840AE060C1}"/>
      </w:docPartPr>
      <w:docPartBody>
        <w:p w:rsidR="008F475C" w:rsidRDefault="00780455">
          <w:pPr>
            <w:pStyle w:val="0E98C2E810BF47749A2AB25CCD4EAAE1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FAFC4F889E5C4BF18925F1B7604A56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10A355-2CEA-4BFD-B83E-2BB64969BD16}"/>
      </w:docPartPr>
      <w:docPartBody>
        <w:p w:rsidR="008F475C" w:rsidRDefault="00780455">
          <w:pPr>
            <w:pStyle w:val="FAFC4F889E5C4BF18925F1B7604A56A5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D909B22B62044276A83C4455928D23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FF06F4-00A5-4F97-A8D7-ADC4E2E32B16}"/>
      </w:docPartPr>
      <w:docPartBody>
        <w:p w:rsidR="008F475C" w:rsidRDefault="00780455">
          <w:pPr>
            <w:pStyle w:val="D909B22B62044276A83C4455928D235B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3A276643D12143E4AAFA883B471705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89A505-19A1-4671-A517-1EECDB0F9860}"/>
      </w:docPartPr>
      <w:docPartBody>
        <w:p w:rsidR="008F475C" w:rsidRDefault="00780455">
          <w:pPr>
            <w:pStyle w:val="3A276643D12143E4AAFA883B471705EF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A0A712973DA44149948FE603FEF79C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D2D41F-EC45-4245-86F0-1498E8E92143}"/>
      </w:docPartPr>
      <w:docPartBody>
        <w:p w:rsidR="008F475C" w:rsidRDefault="00780455">
          <w:pPr>
            <w:pStyle w:val="A0A712973DA44149948FE603FEF79C99"/>
          </w:pPr>
          <w:r w:rsidRPr="009B279B">
            <w:rPr>
              <w:rStyle w:val="ThemenfelderauswahlZchn"/>
            </w:rPr>
            <w:t>Status</w:t>
          </w:r>
        </w:p>
      </w:docPartBody>
    </w:docPart>
    <w:docPart>
      <w:docPartPr>
        <w:name w:val="C2B6FE3DE2D2425C92CF72820E0DE9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3F7D8E-2600-4E0E-833D-C704DE5C0719}"/>
      </w:docPartPr>
      <w:docPartBody>
        <w:p w:rsidR="008F475C" w:rsidRDefault="00780455">
          <w:pPr>
            <w:pStyle w:val="C2B6FE3DE2D2425C92CF72820E0DE9F2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CFDCD80822744505952D185F789EC9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219F6D-2B38-4A04-8341-87001FC0FB34}"/>
      </w:docPartPr>
      <w:docPartBody>
        <w:p w:rsidR="008F475C" w:rsidRDefault="00780455">
          <w:pPr>
            <w:pStyle w:val="CFDCD80822744505952D185F789EC99E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5791D709F5494E8FAB9E7AB69614A2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C67DE1-0142-4469-B05F-C1122AB59195}"/>
      </w:docPartPr>
      <w:docPartBody>
        <w:p w:rsidR="008F475C" w:rsidRDefault="00780455">
          <w:pPr>
            <w:pStyle w:val="5791D709F5494E8FAB9E7AB69614A2CC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7723C0857EBB45CEAE29AAE2B9238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44816A-1AA5-4283-B678-766E50CC8D17}"/>
      </w:docPartPr>
      <w:docPartBody>
        <w:p w:rsidR="008F475C" w:rsidRDefault="00780455">
          <w:pPr>
            <w:pStyle w:val="7723C0857EBB45CEAE29AAE2B9238D25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0D6A96494D984725992B22B2B3ED43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D2B9C-8A59-4639-9FCC-3BA53337988D}"/>
      </w:docPartPr>
      <w:docPartBody>
        <w:p w:rsidR="008F475C" w:rsidRDefault="00780455">
          <w:pPr>
            <w:pStyle w:val="0D6A96494D984725992B22B2B3ED43FE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79B47F41F424484C840621534D3850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B5F13E-63AF-43C2-86AC-7BDC75F0CA61}"/>
      </w:docPartPr>
      <w:docPartBody>
        <w:p w:rsidR="008F475C" w:rsidRDefault="00780455">
          <w:pPr>
            <w:pStyle w:val="79B47F41F424484C840621534D3850EA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C709470326814B88BE92FAE8403CA6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94E528-20B0-4AE6-98FA-72E2C9DF5E4E}"/>
      </w:docPartPr>
      <w:docPartBody>
        <w:p w:rsidR="008F475C" w:rsidRDefault="00780455">
          <w:pPr>
            <w:pStyle w:val="C709470326814B88BE92FAE8403CA688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20DF350A4C2F4044828C70783E135A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1F4EE8-4638-43CE-BFB2-37599E938180}"/>
      </w:docPartPr>
      <w:docPartBody>
        <w:p w:rsidR="008F475C" w:rsidRDefault="00780455">
          <w:pPr>
            <w:pStyle w:val="20DF350A4C2F4044828C70783E135AC7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89BD8005E50B46A5A5A437896ECA0F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1F6710-D8F2-4FCA-93C9-596237860B8D}"/>
      </w:docPartPr>
      <w:docPartBody>
        <w:p w:rsidR="008F475C" w:rsidRDefault="00780455">
          <w:pPr>
            <w:pStyle w:val="89BD8005E50B46A5A5A437896ECA0FBF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47BB78D401D04718A25F1ED42EE683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DD02E6-1476-4DC9-B6FB-3CE80CC2609A}"/>
      </w:docPartPr>
      <w:docPartBody>
        <w:p w:rsidR="008F475C" w:rsidRDefault="00780455">
          <w:pPr>
            <w:pStyle w:val="47BB78D401D04718A25F1ED42EE6833A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639A17CAD47340B898FD9D73C4517B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C9596B-487C-429F-94E8-FAC5FFD4AEE5}"/>
      </w:docPartPr>
      <w:docPartBody>
        <w:p w:rsidR="008F475C" w:rsidRDefault="00780455">
          <w:pPr>
            <w:pStyle w:val="639A17CAD47340B898FD9D73C4517B7A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55A5E47A4A724C88A4C8D99C11AF64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F6239-5C9A-4500-AFCE-5B3C65809A5A}"/>
      </w:docPartPr>
      <w:docPartBody>
        <w:p w:rsidR="008F475C" w:rsidRDefault="00780455">
          <w:pPr>
            <w:pStyle w:val="55A5E47A4A724C88A4C8D99C11AF64F6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E1095ECEFFDE4CDC92498E72D9CF09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A89A53-BCC3-4790-9AFE-D5BEF24E9193}"/>
      </w:docPartPr>
      <w:docPartBody>
        <w:p w:rsidR="008F475C" w:rsidRDefault="00780455">
          <w:pPr>
            <w:pStyle w:val="E1095ECEFFDE4CDC92498E72D9CF097F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7F2D1C44E1734903AF6FE6A225EE6E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51949C-9C5F-4C2B-B5B7-6BB5DAEBB621}"/>
      </w:docPartPr>
      <w:docPartBody>
        <w:p w:rsidR="008F475C" w:rsidRDefault="00780455">
          <w:pPr>
            <w:pStyle w:val="7F2D1C44E1734903AF6FE6A225EE6ED5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7CB6A1CA096F46A0B68EC319B48A4E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220B99-BAF8-4A15-8630-1A29F068972A}"/>
      </w:docPartPr>
      <w:docPartBody>
        <w:p w:rsidR="008F475C" w:rsidRDefault="00780455">
          <w:pPr>
            <w:pStyle w:val="7CB6A1CA096F46A0B68EC319B48A4E0E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CE1FD0D7E48F4996B437AE24042C74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F19A97-9021-49C3-8A7A-7EAD22F33620}"/>
      </w:docPartPr>
      <w:docPartBody>
        <w:p w:rsidR="008F475C" w:rsidRDefault="00780455">
          <w:pPr>
            <w:pStyle w:val="CE1FD0D7E48F4996B437AE24042C7457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BADE0FF28F594396A716CCB42F8CF5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0A7328-DB56-4CFB-BDEB-7837C44F7FDA}"/>
      </w:docPartPr>
      <w:docPartBody>
        <w:p w:rsidR="008F475C" w:rsidRDefault="00780455">
          <w:pPr>
            <w:pStyle w:val="BADE0FF28F594396A716CCB42F8CF597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6D4015B1F5DB4F4EB5C70682C6C9FC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68377D-8513-4F04-B06D-A5470912FA08}"/>
      </w:docPartPr>
      <w:docPartBody>
        <w:p w:rsidR="008F475C" w:rsidRDefault="00780455">
          <w:pPr>
            <w:pStyle w:val="6D4015B1F5DB4F4EB5C70682C6C9FCEA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CA262C9D52B1487DB66483FE356293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18A626-A5B5-4C65-8ADC-B6B628B31976}"/>
      </w:docPartPr>
      <w:docPartBody>
        <w:p w:rsidR="008F475C" w:rsidRDefault="00780455">
          <w:pPr>
            <w:pStyle w:val="CA262C9D52B1487DB66483FE356293F9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0D4BB51B61144F8DB91A5F5CB99E32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44CAFC-A8D6-4EB5-8FE6-9075984200FF}"/>
      </w:docPartPr>
      <w:docPartBody>
        <w:p w:rsidR="008F475C" w:rsidRDefault="00780455">
          <w:pPr>
            <w:pStyle w:val="0D4BB51B61144F8DB91A5F5CB99E3254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A3A17FE7740046B28D5D114B2F5080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EDBA12-9FB2-4B1F-8CF4-0EC29753A10E}"/>
      </w:docPartPr>
      <w:docPartBody>
        <w:p w:rsidR="008F475C" w:rsidRDefault="00780455">
          <w:pPr>
            <w:pStyle w:val="A3A17FE7740046B28D5D114B2F50806A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40B9733B915A494F80FF8CAD374E62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6009F0-008B-467C-BBCE-8D9BD655AB60}"/>
      </w:docPartPr>
      <w:docPartBody>
        <w:p w:rsidR="008F475C" w:rsidRDefault="00780455">
          <w:pPr>
            <w:pStyle w:val="40B9733B915A494F80FF8CAD374E620D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9A02DA1E9F554FE9851311C2BF77EA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38250-6EEC-4F56-8C86-CE45014BA317}"/>
      </w:docPartPr>
      <w:docPartBody>
        <w:p w:rsidR="008F475C" w:rsidRDefault="00780455">
          <w:pPr>
            <w:pStyle w:val="9A02DA1E9F554FE9851311C2BF77EA34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E0AE799A6E0C46CF8B95E4198E3B17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D37E01-BBF4-4550-BB76-64E5625A448E}"/>
      </w:docPartPr>
      <w:docPartBody>
        <w:p w:rsidR="008F475C" w:rsidRDefault="00780455">
          <w:pPr>
            <w:pStyle w:val="E0AE799A6E0C46CF8B95E4198E3B175D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FE1F003F604B483DA93583390EF7AA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8825F2-579B-47CC-8D64-B4BC5827875C}"/>
      </w:docPartPr>
      <w:docPartBody>
        <w:p w:rsidR="008F475C" w:rsidRDefault="00780455">
          <w:pPr>
            <w:pStyle w:val="FE1F003F604B483DA93583390EF7AAC2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99B0AEC079124970B2BF32C24B1503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4A0E0D-C59D-41C8-B6E8-99267282F401}"/>
      </w:docPartPr>
      <w:docPartBody>
        <w:p w:rsidR="008F475C" w:rsidRDefault="00780455">
          <w:pPr>
            <w:pStyle w:val="99B0AEC079124970B2BF32C24B1503C5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44428C885E2E44B8A34BFB5BBB278B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0A6CAD-B413-474B-B687-E0ABAE38BDFF}"/>
      </w:docPartPr>
      <w:docPartBody>
        <w:p w:rsidR="008F475C" w:rsidRDefault="00780455">
          <w:pPr>
            <w:pStyle w:val="44428C885E2E44B8A34BFB5BBB278BE8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29F06EF9A5E14CC49A40F6DE32AE0B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A966D4-03BD-44D5-B7D4-0C889C7A31B9}"/>
      </w:docPartPr>
      <w:docPartBody>
        <w:p w:rsidR="008F475C" w:rsidRDefault="00780455">
          <w:pPr>
            <w:pStyle w:val="29F06EF9A5E14CC49A40F6DE32AE0BEC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718A1A7F1FC64A5C8DBBFBABC54F31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DBDCCF-A7D3-48C5-96EC-636000545B4D}"/>
      </w:docPartPr>
      <w:docPartBody>
        <w:p w:rsidR="008F475C" w:rsidRDefault="00780455">
          <w:pPr>
            <w:pStyle w:val="718A1A7F1FC64A5C8DBBFBABC54F31A5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ED6A52CB743045D28222351E9CDB5E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28F658-F61A-4CB5-A61F-A08D73EF1627}"/>
      </w:docPartPr>
      <w:docPartBody>
        <w:p w:rsidR="008F475C" w:rsidRDefault="00780455">
          <w:pPr>
            <w:pStyle w:val="ED6A52CB743045D28222351E9CDB5E91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FA7243B9CD87499883E3D2DBAE9373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F63D1E-22F1-432B-8010-DECE48F92525}"/>
      </w:docPartPr>
      <w:docPartBody>
        <w:p w:rsidR="008F475C" w:rsidRDefault="00780455">
          <w:pPr>
            <w:pStyle w:val="FA7243B9CD87499883E3D2DBAE937314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0BED458FA58748448FD299F91AED11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BB1C84-B2AD-45DD-87D7-DA3B3F2CDB8E}"/>
      </w:docPartPr>
      <w:docPartBody>
        <w:p w:rsidR="008F475C" w:rsidRDefault="00780455">
          <w:pPr>
            <w:pStyle w:val="0BED458FA58748448FD299F91AED1162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2C2D28C54CE34F1287081028385BEC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C0C1C-45E9-4597-ADB1-F7F4B617B21E}"/>
      </w:docPartPr>
      <w:docPartBody>
        <w:p w:rsidR="008F475C" w:rsidRDefault="00780455">
          <w:pPr>
            <w:pStyle w:val="2C2D28C54CE34F1287081028385BEC69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2F9CA368A7724E54B680C2886F6B44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48BE9B-AE1D-4EF2-9AFF-CC158A53ECEF}"/>
      </w:docPartPr>
      <w:docPartBody>
        <w:p w:rsidR="008F475C" w:rsidRDefault="00780455">
          <w:pPr>
            <w:pStyle w:val="2F9CA368A7724E54B680C2886F6B4490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5E43DD14087142DD964CA6645CD3DE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DA16D7-41B5-4BB0-9DB1-D38FA5FA3083}"/>
      </w:docPartPr>
      <w:docPartBody>
        <w:p w:rsidR="008F475C" w:rsidRDefault="00780455">
          <w:pPr>
            <w:pStyle w:val="5E43DD14087142DD964CA6645CD3DEC0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B6813F3DEFA54594A5C8B826C946AF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80B427-B83D-402A-A57D-C29E70B51877}"/>
      </w:docPartPr>
      <w:docPartBody>
        <w:p w:rsidR="008F475C" w:rsidRDefault="00780455">
          <w:pPr>
            <w:pStyle w:val="B6813F3DEFA54594A5C8B826C946AFF8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202C64C31B2B4688A2AF184B675C17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706BE7-A91F-4F9E-B5E4-7A6FBDDCE0A8}"/>
      </w:docPartPr>
      <w:docPartBody>
        <w:p w:rsidR="008F475C" w:rsidRDefault="00780455">
          <w:pPr>
            <w:pStyle w:val="202C64C31B2B4688A2AF184B675C17C6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889734D9F695411FB7500CBE77BA4D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4B0173-2366-4538-B002-BA3BD0D14462}"/>
      </w:docPartPr>
      <w:docPartBody>
        <w:p w:rsidR="008F475C" w:rsidRDefault="00780455">
          <w:pPr>
            <w:pStyle w:val="889734D9F695411FB7500CBE77BA4D33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6228113873E6411DAB2492A69C6289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057DE1-7447-4847-BE09-9D320D15355A}"/>
      </w:docPartPr>
      <w:docPartBody>
        <w:p w:rsidR="008F475C" w:rsidRDefault="00780455">
          <w:pPr>
            <w:pStyle w:val="6228113873E6411DAB2492A69C6289AA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8A637D93F2F14235AF2D4401D8A3BF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0C4FB9-0C42-4138-829B-D0D0FC0A8BF9}"/>
      </w:docPartPr>
      <w:docPartBody>
        <w:p w:rsidR="008F475C" w:rsidRDefault="00780455">
          <w:pPr>
            <w:pStyle w:val="8A637D93F2F14235AF2D4401D8A3BF53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AF9EDB75C40D44C68ED18200E0FDA1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4A1363-9B1A-4834-BFBB-918197A39355}"/>
      </w:docPartPr>
      <w:docPartBody>
        <w:p w:rsidR="008F475C" w:rsidRDefault="00780455">
          <w:pPr>
            <w:pStyle w:val="AF9EDB75C40D44C68ED18200E0FDA104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6CE5256CAD6F406FB23F4ED371175F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350A14-F384-4A2C-BD75-FB2DDFB771BF}"/>
      </w:docPartPr>
      <w:docPartBody>
        <w:p w:rsidR="008F475C" w:rsidRDefault="00780455">
          <w:pPr>
            <w:pStyle w:val="6CE5256CAD6F406FB23F4ED371175FE5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730808552B894C80825D4A8399339F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3FF389-C349-4F55-9DB7-295CFE531C3D}"/>
      </w:docPartPr>
      <w:docPartBody>
        <w:p w:rsidR="008F475C" w:rsidRDefault="00780455">
          <w:pPr>
            <w:pStyle w:val="730808552B894C80825D4A8399339F1A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AD876D8729054D4897CAD6052FFD87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2D67B5-4DC8-4B67-A3D1-678E7EC66DF7}"/>
      </w:docPartPr>
      <w:docPartBody>
        <w:p w:rsidR="008F475C" w:rsidRDefault="00780455">
          <w:pPr>
            <w:pStyle w:val="AD876D8729054D4897CAD6052FFD87CC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595663E50ADE4F1B86721CDD7AAD8F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13F51D-9D1E-4E0B-8222-0691F97101F2}"/>
      </w:docPartPr>
      <w:docPartBody>
        <w:p w:rsidR="008F475C" w:rsidRDefault="00780455">
          <w:pPr>
            <w:pStyle w:val="595663E50ADE4F1B86721CDD7AAD8F79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2181EC660B594CF9B0FB4C582BDB52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CCCBA2-42C9-4B13-9B5D-D4D090FF2370}"/>
      </w:docPartPr>
      <w:docPartBody>
        <w:p w:rsidR="008F475C" w:rsidRDefault="00780455">
          <w:pPr>
            <w:pStyle w:val="2181EC660B594CF9B0FB4C582BDB52B7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680BEFC95CF64D4B8134051ED9E0F5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BE2F01-15AE-492C-A63E-0FED37F92FBC}"/>
      </w:docPartPr>
      <w:docPartBody>
        <w:p w:rsidR="008F475C" w:rsidRDefault="00780455">
          <w:pPr>
            <w:pStyle w:val="680BEFC95CF64D4B8134051ED9E0F5C3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6B13D514DE1E4BA88E8F20B45D7E81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659120-2A3F-459F-835E-5244C2442BF3}"/>
      </w:docPartPr>
      <w:docPartBody>
        <w:p w:rsidR="008F475C" w:rsidRDefault="00780455">
          <w:pPr>
            <w:pStyle w:val="6B13D514DE1E4BA88E8F20B45D7E8139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BD72047F853F455BB55254B45CE8CA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B58D2E-3E57-4C7E-860C-A8AC6BA7DDD5}"/>
      </w:docPartPr>
      <w:docPartBody>
        <w:p w:rsidR="008F475C" w:rsidRDefault="00780455">
          <w:pPr>
            <w:pStyle w:val="BD72047F853F455BB55254B45CE8CAEE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0B3872EC46F242E7B57F748F55DAF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8C8002-10A1-493D-8337-B8D8B78F7211}"/>
      </w:docPartPr>
      <w:docPartBody>
        <w:p w:rsidR="008F475C" w:rsidRDefault="00780455">
          <w:pPr>
            <w:pStyle w:val="0B3872EC46F242E7B57F748F55DAF462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98DA075BF2B7445C96593AED82639B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CF5EBB-8E3A-4427-912D-4FD89519333A}"/>
      </w:docPartPr>
      <w:docPartBody>
        <w:p w:rsidR="008F475C" w:rsidRDefault="00780455">
          <w:pPr>
            <w:pStyle w:val="98DA075BF2B7445C96593AED82639BD6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BC167B9EB7F349D88F8967197DAB0D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48CBA3-2A85-467B-B998-6F1A1523B955}"/>
      </w:docPartPr>
      <w:docPartBody>
        <w:p w:rsidR="008F475C" w:rsidRDefault="00780455">
          <w:pPr>
            <w:pStyle w:val="BC167B9EB7F349D88F8967197DAB0DD9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70F7BA7524EE492CB3A37069758580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730FE9-5CEF-47CC-A9EE-BFDFF39D008B}"/>
      </w:docPartPr>
      <w:docPartBody>
        <w:p w:rsidR="008F475C" w:rsidRDefault="00780455">
          <w:pPr>
            <w:pStyle w:val="70F7BA7524EE492CB3A370697585808E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4AE605680DFC455C93806E6E56ABA7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7E49BA-CDC2-4946-B60B-BB81B7DE24EC}"/>
      </w:docPartPr>
      <w:docPartBody>
        <w:p w:rsidR="008F475C" w:rsidRDefault="00780455">
          <w:pPr>
            <w:pStyle w:val="4AE605680DFC455C93806E6E56ABA780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ECAFDA281C1B431086DD5E956DB9E3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5EBECE-AD80-4730-B63F-F05225C90CD2}"/>
      </w:docPartPr>
      <w:docPartBody>
        <w:p w:rsidR="008F475C" w:rsidRDefault="00780455">
          <w:pPr>
            <w:pStyle w:val="ECAFDA281C1B431086DD5E956DB9E3DA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0F9ACCDD0BE64406AF9D2B4088ACFD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4D1409-0A82-4831-9A14-4A1A197288B8}"/>
      </w:docPartPr>
      <w:docPartBody>
        <w:p w:rsidR="008F475C" w:rsidRDefault="00780455">
          <w:pPr>
            <w:pStyle w:val="0F9ACCDD0BE64406AF9D2B4088ACFDE0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5A18D4AC06D8488CA7F8018EF06BB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72E920-D8D4-4F1C-8109-6C76648EEBDE}"/>
      </w:docPartPr>
      <w:docPartBody>
        <w:p w:rsidR="008F475C" w:rsidRDefault="00780455">
          <w:pPr>
            <w:pStyle w:val="5A18D4AC06D8488CA7F8018EF06BB289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0F207585BE8C4D4C9DE5DFA92637D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3F06ED-A446-4180-9F5D-590F5CB0CA8B}"/>
      </w:docPartPr>
      <w:docPartBody>
        <w:p w:rsidR="008F475C" w:rsidRDefault="00780455">
          <w:pPr>
            <w:pStyle w:val="0F207585BE8C4D4C9DE5DFA92637D69B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18D5EF3EA68B47E7A359B38F96FB9C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383C2D-7DB1-4D1A-B235-D31576316B39}"/>
      </w:docPartPr>
      <w:docPartBody>
        <w:p w:rsidR="008F475C" w:rsidRDefault="00780455">
          <w:pPr>
            <w:pStyle w:val="18D5EF3EA68B47E7A359B38F96FB9C10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31C9CDDE1476418D989F5B46935C5A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04C350-2BE1-4828-959C-6B47FE547075}"/>
      </w:docPartPr>
      <w:docPartBody>
        <w:p w:rsidR="008F475C" w:rsidRDefault="00780455">
          <w:pPr>
            <w:pStyle w:val="31C9CDDE1476418D989F5B46935C5AD8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26F8310F60654FA38F37083F008CD9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7A3852-51EE-4ABF-B752-2FBF095C4618}"/>
      </w:docPartPr>
      <w:docPartBody>
        <w:p w:rsidR="008F475C" w:rsidRDefault="00780455">
          <w:pPr>
            <w:pStyle w:val="26F8310F60654FA38F37083F008CD976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547A7BF6B9144F22AC6796D842BB5F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C0D3F4-8F88-4286-A005-DA8616E60E38}"/>
      </w:docPartPr>
      <w:docPartBody>
        <w:p w:rsidR="008F475C" w:rsidRDefault="00780455">
          <w:pPr>
            <w:pStyle w:val="547A7BF6B9144F22AC6796D842BB5F05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BA19070D73DB4D4386DCBABB31FC76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CDF185-AEFB-48E5-98D7-C41F0462FC31}"/>
      </w:docPartPr>
      <w:docPartBody>
        <w:p w:rsidR="008F475C" w:rsidRDefault="00780455">
          <w:pPr>
            <w:pStyle w:val="BA19070D73DB4D4386DCBABB31FC7681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9428529952694B69BA74B535E9B7DA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C729C9-FC5A-410A-99C6-B2C6CDC549A6}"/>
      </w:docPartPr>
      <w:docPartBody>
        <w:p w:rsidR="008F475C" w:rsidRDefault="00780455">
          <w:pPr>
            <w:pStyle w:val="9428529952694B69BA74B535E9B7DAB2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B639CE5233C1418FBC580B33B0CEFD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872424-270E-4E82-AB51-DE3CBA05A83E}"/>
      </w:docPartPr>
      <w:docPartBody>
        <w:p w:rsidR="008F475C" w:rsidRDefault="00780455">
          <w:pPr>
            <w:pStyle w:val="B639CE5233C1418FBC580B33B0CEFD53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60F8E3DBF2F44F0C96D1BF371AF628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273F9C-EFBD-40E4-979A-3CD5719BF16F}"/>
      </w:docPartPr>
      <w:docPartBody>
        <w:p w:rsidR="008F475C" w:rsidRDefault="00780455">
          <w:pPr>
            <w:pStyle w:val="60F8E3DBF2F44F0C96D1BF371AF628B5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12E11FDD985A4F3FAAAA5EA5FDF01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3654D7-B690-423B-B59C-038407652E12}"/>
      </w:docPartPr>
      <w:docPartBody>
        <w:p w:rsidR="008F475C" w:rsidRDefault="00780455">
          <w:pPr>
            <w:pStyle w:val="12E11FDD985A4F3FAAAA5EA5FDF01534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BEA2A33864FF4381B32DFF34CEDAE8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6BA06D-FECE-454E-809F-6137F51AAA72}"/>
      </w:docPartPr>
      <w:docPartBody>
        <w:p w:rsidR="008F475C" w:rsidRDefault="00780455">
          <w:pPr>
            <w:pStyle w:val="BEA2A33864FF4381B32DFF34CEDAE87C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2590238DBD8F4E2C92B26C2E48985A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6C63E8-07E3-4B17-8041-A5C086817ED7}"/>
      </w:docPartPr>
      <w:docPartBody>
        <w:p w:rsidR="008F475C" w:rsidRDefault="00780455">
          <w:pPr>
            <w:pStyle w:val="2590238DBD8F4E2C92B26C2E48985AD1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41F3797CC2444B399B2CE9783FEA0F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2C1B77-09F5-4605-98EB-A3E64C2C1DD7}"/>
      </w:docPartPr>
      <w:docPartBody>
        <w:p w:rsidR="008F475C" w:rsidRDefault="00780455">
          <w:pPr>
            <w:pStyle w:val="41F3797CC2444B399B2CE9783FEA0FF4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3819CDABD04D4CDD87E34CA9AF0F99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1A10E8-5677-429C-AC67-8ADD08742127}"/>
      </w:docPartPr>
      <w:docPartBody>
        <w:p w:rsidR="008F475C" w:rsidRDefault="00780455">
          <w:pPr>
            <w:pStyle w:val="3819CDABD04D4CDD87E34CA9AF0F9947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488CC8BAD1F4430481AF43280943F5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36DF02-3B51-4CCC-BA57-C671E0343A50}"/>
      </w:docPartPr>
      <w:docPartBody>
        <w:p w:rsidR="008F475C" w:rsidRDefault="00780455">
          <w:pPr>
            <w:pStyle w:val="488CC8BAD1F4430481AF43280943F5E1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3E871C82488543C4BA628DCD744D4B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8332E9-C0C5-4FDC-A62E-A6307E3C969C}"/>
      </w:docPartPr>
      <w:docPartBody>
        <w:p w:rsidR="008F475C" w:rsidRDefault="00780455">
          <w:pPr>
            <w:pStyle w:val="3E871C82488543C4BA628DCD744D4BAA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5A7A49369B9C4509983C3385949168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3E5DEF-0610-475A-9111-B193DC3999C0}"/>
      </w:docPartPr>
      <w:docPartBody>
        <w:p w:rsidR="008F475C" w:rsidRDefault="00780455">
          <w:pPr>
            <w:pStyle w:val="5A7A49369B9C4509983C3385949168F4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67C9AEBF7B7B4B4392FA567F56820B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6B01B2-852D-4C1A-B53F-E0AE1E4049B6}"/>
      </w:docPartPr>
      <w:docPartBody>
        <w:p w:rsidR="008F475C" w:rsidRDefault="00780455">
          <w:pPr>
            <w:pStyle w:val="67C9AEBF7B7B4B4392FA567F56820BF9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9EE67B4A7F0648D28EC9314119A996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A2CF37-FDD6-40B4-9C76-83CA5A456457}"/>
      </w:docPartPr>
      <w:docPartBody>
        <w:p w:rsidR="008F475C" w:rsidRDefault="00780455">
          <w:pPr>
            <w:pStyle w:val="9EE67B4A7F0648D28EC9314119A996B8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505CA3C23EF7409BB26BE4B08775F9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5E74FC-6DB6-40B3-8A39-73F2999F9F71}"/>
      </w:docPartPr>
      <w:docPartBody>
        <w:p w:rsidR="008F475C" w:rsidRDefault="00780455">
          <w:pPr>
            <w:pStyle w:val="505CA3C23EF7409BB26BE4B08775F9D4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B90D0FBCBF474794B9156056CCAE27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BBC678-1FBD-40B2-B87E-C8A02B00A2F1}"/>
      </w:docPartPr>
      <w:docPartBody>
        <w:p w:rsidR="008F475C" w:rsidRDefault="00780455">
          <w:pPr>
            <w:pStyle w:val="B90D0FBCBF474794B9156056CCAE2700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48F220FDE0D243178565FCF6655716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3444C7-E20D-4CF2-830D-012F5F5A3C69}"/>
      </w:docPartPr>
      <w:docPartBody>
        <w:p w:rsidR="008F475C" w:rsidRDefault="00780455">
          <w:pPr>
            <w:pStyle w:val="48F220FDE0D243178565FCF6655716AD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3F57F2320CD7407EBA977D75294451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0BE6A-9078-4549-8AE3-3D6A626E4F0C}"/>
      </w:docPartPr>
      <w:docPartBody>
        <w:p w:rsidR="008F475C" w:rsidRDefault="00780455">
          <w:pPr>
            <w:pStyle w:val="3F57F2320CD7407EBA977D752944512E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EE2003EB3D34479C989653897BFACB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AB74D1-ED1D-44C3-B0D7-6FB4B716C881}"/>
      </w:docPartPr>
      <w:docPartBody>
        <w:p w:rsidR="008F475C" w:rsidRDefault="00780455">
          <w:pPr>
            <w:pStyle w:val="EE2003EB3D34479C989653897BFACBF5"/>
          </w:pPr>
          <w:r w:rsidRPr="00F60705">
            <w:rPr>
              <w:rStyle w:val="Platzhaltertext"/>
              <w:b/>
              <w:sz w:val="18"/>
              <w:szCs w:val="18"/>
            </w:rPr>
            <w:t>Klicken Sie hier, um Text einzugeben.</w:t>
          </w:r>
        </w:p>
      </w:docPartBody>
    </w:docPart>
    <w:docPart>
      <w:docPartPr>
        <w:name w:val="9F3ADD41CAD54528810FEB3BEF6EE8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E06EFC-3661-4EED-871C-10984E9DABFE}"/>
      </w:docPartPr>
      <w:docPartBody>
        <w:p w:rsidR="008F475C" w:rsidRDefault="00780455">
          <w:pPr>
            <w:pStyle w:val="9F3ADD41CAD54528810FEB3BEF6EE823"/>
          </w:pPr>
          <w:r w:rsidRPr="00F60705">
            <w:rPr>
              <w:rStyle w:val="Platzhaltertext"/>
              <w:b/>
              <w:sz w:val="18"/>
              <w:szCs w:val="18"/>
            </w:rPr>
            <w:t>Name</w:t>
          </w:r>
        </w:p>
      </w:docPartBody>
    </w:docPart>
    <w:docPart>
      <w:docPartPr>
        <w:name w:val="4819C5DB52834F2EB0F3FB7DF45730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6EAABA-834A-49D4-A24E-0CD66250CD91}"/>
      </w:docPartPr>
      <w:docPartBody>
        <w:p w:rsidR="008F475C" w:rsidRDefault="00780455">
          <w:pPr>
            <w:pStyle w:val="4819C5DB52834F2EB0F3FB7DF45730BB"/>
          </w:pPr>
          <w:r w:rsidRPr="00F60705">
            <w:rPr>
              <w:rStyle w:val="Platzhaltertext"/>
              <w:b/>
              <w:sz w:val="18"/>
              <w:szCs w:val="18"/>
            </w:rPr>
            <w:t>Datum</w:t>
          </w:r>
        </w:p>
      </w:docPartBody>
    </w:docPart>
    <w:docPart>
      <w:docPartPr>
        <w:name w:val="0A84CCFF83964B518B24F3AE531B68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842398-7622-4B76-9708-FE63F81E8920}"/>
      </w:docPartPr>
      <w:docPartBody>
        <w:p w:rsidR="008F475C" w:rsidRDefault="00780455">
          <w:pPr>
            <w:pStyle w:val="0A84CCFF83964B518B24F3AE531B68EF"/>
          </w:pPr>
          <w:r w:rsidRPr="00F60705">
            <w:rPr>
              <w:rStyle w:val="Platzhaltertext"/>
              <w:b/>
              <w:sz w:val="18"/>
              <w:szCs w:val="18"/>
            </w:rPr>
            <w:t>Status</w:t>
          </w:r>
        </w:p>
      </w:docPartBody>
    </w:docPart>
    <w:docPart>
      <w:docPartPr>
        <w:name w:val="643B500D88594A3E897D2D7B0A0E3D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6B868A-C098-4EFE-BD2C-8776B0E9213C}"/>
      </w:docPartPr>
      <w:docPartBody>
        <w:p w:rsidR="008F475C" w:rsidRDefault="00780455">
          <w:pPr>
            <w:pStyle w:val="643B500D88594A3E897D2D7B0A0E3D5C"/>
          </w:pPr>
          <w:r w:rsidRPr="00110ACB">
            <w:rPr>
              <w:rStyle w:val="Platzhaltertext"/>
              <w:sz w:val="18"/>
              <w:szCs w:val="18"/>
            </w:rPr>
            <w:t>Themenfeld</w:t>
          </w:r>
        </w:p>
      </w:docPartBody>
    </w:docPart>
    <w:docPart>
      <w:docPartPr>
        <w:name w:val="C945E339D281457286F3BC9269346B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3D6A91-3185-4A5A-84D9-A8B14AD545CA}"/>
      </w:docPartPr>
      <w:docPartBody>
        <w:p w:rsidR="008F475C" w:rsidRDefault="00780455">
          <w:pPr>
            <w:pStyle w:val="C945E339D281457286F3BC9269346B2D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1C316A64807F4CC1B0E6C1A8F49F4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24378E-C4E6-4629-9FA6-1E8878C99C9E}"/>
      </w:docPartPr>
      <w:docPartBody>
        <w:p w:rsidR="008F475C" w:rsidRDefault="00780455">
          <w:pPr>
            <w:pStyle w:val="1C316A64807F4CC1B0E6C1A8F49F4960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F4D8F9FC65764D54AF55D1AFA434FE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D7BC75-4B75-4209-A404-DB69B0503DE5}"/>
      </w:docPartPr>
      <w:docPartBody>
        <w:p w:rsidR="008F475C" w:rsidRDefault="00780455">
          <w:pPr>
            <w:pStyle w:val="F4D8F9FC65764D54AF55D1AFA434FEAF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B4B7F0244F02492B941EEB1C0B19F5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B56F71-672C-49DA-8061-6378855A95B2}"/>
      </w:docPartPr>
      <w:docPartBody>
        <w:p w:rsidR="008F475C" w:rsidRDefault="00780455">
          <w:pPr>
            <w:pStyle w:val="B4B7F0244F02492B941EEB1C0B19F532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F0772050093B4475BE9D0D6FE1AB47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F4F3E1-7ABF-48F9-9EC5-36A417EAB9EE}"/>
      </w:docPartPr>
      <w:docPartBody>
        <w:p w:rsidR="008F475C" w:rsidRDefault="00780455">
          <w:pPr>
            <w:pStyle w:val="F0772050093B4475BE9D0D6FE1AB470A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50FDD6CBA6F64787AF3AE64A72F1B0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7D53CF-6275-40A3-B7C9-60CC57B129D7}"/>
      </w:docPartPr>
      <w:docPartBody>
        <w:p w:rsidR="008F475C" w:rsidRDefault="00780455">
          <w:pPr>
            <w:pStyle w:val="50FDD6CBA6F64787AF3AE64A72F1B0A9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372B61F68AC243A188260BF2C32523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B88E75-692E-4B74-9304-C0DCF0A02155}"/>
      </w:docPartPr>
      <w:docPartBody>
        <w:p w:rsidR="008F475C" w:rsidRDefault="00780455">
          <w:pPr>
            <w:pStyle w:val="372B61F68AC243A188260BF2C32523E9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63167B226C2A4E8BABF69FC0FD9150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07DB79-09CA-48AB-B4D3-ED8492D521EA}"/>
      </w:docPartPr>
      <w:docPartBody>
        <w:p w:rsidR="008F475C" w:rsidRDefault="00780455">
          <w:pPr>
            <w:pStyle w:val="63167B226C2A4E8BABF69FC0FD91505A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557279D9CAA1490D9AED40F515799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CF71FD-862E-4914-BF0F-9481D1BD674E}"/>
      </w:docPartPr>
      <w:docPartBody>
        <w:p w:rsidR="008F475C" w:rsidRDefault="00780455">
          <w:pPr>
            <w:pStyle w:val="557279D9CAA1490D9AED40F515799959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E18ADF9E2DDC43C4AA831DDD944D4D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C867E-B957-4573-9D5F-6E7244B2E418}"/>
      </w:docPartPr>
      <w:docPartBody>
        <w:p w:rsidR="008F475C" w:rsidRDefault="00780455">
          <w:pPr>
            <w:pStyle w:val="E18ADF9E2DDC43C4AA831DDD944D4D1E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F0F861C396CB4C69844BBA2039859C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8CA914-52EF-4986-8D15-D68A0A6B5901}"/>
      </w:docPartPr>
      <w:docPartBody>
        <w:p w:rsidR="008F475C" w:rsidRDefault="00780455">
          <w:pPr>
            <w:pStyle w:val="F0F861C396CB4C69844BBA2039859CF0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CF01AC22560549DF8D82A7C9F10AC3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D3EC2A-D7B5-4B57-96CD-E297EA987B42}"/>
      </w:docPartPr>
      <w:docPartBody>
        <w:p w:rsidR="008F475C" w:rsidRDefault="00780455">
          <w:pPr>
            <w:pStyle w:val="CF01AC22560549DF8D82A7C9F10AC344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702B1E305BDD44DB8D515EB0BECA81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51BFCB-606C-48A0-9103-A1495BBA13DB}"/>
      </w:docPartPr>
      <w:docPartBody>
        <w:p w:rsidR="008F475C" w:rsidRDefault="00780455">
          <w:pPr>
            <w:pStyle w:val="702B1E305BDD44DB8D515EB0BECA813A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6284CBEA501E499881F8B0017ED315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6DC0B4-8E7C-4E2D-8EEE-2F31C908A188}"/>
      </w:docPartPr>
      <w:docPartBody>
        <w:p w:rsidR="008F475C" w:rsidRDefault="00780455">
          <w:pPr>
            <w:pStyle w:val="6284CBEA501E499881F8B0017ED315F8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787F80DDD375418B9610CE00AE83EC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4897D9-F47F-4EC9-8F00-81CADD15C019}"/>
      </w:docPartPr>
      <w:docPartBody>
        <w:p w:rsidR="008F475C" w:rsidRDefault="00780455">
          <w:pPr>
            <w:pStyle w:val="787F80DDD375418B9610CE00AE83EC85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85C25383ABB94AD59EBBA62CDF0AA5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9451A7-CF0B-4B8F-B4D2-704CAFF9982E}"/>
      </w:docPartPr>
      <w:docPartBody>
        <w:p w:rsidR="008F475C" w:rsidRDefault="00780455">
          <w:pPr>
            <w:pStyle w:val="85C25383ABB94AD59EBBA62CDF0AA5B1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F61BE809CCC24ED9988F7AC295CCD2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C7C8A0-0C50-4064-950E-2D5E033E653D}"/>
      </w:docPartPr>
      <w:docPartBody>
        <w:p w:rsidR="008F475C" w:rsidRDefault="00780455">
          <w:pPr>
            <w:pStyle w:val="F61BE809CCC24ED9988F7AC295CCD26F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2D66094E0FFF4F35B277B568B3F926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F65386-3BA4-4E09-B0BA-84AE25385F85}"/>
      </w:docPartPr>
      <w:docPartBody>
        <w:p w:rsidR="008F475C" w:rsidRDefault="00780455">
          <w:pPr>
            <w:pStyle w:val="2D66094E0FFF4F35B277B568B3F92625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E082E261E0784B29A9B81574A33237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A14C6E-E8BC-4702-B376-EABB8760CD91}"/>
      </w:docPartPr>
      <w:docPartBody>
        <w:p w:rsidR="008F475C" w:rsidRDefault="00780455">
          <w:pPr>
            <w:pStyle w:val="E082E261E0784B29A9B81574A33237C0"/>
          </w:pPr>
          <w:r w:rsidRPr="00C70CA0">
            <w:rPr>
              <w:rStyle w:val="Platzhaltertext"/>
            </w:rPr>
            <w:t>Name</w:t>
          </w:r>
        </w:p>
      </w:docPartBody>
    </w:docPart>
    <w:docPart>
      <w:docPartPr>
        <w:name w:val="C2462E191BF344C19E11704EC3D162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DF780A-1651-42FC-9EA4-F5BE866B1DDD}"/>
      </w:docPartPr>
      <w:docPartBody>
        <w:p w:rsidR="008F475C" w:rsidRDefault="00780455">
          <w:pPr>
            <w:pStyle w:val="C2462E191BF344C19E11704EC3D162DA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05E9BE8524BF4E51BF8203C8376629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131ED-F839-4E09-AC49-80D5D5482E84}"/>
      </w:docPartPr>
      <w:docPartBody>
        <w:p w:rsidR="008F475C" w:rsidRDefault="00780455">
          <w:pPr>
            <w:pStyle w:val="05E9BE8524BF4E51BF8203C83766293F"/>
          </w:pPr>
          <w:r>
            <w:rPr>
              <w:rStyle w:val="Platzhaltertext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455"/>
    <w:rsid w:val="00780455"/>
    <w:rsid w:val="008F475C"/>
    <w:rsid w:val="00D5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E98C2E810BF47749A2AB25CCD4EAAE1">
    <w:name w:val="0E98C2E810BF47749A2AB25CCD4EAAE1"/>
  </w:style>
  <w:style w:type="paragraph" w:customStyle="1" w:styleId="FAFC4F889E5C4BF18925F1B7604A56A5">
    <w:name w:val="FAFC4F889E5C4BF18925F1B7604A56A5"/>
  </w:style>
  <w:style w:type="paragraph" w:customStyle="1" w:styleId="D909B22B62044276A83C4455928D235B">
    <w:name w:val="D909B22B62044276A83C4455928D235B"/>
  </w:style>
  <w:style w:type="paragraph" w:customStyle="1" w:styleId="3A276643D12143E4AAFA883B471705EF">
    <w:name w:val="3A276643D12143E4AAFA883B471705EF"/>
  </w:style>
  <w:style w:type="paragraph" w:customStyle="1" w:styleId="Themenfelderauswahl">
    <w:name w:val="Themenfelderauswahl"/>
    <w:basedOn w:val="Standard"/>
    <w:link w:val="ThemenfelderauswahlZchn"/>
    <w:qFormat/>
    <w:pPr>
      <w:spacing w:after="120" w:line="360" w:lineRule="auto"/>
      <w:contextualSpacing/>
    </w:pPr>
    <w:rPr>
      <w:sz w:val="16"/>
    </w:rPr>
  </w:style>
  <w:style w:type="character" w:customStyle="1" w:styleId="ThemenfelderauswahlZchn">
    <w:name w:val="Themenfelderauswahl Zchn"/>
    <w:basedOn w:val="Absatz-Standardschriftart"/>
    <w:link w:val="Themenfelderauswahl"/>
    <w:rPr>
      <w:sz w:val="16"/>
    </w:rPr>
  </w:style>
  <w:style w:type="paragraph" w:customStyle="1" w:styleId="A0A712973DA44149948FE603FEF79C99">
    <w:name w:val="A0A712973DA44149948FE603FEF79C99"/>
  </w:style>
  <w:style w:type="paragraph" w:customStyle="1" w:styleId="C2B6FE3DE2D2425C92CF72820E0DE9F2">
    <w:name w:val="C2B6FE3DE2D2425C92CF72820E0DE9F2"/>
  </w:style>
  <w:style w:type="paragraph" w:customStyle="1" w:styleId="CFDCD80822744505952D185F789EC99E">
    <w:name w:val="CFDCD80822744505952D185F789EC99E"/>
  </w:style>
  <w:style w:type="paragraph" w:customStyle="1" w:styleId="5791D709F5494E8FAB9E7AB69614A2CC">
    <w:name w:val="5791D709F5494E8FAB9E7AB69614A2CC"/>
  </w:style>
  <w:style w:type="paragraph" w:customStyle="1" w:styleId="7723C0857EBB45CEAE29AAE2B9238D25">
    <w:name w:val="7723C0857EBB45CEAE29AAE2B9238D25"/>
  </w:style>
  <w:style w:type="paragraph" w:customStyle="1" w:styleId="0D6A96494D984725992B22B2B3ED43FE">
    <w:name w:val="0D6A96494D984725992B22B2B3ED43FE"/>
  </w:style>
  <w:style w:type="paragraph" w:customStyle="1" w:styleId="79B47F41F424484C840621534D3850EA">
    <w:name w:val="79B47F41F424484C840621534D3850EA"/>
  </w:style>
  <w:style w:type="paragraph" w:customStyle="1" w:styleId="C709470326814B88BE92FAE8403CA688">
    <w:name w:val="C709470326814B88BE92FAE8403CA688"/>
  </w:style>
  <w:style w:type="paragraph" w:customStyle="1" w:styleId="20DF350A4C2F4044828C70783E135AC7">
    <w:name w:val="20DF350A4C2F4044828C70783E135AC7"/>
  </w:style>
  <w:style w:type="paragraph" w:customStyle="1" w:styleId="89BD8005E50B46A5A5A437896ECA0FBF">
    <w:name w:val="89BD8005E50B46A5A5A437896ECA0FBF"/>
  </w:style>
  <w:style w:type="paragraph" w:customStyle="1" w:styleId="47BB78D401D04718A25F1ED42EE6833A">
    <w:name w:val="47BB78D401D04718A25F1ED42EE6833A"/>
  </w:style>
  <w:style w:type="paragraph" w:customStyle="1" w:styleId="639A17CAD47340B898FD9D73C4517B7A">
    <w:name w:val="639A17CAD47340B898FD9D73C4517B7A"/>
  </w:style>
  <w:style w:type="paragraph" w:customStyle="1" w:styleId="55A5E47A4A724C88A4C8D99C11AF64F6">
    <w:name w:val="55A5E47A4A724C88A4C8D99C11AF64F6"/>
  </w:style>
  <w:style w:type="paragraph" w:customStyle="1" w:styleId="E1095ECEFFDE4CDC92498E72D9CF097F">
    <w:name w:val="E1095ECEFFDE4CDC92498E72D9CF097F"/>
  </w:style>
  <w:style w:type="paragraph" w:customStyle="1" w:styleId="7F2D1C44E1734903AF6FE6A225EE6ED5">
    <w:name w:val="7F2D1C44E1734903AF6FE6A225EE6ED5"/>
  </w:style>
  <w:style w:type="paragraph" w:customStyle="1" w:styleId="7CB6A1CA096F46A0B68EC319B48A4E0E">
    <w:name w:val="7CB6A1CA096F46A0B68EC319B48A4E0E"/>
  </w:style>
  <w:style w:type="paragraph" w:customStyle="1" w:styleId="CE1FD0D7E48F4996B437AE24042C7457">
    <w:name w:val="CE1FD0D7E48F4996B437AE24042C7457"/>
  </w:style>
  <w:style w:type="paragraph" w:customStyle="1" w:styleId="BADE0FF28F594396A716CCB42F8CF597">
    <w:name w:val="BADE0FF28F594396A716CCB42F8CF597"/>
  </w:style>
  <w:style w:type="paragraph" w:customStyle="1" w:styleId="6D4015B1F5DB4F4EB5C70682C6C9FCEA">
    <w:name w:val="6D4015B1F5DB4F4EB5C70682C6C9FCEA"/>
  </w:style>
  <w:style w:type="paragraph" w:customStyle="1" w:styleId="CA262C9D52B1487DB66483FE356293F9">
    <w:name w:val="CA262C9D52B1487DB66483FE356293F9"/>
  </w:style>
  <w:style w:type="paragraph" w:customStyle="1" w:styleId="0D4BB51B61144F8DB91A5F5CB99E3254">
    <w:name w:val="0D4BB51B61144F8DB91A5F5CB99E3254"/>
  </w:style>
  <w:style w:type="paragraph" w:customStyle="1" w:styleId="A3A17FE7740046B28D5D114B2F50806A">
    <w:name w:val="A3A17FE7740046B28D5D114B2F50806A"/>
  </w:style>
  <w:style w:type="paragraph" w:customStyle="1" w:styleId="40B9733B915A494F80FF8CAD374E620D">
    <w:name w:val="40B9733B915A494F80FF8CAD374E620D"/>
  </w:style>
  <w:style w:type="paragraph" w:customStyle="1" w:styleId="9A02DA1E9F554FE9851311C2BF77EA34">
    <w:name w:val="9A02DA1E9F554FE9851311C2BF77EA34"/>
  </w:style>
  <w:style w:type="paragraph" w:customStyle="1" w:styleId="E0AE799A6E0C46CF8B95E4198E3B175D">
    <w:name w:val="E0AE799A6E0C46CF8B95E4198E3B175D"/>
  </w:style>
  <w:style w:type="paragraph" w:customStyle="1" w:styleId="FE1F003F604B483DA93583390EF7AAC2">
    <w:name w:val="FE1F003F604B483DA93583390EF7AAC2"/>
  </w:style>
  <w:style w:type="paragraph" w:customStyle="1" w:styleId="99B0AEC079124970B2BF32C24B1503C5">
    <w:name w:val="99B0AEC079124970B2BF32C24B1503C5"/>
  </w:style>
  <w:style w:type="paragraph" w:customStyle="1" w:styleId="44428C885E2E44B8A34BFB5BBB278BE8">
    <w:name w:val="44428C885E2E44B8A34BFB5BBB278BE8"/>
  </w:style>
  <w:style w:type="paragraph" w:customStyle="1" w:styleId="29F06EF9A5E14CC49A40F6DE32AE0BEC">
    <w:name w:val="29F06EF9A5E14CC49A40F6DE32AE0BEC"/>
  </w:style>
  <w:style w:type="paragraph" w:customStyle="1" w:styleId="718A1A7F1FC64A5C8DBBFBABC54F31A5">
    <w:name w:val="718A1A7F1FC64A5C8DBBFBABC54F31A5"/>
  </w:style>
  <w:style w:type="paragraph" w:customStyle="1" w:styleId="ED6A52CB743045D28222351E9CDB5E91">
    <w:name w:val="ED6A52CB743045D28222351E9CDB5E91"/>
  </w:style>
  <w:style w:type="paragraph" w:customStyle="1" w:styleId="FA7243B9CD87499883E3D2DBAE937314">
    <w:name w:val="FA7243B9CD87499883E3D2DBAE937314"/>
  </w:style>
  <w:style w:type="paragraph" w:customStyle="1" w:styleId="0BED458FA58748448FD299F91AED1162">
    <w:name w:val="0BED458FA58748448FD299F91AED1162"/>
  </w:style>
  <w:style w:type="paragraph" w:customStyle="1" w:styleId="2C2D28C54CE34F1287081028385BEC69">
    <w:name w:val="2C2D28C54CE34F1287081028385BEC69"/>
  </w:style>
  <w:style w:type="paragraph" w:customStyle="1" w:styleId="2F9CA368A7724E54B680C2886F6B4490">
    <w:name w:val="2F9CA368A7724E54B680C2886F6B4490"/>
  </w:style>
  <w:style w:type="paragraph" w:customStyle="1" w:styleId="5E43DD14087142DD964CA6645CD3DEC0">
    <w:name w:val="5E43DD14087142DD964CA6645CD3DEC0"/>
  </w:style>
  <w:style w:type="paragraph" w:customStyle="1" w:styleId="B6813F3DEFA54594A5C8B826C946AFF8">
    <w:name w:val="B6813F3DEFA54594A5C8B826C946AFF8"/>
  </w:style>
  <w:style w:type="paragraph" w:customStyle="1" w:styleId="202C64C31B2B4688A2AF184B675C17C6">
    <w:name w:val="202C64C31B2B4688A2AF184B675C17C6"/>
  </w:style>
  <w:style w:type="paragraph" w:customStyle="1" w:styleId="889734D9F695411FB7500CBE77BA4D33">
    <w:name w:val="889734D9F695411FB7500CBE77BA4D33"/>
  </w:style>
  <w:style w:type="paragraph" w:customStyle="1" w:styleId="6228113873E6411DAB2492A69C6289AA">
    <w:name w:val="6228113873E6411DAB2492A69C6289AA"/>
  </w:style>
  <w:style w:type="paragraph" w:customStyle="1" w:styleId="8A637D93F2F14235AF2D4401D8A3BF53">
    <w:name w:val="8A637D93F2F14235AF2D4401D8A3BF53"/>
  </w:style>
  <w:style w:type="paragraph" w:customStyle="1" w:styleId="AF9EDB75C40D44C68ED18200E0FDA104">
    <w:name w:val="AF9EDB75C40D44C68ED18200E0FDA104"/>
  </w:style>
  <w:style w:type="paragraph" w:customStyle="1" w:styleId="6CE5256CAD6F406FB23F4ED371175FE5">
    <w:name w:val="6CE5256CAD6F406FB23F4ED371175FE5"/>
  </w:style>
  <w:style w:type="paragraph" w:customStyle="1" w:styleId="730808552B894C80825D4A8399339F1A">
    <w:name w:val="730808552B894C80825D4A8399339F1A"/>
  </w:style>
  <w:style w:type="paragraph" w:customStyle="1" w:styleId="AD876D8729054D4897CAD6052FFD87CC">
    <w:name w:val="AD876D8729054D4897CAD6052FFD87CC"/>
  </w:style>
  <w:style w:type="paragraph" w:customStyle="1" w:styleId="595663E50ADE4F1B86721CDD7AAD8F79">
    <w:name w:val="595663E50ADE4F1B86721CDD7AAD8F79"/>
  </w:style>
  <w:style w:type="paragraph" w:customStyle="1" w:styleId="2181EC660B594CF9B0FB4C582BDB52B7">
    <w:name w:val="2181EC660B594CF9B0FB4C582BDB52B7"/>
  </w:style>
  <w:style w:type="paragraph" w:customStyle="1" w:styleId="680BEFC95CF64D4B8134051ED9E0F5C3">
    <w:name w:val="680BEFC95CF64D4B8134051ED9E0F5C3"/>
  </w:style>
  <w:style w:type="paragraph" w:customStyle="1" w:styleId="6B13D514DE1E4BA88E8F20B45D7E8139">
    <w:name w:val="6B13D514DE1E4BA88E8F20B45D7E8139"/>
  </w:style>
  <w:style w:type="paragraph" w:customStyle="1" w:styleId="BD72047F853F455BB55254B45CE8CAEE">
    <w:name w:val="BD72047F853F455BB55254B45CE8CAEE"/>
  </w:style>
  <w:style w:type="paragraph" w:customStyle="1" w:styleId="0B3872EC46F242E7B57F748F55DAF462">
    <w:name w:val="0B3872EC46F242E7B57F748F55DAF462"/>
  </w:style>
  <w:style w:type="paragraph" w:customStyle="1" w:styleId="98DA075BF2B7445C96593AED82639BD6">
    <w:name w:val="98DA075BF2B7445C96593AED82639BD6"/>
  </w:style>
  <w:style w:type="paragraph" w:customStyle="1" w:styleId="BC167B9EB7F349D88F8967197DAB0DD9">
    <w:name w:val="BC167B9EB7F349D88F8967197DAB0DD9"/>
  </w:style>
  <w:style w:type="paragraph" w:customStyle="1" w:styleId="70F7BA7524EE492CB3A370697585808E">
    <w:name w:val="70F7BA7524EE492CB3A370697585808E"/>
  </w:style>
  <w:style w:type="paragraph" w:customStyle="1" w:styleId="4AE605680DFC455C93806E6E56ABA780">
    <w:name w:val="4AE605680DFC455C93806E6E56ABA780"/>
  </w:style>
  <w:style w:type="paragraph" w:customStyle="1" w:styleId="ECAFDA281C1B431086DD5E956DB9E3DA">
    <w:name w:val="ECAFDA281C1B431086DD5E956DB9E3DA"/>
  </w:style>
  <w:style w:type="paragraph" w:customStyle="1" w:styleId="0F9ACCDD0BE64406AF9D2B4088ACFDE0">
    <w:name w:val="0F9ACCDD0BE64406AF9D2B4088ACFDE0"/>
  </w:style>
  <w:style w:type="paragraph" w:customStyle="1" w:styleId="5A18D4AC06D8488CA7F8018EF06BB289">
    <w:name w:val="5A18D4AC06D8488CA7F8018EF06BB289"/>
  </w:style>
  <w:style w:type="paragraph" w:customStyle="1" w:styleId="0F207585BE8C4D4C9DE5DFA92637D69B">
    <w:name w:val="0F207585BE8C4D4C9DE5DFA92637D69B"/>
  </w:style>
  <w:style w:type="paragraph" w:customStyle="1" w:styleId="18D5EF3EA68B47E7A359B38F96FB9C10">
    <w:name w:val="18D5EF3EA68B47E7A359B38F96FB9C10"/>
  </w:style>
  <w:style w:type="paragraph" w:customStyle="1" w:styleId="31C9CDDE1476418D989F5B46935C5AD8">
    <w:name w:val="31C9CDDE1476418D989F5B46935C5AD8"/>
  </w:style>
  <w:style w:type="paragraph" w:customStyle="1" w:styleId="26F8310F60654FA38F37083F008CD976">
    <w:name w:val="26F8310F60654FA38F37083F008CD976"/>
  </w:style>
  <w:style w:type="paragraph" w:customStyle="1" w:styleId="547A7BF6B9144F22AC6796D842BB5F05">
    <w:name w:val="547A7BF6B9144F22AC6796D842BB5F05"/>
  </w:style>
  <w:style w:type="paragraph" w:customStyle="1" w:styleId="BA19070D73DB4D4386DCBABB31FC7681">
    <w:name w:val="BA19070D73DB4D4386DCBABB31FC7681"/>
  </w:style>
  <w:style w:type="paragraph" w:customStyle="1" w:styleId="9428529952694B69BA74B535E9B7DAB2">
    <w:name w:val="9428529952694B69BA74B535E9B7DAB2"/>
  </w:style>
  <w:style w:type="paragraph" w:customStyle="1" w:styleId="B639CE5233C1418FBC580B33B0CEFD53">
    <w:name w:val="B639CE5233C1418FBC580B33B0CEFD53"/>
  </w:style>
  <w:style w:type="paragraph" w:customStyle="1" w:styleId="60F8E3DBF2F44F0C96D1BF371AF628B5">
    <w:name w:val="60F8E3DBF2F44F0C96D1BF371AF628B5"/>
  </w:style>
  <w:style w:type="paragraph" w:customStyle="1" w:styleId="12E11FDD985A4F3FAAAA5EA5FDF01534">
    <w:name w:val="12E11FDD985A4F3FAAAA5EA5FDF01534"/>
  </w:style>
  <w:style w:type="paragraph" w:customStyle="1" w:styleId="BEA2A33864FF4381B32DFF34CEDAE87C">
    <w:name w:val="BEA2A33864FF4381B32DFF34CEDAE87C"/>
  </w:style>
  <w:style w:type="paragraph" w:customStyle="1" w:styleId="2590238DBD8F4E2C92B26C2E48985AD1">
    <w:name w:val="2590238DBD8F4E2C92B26C2E48985AD1"/>
  </w:style>
  <w:style w:type="paragraph" w:customStyle="1" w:styleId="41F3797CC2444B399B2CE9783FEA0FF4">
    <w:name w:val="41F3797CC2444B399B2CE9783FEA0FF4"/>
  </w:style>
  <w:style w:type="paragraph" w:customStyle="1" w:styleId="3819CDABD04D4CDD87E34CA9AF0F9947">
    <w:name w:val="3819CDABD04D4CDD87E34CA9AF0F9947"/>
  </w:style>
  <w:style w:type="paragraph" w:customStyle="1" w:styleId="488CC8BAD1F4430481AF43280943F5E1">
    <w:name w:val="488CC8BAD1F4430481AF43280943F5E1"/>
  </w:style>
  <w:style w:type="paragraph" w:customStyle="1" w:styleId="3E871C82488543C4BA628DCD744D4BAA">
    <w:name w:val="3E871C82488543C4BA628DCD744D4BAA"/>
  </w:style>
  <w:style w:type="paragraph" w:customStyle="1" w:styleId="5A7A49369B9C4509983C3385949168F4">
    <w:name w:val="5A7A49369B9C4509983C3385949168F4"/>
  </w:style>
  <w:style w:type="paragraph" w:customStyle="1" w:styleId="67C9AEBF7B7B4B4392FA567F56820BF9">
    <w:name w:val="67C9AEBF7B7B4B4392FA567F56820BF9"/>
  </w:style>
  <w:style w:type="paragraph" w:customStyle="1" w:styleId="9EE67B4A7F0648D28EC9314119A996B8">
    <w:name w:val="9EE67B4A7F0648D28EC9314119A996B8"/>
  </w:style>
  <w:style w:type="paragraph" w:customStyle="1" w:styleId="505CA3C23EF7409BB26BE4B08775F9D4">
    <w:name w:val="505CA3C23EF7409BB26BE4B08775F9D4"/>
  </w:style>
  <w:style w:type="paragraph" w:customStyle="1" w:styleId="B90D0FBCBF474794B9156056CCAE2700">
    <w:name w:val="B90D0FBCBF474794B9156056CCAE2700"/>
  </w:style>
  <w:style w:type="paragraph" w:customStyle="1" w:styleId="48F220FDE0D243178565FCF6655716AD">
    <w:name w:val="48F220FDE0D243178565FCF6655716AD"/>
  </w:style>
  <w:style w:type="paragraph" w:customStyle="1" w:styleId="3F57F2320CD7407EBA977D752944512E">
    <w:name w:val="3F57F2320CD7407EBA977D752944512E"/>
  </w:style>
  <w:style w:type="paragraph" w:customStyle="1" w:styleId="EE2003EB3D34479C989653897BFACBF5">
    <w:name w:val="EE2003EB3D34479C989653897BFACBF5"/>
  </w:style>
  <w:style w:type="paragraph" w:customStyle="1" w:styleId="9F3ADD41CAD54528810FEB3BEF6EE823">
    <w:name w:val="9F3ADD41CAD54528810FEB3BEF6EE823"/>
  </w:style>
  <w:style w:type="paragraph" w:customStyle="1" w:styleId="4819C5DB52834F2EB0F3FB7DF45730BB">
    <w:name w:val="4819C5DB52834F2EB0F3FB7DF45730BB"/>
  </w:style>
  <w:style w:type="paragraph" w:customStyle="1" w:styleId="0A84CCFF83964B518B24F3AE531B68EF">
    <w:name w:val="0A84CCFF83964B518B24F3AE531B68EF"/>
  </w:style>
  <w:style w:type="paragraph" w:customStyle="1" w:styleId="643B500D88594A3E897D2D7B0A0E3D5C">
    <w:name w:val="643B500D88594A3E897D2D7B0A0E3D5C"/>
  </w:style>
  <w:style w:type="paragraph" w:customStyle="1" w:styleId="C945E339D281457286F3BC9269346B2D">
    <w:name w:val="C945E339D281457286F3BC9269346B2D"/>
  </w:style>
  <w:style w:type="paragraph" w:customStyle="1" w:styleId="1C316A64807F4CC1B0E6C1A8F49F4960">
    <w:name w:val="1C316A64807F4CC1B0E6C1A8F49F4960"/>
  </w:style>
  <w:style w:type="paragraph" w:customStyle="1" w:styleId="F4D8F9FC65764D54AF55D1AFA434FEAF">
    <w:name w:val="F4D8F9FC65764D54AF55D1AFA434FEAF"/>
  </w:style>
  <w:style w:type="paragraph" w:customStyle="1" w:styleId="B4B7F0244F02492B941EEB1C0B19F532">
    <w:name w:val="B4B7F0244F02492B941EEB1C0B19F532"/>
  </w:style>
  <w:style w:type="paragraph" w:customStyle="1" w:styleId="F0772050093B4475BE9D0D6FE1AB470A">
    <w:name w:val="F0772050093B4475BE9D0D6FE1AB470A"/>
  </w:style>
  <w:style w:type="paragraph" w:customStyle="1" w:styleId="50FDD6CBA6F64787AF3AE64A72F1B0A9">
    <w:name w:val="50FDD6CBA6F64787AF3AE64A72F1B0A9"/>
  </w:style>
  <w:style w:type="paragraph" w:customStyle="1" w:styleId="372B61F68AC243A188260BF2C32523E9">
    <w:name w:val="372B61F68AC243A188260BF2C32523E9"/>
  </w:style>
  <w:style w:type="paragraph" w:customStyle="1" w:styleId="63167B226C2A4E8BABF69FC0FD91505A">
    <w:name w:val="63167B226C2A4E8BABF69FC0FD91505A"/>
  </w:style>
  <w:style w:type="paragraph" w:customStyle="1" w:styleId="557279D9CAA1490D9AED40F515799959">
    <w:name w:val="557279D9CAA1490D9AED40F515799959"/>
  </w:style>
  <w:style w:type="paragraph" w:customStyle="1" w:styleId="E18ADF9E2DDC43C4AA831DDD944D4D1E">
    <w:name w:val="E18ADF9E2DDC43C4AA831DDD944D4D1E"/>
  </w:style>
  <w:style w:type="paragraph" w:customStyle="1" w:styleId="F0F861C396CB4C69844BBA2039859CF0">
    <w:name w:val="F0F861C396CB4C69844BBA2039859CF0"/>
  </w:style>
  <w:style w:type="paragraph" w:customStyle="1" w:styleId="CF01AC22560549DF8D82A7C9F10AC344">
    <w:name w:val="CF01AC22560549DF8D82A7C9F10AC344"/>
  </w:style>
  <w:style w:type="paragraph" w:customStyle="1" w:styleId="702B1E305BDD44DB8D515EB0BECA813A">
    <w:name w:val="702B1E305BDD44DB8D515EB0BECA813A"/>
  </w:style>
  <w:style w:type="paragraph" w:customStyle="1" w:styleId="6284CBEA501E499881F8B0017ED315F8">
    <w:name w:val="6284CBEA501E499881F8B0017ED315F8"/>
  </w:style>
  <w:style w:type="paragraph" w:customStyle="1" w:styleId="787F80DDD375418B9610CE00AE83EC85">
    <w:name w:val="787F80DDD375418B9610CE00AE83EC85"/>
  </w:style>
  <w:style w:type="paragraph" w:customStyle="1" w:styleId="85C25383ABB94AD59EBBA62CDF0AA5B1">
    <w:name w:val="85C25383ABB94AD59EBBA62CDF0AA5B1"/>
  </w:style>
  <w:style w:type="paragraph" w:customStyle="1" w:styleId="F61BE809CCC24ED9988F7AC295CCD26F">
    <w:name w:val="F61BE809CCC24ED9988F7AC295CCD26F"/>
  </w:style>
  <w:style w:type="paragraph" w:customStyle="1" w:styleId="2D66094E0FFF4F35B277B568B3F92625">
    <w:name w:val="2D66094E0FFF4F35B277B568B3F92625"/>
  </w:style>
  <w:style w:type="paragraph" w:customStyle="1" w:styleId="E082E261E0784B29A9B81574A33237C0">
    <w:name w:val="E082E261E0784B29A9B81574A33237C0"/>
  </w:style>
  <w:style w:type="paragraph" w:customStyle="1" w:styleId="C2462E191BF344C19E11704EC3D162DA">
    <w:name w:val="C2462E191BF344C19E11704EC3D162DA"/>
  </w:style>
  <w:style w:type="paragraph" w:customStyle="1" w:styleId="05E9BE8524BF4E51BF8203C83766293F">
    <w:name w:val="05E9BE8524BF4E51BF8203C8376629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CF44EAE3C8444816A313C806F4F46" ma:contentTypeVersion="30" ma:contentTypeDescription="Ein neues Dokument erstellen." ma:contentTypeScope="" ma:versionID="585fd598cfb1cbabe98ee509d8c0d008">
  <xsd:schema xmlns:xsd="http://www.w3.org/2001/XMLSchema" xmlns:xs="http://www.w3.org/2001/XMLSchema" xmlns:p="http://schemas.microsoft.com/office/2006/metadata/properties" xmlns:ns1="http://schemas.microsoft.com/sharepoint/v3" xmlns:ns2="ac55d254-e436-4b2f-ae49-2a5e200d046d" xmlns:ns3="7bf375fd-c16a-428e-90f5-962475562e5e" targetNamespace="http://schemas.microsoft.com/office/2006/metadata/properties" ma:root="true" ma:fieldsID="ead424e9eca073de1f898bba33aad6fb" ns1:_="" ns2:_="" ns3:_="">
    <xsd:import namespace="http://schemas.microsoft.com/sharepoint/v3"/>
    <xsd:import namespace="ac55d254-e436-4b2f-ae49-2a5e200d046d"/>
    <xsd:import namespace="7bf375fd-c16a-428e-90f5-962475562e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SeoKeywords" minOccurs="0"/>
                <xsd:element ref="ns3:g09145f204d040129e074f4a3472b47c" minOccurs="0"/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Bewertung (0 - 5)" ma:decimals="2" ma:description="Mittelwert aller Bewertungen, die abgegeben wurden." ma:hidden="true" ma:internalName="AverageRating" ma:readOnly="false">
      <xsd:simpleType>
        <xsd:restriction base="dms:Number"/>
      </xsd:simpleType>
    </xsd:element>
    <xsd:element name="RatingCount" ma:index="10" nillable="true" ma:displayName="Anzahl Bewertungen" ma:decimals="0" ma:description="Anzahl abgegebener Bewertungen" ma:hidden="true" ma:internalName="RatingCount" ma:readOnly="false">
      <xsd:simpleType>
        <xsd:restriction base="dms:Number"/>
      </xsd:simpleType>
    </xsd:element>
    <xsd:element name="RatedBy" ma:index="11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3" nillable="true" ma:displayName="Anzahl 'Gefällt mir'" ma:hidden="true" ma:internalName="LikesCount" ma:readOnly="false">
      <xsd:simpleType>
        <xsd:restriction base="dms:Unknown"/>
      </xsd:simpleType>
    </xsd:element>
    <xsd:element name="LikedBy" ma:index="14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oKeywords" ma:index="15" nillable="true" ma:displayName="Schlüsselwort" ma:description="Schlüsselwort" ma:hidden="true" ma:internalName="SeoKeywords">
      <xsd:simpleType>
        <xsd:restriction base="dms:Text"/>
      </xsd:simpleType>
    </xsd:element>
    <xsd:element name="DocumentSetDescription" ma:index="21" nillable="true" ma:displayName="Beschreibung" ma:description="Eine Beschreibung der Dokumentenmapp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5d254-e436-4b2f-ae49-2a5e200d046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iespalte &quot;Alle abfangen&quot;" ma:hidden="true" ma:list="{0521226e-e5e2-42e6-aa45-28d3bb72619b}" ma:internalName="TaxCatchAll" ma:showField="CatchAllData" ma:web="ac55d254-e436-4b2f-ae49-2a5e200d0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75fd-c16a-428e-90f5-962475562e5e" elementFormDefault="qualified">
    <xsd:import namespace="http://schemas.microsoft.com/office/2006/documentManagement/types"/>
    <xsd:import namespace="http://schemas.microsoft.com/office/infopath/2007/PartnerControls"/>
    <xsd:element name="g09145f204d040129e074f4a3472b47c" ma:index="17" nillable="true" ma:taxonomy="true" ma:internalName="g09145f204d040129e074f4a3472b47c" ma:taxonomyFieldName="Thema" ma:displayName="DokumentTyp" ma:default="" ma:fieldId="{009145f2-04d0-4012-9e07-4f4a3472b47c}" ma:taxonomyMulti="true" ma:sspId="11499e37-d308-4901-996c-eb6d626bbc7c" ma:termSetId="bb780794-2b62-43d2-96d1-0e26f7812cb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SeoKeywords xmlns="http://schemas.microsoft.com/sharepoint/v3">Arbeitsmaterialien</SeoKeywords>
    <DocumentSetDescription xmlns="http://schemas.microsoft.com/sharepoint/v3">Formulare zur Dokumentation eines Demografie-Prozesses</DocumentSetDescription>
    <TaxCatchAll xmlns="ac55d254-e436-4b2f-ae49-2a5e200d046d"/>
    <g09145f204d040129e074f4a3472b47c xmlns="7bf375fd-c16a-428e-90f5-962475562e5e">
      <Terms xmlns="http://schemas.microsoft.com/office/infopath/2007/PartnerControls"/>
    </g09145f204d040129e074f4a3472b47c>
    <RatingCount xmlns="http://schemas.microsoft.com/sharepoint/v3" xsi:nil="true"/>
    <LikedBy xmlns="http://schemas.microsoft.com/sharepoint/v3">
      <UserInfo>
        <DisplayName/>
        <AccountId xsi:nil="true"/>
        <AccountType/>
      </UserInfo>
    </LikedBy>
    <AverageRating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ac55d254-e436-4b2f-ae49-2a5e200d046d">MCXR3SKWZVN3-50-743</_dlc_DocId>
    <_dlc_DocIdUrl xmlns="ac55d254-e436-4b2f-ae49-2a5e200d046d">
      <Url>https://sp.tbs-nrw.de/Projekte/DemoAktiv/_layouts/15/DocIdRedir.aspx?ID=MCXR3SKWZVN3-50-743</Url>
      <Description>MCXR3SKWZVN3-50-743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BB986-68F7-4572-A6C3-9FE97229FC4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854E95-76B2-4556-BA6C-5D5C5D4B0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BAB508-C996-46DF-8359-014DD67F04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55d254-e436-4b2f-ae49-2a5e200d046d"/>
    <ds:schemaRef ds:uri="7bf375fd-c16a-428e-90f5-962475562e5e"/>
  </ds:schemaRefs>
</ds:datastoreItem>
</file>

<file path=customXml/itemProps4.xml><?xml version="1.0" encoding="utf-8"?>
<ds:datastoreItem xmlns:ds="http://schemas.openxmlformats.org/officeDocument/2006/customXml" ds:itemID="{FB848D8D-B22D-42F7-9BB3-3E678166B3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1BB82D-D2B5-479A-B579-BE3D83739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6_Aktionsplan</Template>
  <TotalTime>0</TotalTime>
  <Pages>2</Pages>
  <Words>338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w.lensing</dc:creator>
  <cp:lastModifiedBy>Birte Föhse</cp:lastModifiedBy>
  <cp:revision>3</cp:revision>
  <cp:lastPrinted>2016-04-18T07:52:00Z</cp:lastPrinted>
  <dcterms:created xsi:type="dcterms:W3CDTF">2016-05-31T07:40:00Z</dcterms:created>
  <dcterms:modified xsi:type="dcterms:W3CDTF">2018-02-07T12:53:00Z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0x01010048ACF44EAE3C8444816A313C806F4F46</vt:lpwstr>
  </property>
  <property fmtid="{D5CDD505-2E9C-101B-9397-08002B2CF9AE}" pid="3" name="Letzter Bearbeiter/in">
    <vt:lpwstr/>
  </property>
  <property fmtid="{D5CDD505-2E9C-101B-9397-08002B2CF9AE}" pid="4" name="Thema">
    <vt:lpwstr/>
  </property>
  <property fmtid="{D5CDD505-2E9C-101B-9397-08002B2CF9AE}" pid="5" name="_dlc_DocIdItemGuid">
    <vt:lpwstr>60025823-9c87-464b-829e-41200f430ecc</vt:lpwstr>
  </property>
</Properties>
</file>