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CD" w:rsidRDefault="00D52BCD" w:rsidP="00D52BCD">
      <w:pPr>
        <w:pStyle w:val="Themenfeld"/>
        <w:numPr>
          <w:ilvl w:val="0"/>
          <w:numId w:val="11"/>
        </w:numPr>
        <w:ind w:left="142" w:hanging="76"/>
      </w:pPr>
      <w:r>
        <w:t>Gesundheit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D52BCD" w:rsidTr="00C23D8F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52BCD" w:rsidRDefault="00D52BCD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2BCD" w:rsidRDefault="00D52BCD" w:rsidP="006D20DA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D52BCD" w:rsidRDefault="00D52BCD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D52BCD" w:rsidTr="00C23D8F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D52BCD" w:rsidRPr="008C4C60" w:rsidRDefault="00C23D8F" w:rsidP="00C23D8F">
            <w:pPr>
              <w:tabs>
                <w:tab w:val="left" w:pos="953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1004712205"/>
                <w:placeholder>
                  <w:docPart w:val="30ED11DF0E114F6F900BADC048EF45F3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D52BCD"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2BCD" w:rsidRDefault="00D52BCD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-1489934142"/>
            <w:placeholder>
              <w:docPart w:val="B948BDCC4F1349F3A3460FBE10226507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D52BCD" w:rsidRPr="00110ACB" w:rsidRDefault="00D52BCD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Zusammenfassung der Situationsbeschreibung (Stichworte) </w:t>
                </w:r>
              </w:p>
            </w:tc>
          </w:sdtContent>
        </w:sdt>
      </w:tr>
      <w:tr w:rsidR="00D52BCD" w:rsidTr="00C23D8F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52BCD" w:rsidRPr="008C4C60" w:rsidRDefault="00C23D8F" w:rsidP="00C23D8F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563769084"/>
                <w:placeholder>
                  <w:docPart w:val="527F4A667B7C498DA8EE4AC9A0DBAFAD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D52BCD"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2BCD" w:rsidRDefault="00D52BCD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52BCD" w:rsidRPr="00110ACB" w:rsidRDefault="00D52BCD" w:rsidP="006D20DA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D52BCD" w:rsidTr="00C23D8F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52BCD" w:rsidRDefault="00D52BCD" w:rsidP="006D20DA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2BCD" w:rsidRDefault="00D52BCD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52BCD" w:rsidRDefault="00D52BCD" w:rsidP="006D20DA">
            <w:pPr>
              <w:spacing w:before="120" w:after="120"/>
              <w:rPr>
                <w:rStyle w:val="InputZchn"/>
              </w:rPr>
            </w:pPr>
          </w:p>
        </w:tc>
      </w:tr>
      <w:tr w:rsidR="00D52BCD" w:rsidTr="00C23D8F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52BCD" w:rsidRPr="008C4C60" w:rsidRDefault="00D52BCD" w:rsidP="006D20DA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2BCD" w:rsidRDefault="00D52BCD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74025799"/>
            <w:placeholder>
              <w:docPart w:val="8834A1E8461B44B99C5B3F07AAE6A94D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D52BCD" w:rsidRPr="00110ACB" w:rsidRDefault="00D52BCD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Formulierung eines Zielsatzes, was mit den geplanten Maßnahmen in diesem Gestaltungsfeld erreicht werden soll</w:t>
                </w:r>
              </w:p>
            </w:tc>
          </w:sdtContent>
        </w:sdt>
      </w:tr>
    </w:tbl>
    <w:p w:rsidR="00D52BCD" w:rsidRPr="0024692F" w:rsidRDefault="0024692F" w:rsidP="0024692F">
      <w:pPr>
        <w:tabs>
          <w:tab w:val="left" w:pos="1701"/>
        </w:tabs>
        <w:spacing w:before="120" w:after="120"/>
        <w:rPr>
          <w:sz w:val="16"/>
          <w:szCs w:val="16"/>
        </w:rPr>
      </w:pPr>
      <w:r>
        <w:tab/>
      </w:r>
      <w:proofErr w:type="spellStart"/>
      <w:r w:rsidRPr="0024692F">
        <w:rPr>
          <w:sz w:val="16"/>
          <w:szCs w:val="16"/>
          <w:highlight w:val="yellow"/>
        </w:rPr>
        <w:t>Anm</w:t>
      </w:r>
      <w:proofErr w:type="spellEnd"/>
      <w:r w:rsidRPr="0024692F">
        <w:rPr>
          <w:sz w:val="16"/>
          <w:szCs w:val="16"/>
          <w:highlight w:val="yellow"/>
        </w:rPr>
        <w:t xml:space="preserve">:  Die </w:t>
      </w:r>
      <w:proofErr w:type="spellStart"/>
      <w:r w:rsidRPr="0024692F">
        <w:rPr>
          <w:sz w:val="16"/>
          <w:szCs w:val="16"/>
          <w:highlight w:val="yellow"/>
        </w:rPr>
        <w:t>Textboxen</w:t>
      </w:r>
      <w:proofErr w:type="spellEnd"/>
      <w:r w:rsidRPr="0024692F">
        <w:rPr>
          <w:sz w:val="16"/>
          <w:szCs w:val="16"/>
          <w:highlight w:val="yellow"/>
        </w:rPr>
        <w:t xml:space="preserve"> mit den einzelnen Gestaltungsansätzen können Sie beliebig duplizieren und in Größe und Position verändern</w:t>
      </w:r>
    </w:p>
    <w:p w:rsidR="00D52BCD" w:rsidRDefault="00D52BCD" w:rsidP="00D52BC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38B57F" wp14:editId="3497AC91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137" name="Rechtec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2BCD" w:rsidRPr="0024692F" w:rsidRDefault="00D52BCD" w:rsidP="00D52BCD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8B57F" id="Rechteck 137" o:spid="_x0000_s1026" style="position:absolute;margin-left:62.35pt;margin-top:.75pt;width:209.75pt;height:24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" fillcolor="#c6d9f1 [671]" stroked="f" strokeweight="2pt">
                <v:textbox>
                  <w:txbxContent>
                    <w:p w:rsidR="00D52BCD" w:rsidRPr="0024692F" w:rsidRDefault="00D52BCD" w:rsidP="00D52BCD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D52BCD" w:rsidRDefault="00D52BCD" w:rsidP="00D52BCD"/>
    <w:p w:rsidR="00D52BCD" w:rsidRDefault="00D52BCD" w:rsidP="00D52BC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0" wp14:anchorId="5EFC4B09" wp14:editId="0FD77C74">
                <wp:simplePos x="0" y="0"/>
                <wp:positionH relativeFrom="margin">
                  <wp:align>left</wp:align>
                </wp:positionH>
                <wp:positionV relativeFrom="page">
                  <wp:posOffset>4853305</wp:posOffset>
                </wp:positionV>
                <wp:extent cx="1620000" cy="396000"/>
                <wp:effectExtent l="2540" t="0" r="1905" b="1905"/>
                <wp:wrapNone/>
                <wp:docPr id="138" name="Rechteck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20000" cy="396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2BCD" w:rsidRPr="0087719D" w:rsidRDefault="00D52BCD" w:rsidP="00D52BC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C4B09" id="Rechteck 138" o:spid="_x0000_s1027" style="position:absolute;margin-left:0;margin-top:382.15pt;width:127.55pt;height:31.2pt;rotation:-90;z-index:251714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" o:allowoverlap="f" fillcolor="#4f81bd [3204]" stroked="f" strokeweight="2pt">
                <v:textbox>
                  <w:txbxContent>
                    <w:p w:rsidR="00D52BCD" w:rsidRPr="0087719D" w:rsidRDefault="00D52BCD" w:rsidP="00D52BCD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D52BCD" w:rsidRDefault="00D52BCD" w:rsidP="00D52BCD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79D9B4" wp14:editId="19A1CBE6">
                <wp:simplePos x="0" y="0"/>
                <wp:positionH relativeFrom="column">
                  <wp:posOffset>3174365</wp:posOffset>
                </wp:positionH>
                <wp:positionV relativeFrom="paragraph">
                  <wp:posOffset>9525</wp:posOffset>
                </wp:positionV>
                <wp:extent cx="2663825" cy="316230"/>
                <wp:effectExtent l="0" t="0" r="3175" b="7620"/>
                <wp:wrapNone/>
                <wp:docPr id="139" name="Rechtec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2BCD" w:rsidRPr="0024692F" w:rsidRDefault="00D52BCD" w:rsidP="00D52BCD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79D9B4" id="Rechteck 139" o:spid="_x0000_s1028" style="position:absolute;margin-left:249.95pt;margin-top:.75pt;width:209.75pt;height:24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" fillcolor="#c6d9f1 [671]" stroked="f" strokeweight="2pt">
                <v:textbox>
                  <w:txbxContent>
                    <w:p w:rsidR="00D52BCD" w:rsidRPr="0024692F" w:rsidRDefault="00D52BCD" w:rsidP="00D52BCD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D52BCD" w:rsidRDefault="008B33DD" w:rsidP="00D52BCD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D6BA174" wp14:editId="451DAB45">
                <wp:simplePos x="0" y="0"/>
                <wp:positionH relativeFrom="column">
                  <wp:posOffset>6834300</wp:posOffset>
                </wp:positionH>
                <wp:positionV relativeFrom="paragraph">
                  <wp:posOffset>1790</wp:posOffset>
                </wp:positionV>
                <wp:extent cx="2664069" cy="316523"/>
                <wp:effectExtent l="0" t="0" r="3175" b="7620"/>
                <wp:wrapNone/>
                <wp:docPr id="140" name="Rechtec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2BCD" w:rsidRPr="0024692F" w:rsidRDefault="00D52BCD" w:rsidP="00D52BCD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BA174" id="Rechteck 140" o:spid="_x0000_s1029" style="position:absolute;margin-left:538.15pt;margin-top:.15pt;width:209.75pt;height:24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" fillcolor="#c6d9f1 [671]" stroked="f" strokeweight="2pt">
                <v:textbox>
                  <w:txbxContent>
                    <w:p w:rsidR="00D52BCD" w:rsidRPr="0024692F" w:rsidRDefault="00D52BCD" w:rsidP="00D52BCD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D52BCD" w:rsidRDefault="00D52BCD" w:rsidP="00D52BCD"/>
    <w:p w:rsidR="00D52BCD" w:rsidRDefault="00D52BCD" w:rsidP="00D52BCD"/>
    <w:p w:rsidR="00D52BCD" w:rsidRDefault="00D52BCD" w:rsidP="00D52BCD"/>
    <w:p w:rsidR="00D52BCD" w:rsidRDefault="00D52BCD" w:rsidP="00D52BCD">
      <w:pPr>
        <w:tabs>
          <w:tab w:val="left" w:pos="2268"/>
        </w:tabs>
        <w:rPr>
          <w:szCs w:val="20"/>
        </w:rPr>
      </w:pPr>
    </w:p>
    <w:p w:rsidR="008E2E41" w:rsidRPr="00D52BCD" w:rsidRDefault="00D52BCD" w:rsidP="00D52BCD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715584" behindDoc="0" locked="1" layoutInCell="1" allowOverlap="0" wp14:anchorId="01407B4A" wp14:editId="21C68101">
                <wp:simplePos x="0" y="0"/>
                <wp:positionH relativeFrom="column">
                  <wp:posOffset>21260</wp:posOffset>
                </wp:positionH>
                <wp:positionV relativeFrom="page">
                  <wp:posOffset>6264910</wp:posOffset>
                </wp:positionV>
                <wp:extent cx="10216800" cy="424800"/>
                <wp:effectExtent l="0" t="76200" r="0" b="0"/>
                <wp:wrapNone/>
                <wp:docPr id="141" name="Gruppieren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142" name="Gruppieren 142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143" name="Gerade Verbindung mit Pfeil 143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4" name="Gruppieren 144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145" name="Gerader Verbinder 145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6" name="Gerader Verbinder 146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7" name="Gerader Verbinder 147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8" name="Gruppieren 148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149" name="Gerader Verbinder 149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0" name="Gerader Verbinder 150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1" name="Gerader Verbinder 151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" name="Gerader Verbinder 152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3" name="Gerader Verbinder 153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" name="Gerader Verbinder 154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" name="Gerader Verbinder 155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" name="Gerader Verbinder 156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7" name="Gerader Verbinder 157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58" name="Gruppieren 158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159" name="Rechteck 159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52BCD" w:rsidRPr="005A2C6A" w:rsidRDefault="00D52BCD" w:rsidP="00D52BCD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Rechteck 160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52BCD" w:rsidRPr="005A2C6A" w:rsidRDefault="00D52BCD" w:rsidP="00D52BCD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Rechteck 161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52BCD" w:rsidRPr="005A2C6A" w:rsidRDefault="00D52BCD" w:rsidP="00D52BCD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07B4A" id="Gruppieren 141" o:spid="_x0000_s1030" style="position:absolute;margin-left:1.65pt;margin-top:493.3pt;width:804.45pt;height:33.45pt;z-index:251715584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" o:allowoverlap="f">
                <v:group id="Gruppieren 142" o:spid="_x0000_s1031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43" o:spid="_x0000_s1032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7Ghb8AAADcAAAADwAAAGRycy9kb3ducmV2LnhtbERPS4vCMBC+L/gfwgje1tS3VqPIiuC1&#10;rqLHoRnbYjMpTdbWf28EYW/z8T1ntWlNKR5Uu8KygkE/AkGcWl1wpuD0u/+eg3AeWWNpmRQ8ycFm&#10;3flaYaxtwwk9jj4TIYRdjApy76tYSpfmZND1bUUcuJutDfoA60zqGpsQbko5jKKpNFhwaMixop+c&#10;0vvxzyjQ54yqSzNbXG+H7W6UTJJk4lulet12uwThqfX/4o/7oMP88Qjez4QL5P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b7Ghb8AAADcAAAADwAAAAAAAAAAAAAAAACh&#10;AgAAZHJzL2Rvd25yZXYueG1sUEsFBgAAAAAEAAQA+QAAAI0DAAAAAA==&#10;" strokecolor="#4579b8 [3044]" strokeweight="4.5pt">
                    <v:stroke endarrow="block"/>
                  </v:shape>
                  <v:group id="Gruppieren 144" o:spid="_x0000_s1033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<v:line id="Gerader Verbinder 145" o:spid="_x0000_s1034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tB2sMAAADcAAAADwAAAGRycy9kb3ducmV2LnhtbERPS2vCQBC+C/0PyxS86cZXkdRVSlUQ&#10;1EO0pdchO02C2dmwu2ry77sFwdt8fM9ZrFpTixs5X1lWMBomIIhzqysuFHydt4M5CB+QNdaWSUFH&#10;HlbLl94CU23vnNHtFAoRQ9inqKAMoUml9HlJBv3QNsSR+7XOYIjQFVI7vMdwU8txkrxJgxXHhhIb&#10;+iwpv5yuRsHGdt/Z3m1+jlU320/P88N4ss6V6r+2H+8gArXhKX64dzrOn87g/5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rQdrDAAAA3AAAAA8AAAAAAAAAAAAA&#10;AAAAoQIAAGRycy9kb3ducmV2LnhtbFBLBQYAAAAABAAEAPkAAACRAwAAAAA=&#10;" strokecolor="#4579b8 [3044]" strokeweight="2.25pt"/>
                    <v:line id="Gerader Verbinder 146" o:spid="_x0000_s1035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nfrcMAAADcAAAADwAAAGRycy9kb3ducmV2LnhtbERPS2vCQBC+C/0PyxS86cYnkrpKqQqC&#10;9hBt6XXITpNgdjbsrpr8+25B8DYf33OW69bU4kbOV5YVjIYJCOLc6ooLBV/n3WABwgdkjbVlUtCR&#10;h/XqpbfEVNs7Z3Q7hULEEPYpKihDaFIpfV6SQT+0DXHkfq0zGCJ0hdQO7zHc1HKcJHNpsOLYUGJD&#10;HyXll9PVKNja7js7uO3PZ9XNDtPz4jiebHKl+q/t+xuIQG14ih/uvY7zp3P4fyZe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75363DAAAA3AAAAA8AAAAAAAAAAAAA&#10;AAAAoQIAAGRycy9kb3ducmV2LnhtbFBLBQYAAAAABAAEAPkAAACRAwAAAAA=&#10;" strokecolor="#4579b8 [3044]" strokeweight="2.25pt"/>
                    <v:line id="Gerader Verbinder 147" o:spid="_x0000_s1036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6NsQAAADcAAAADwAAAGRycy9kb3ducmV2LnhtbERPS2sCMRC+C/0PYQreNFsfrWyNUloL&#10;gnpQW3odNtPdpZvJkqT7+PdGELzNx/ec5bozlWjI+dKygqdxAoI4s7rkXMHX+XO0AOEDssbKMino&#10;ycN69TBYYqpty0dqTiEXMYR9igqKEOpUSp8VZNCPbU0cuV/rDIYIXS61wzaGm0pOkuRZGiw5NhRY&#10;03tB2d/p3yjY2P77uHObn0PZz3ez82I/mX5kSg0fu7dXEIG6cBff3Fsd589e4PpMvECu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tXo2xAAAANwAAAAPAAAAAAAAAAAA&#10;AAAAAKECAABkcnMvZG93bnJldi54bWxQSwUGAAAAAAQABAD5AAAAkgMAAAAA&#10;" strokecolor="#4579b8 [3044]" strokeweight="2.25pt"/>
                  </v:group>
                  <v:group id="Gruppieren 148" o:spid="_x0000_s1037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<v:line id="Gerader Verbinder 149" o:spid="_x0000_s1038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8L8MAAADcAAAADwAAAGRycy9kb3ducmV2LnhtbERPzWoCMRC+F/oOYQq91Wy1iq5GkYIg&#10;tRe1DzDdjLuLm8k2merapzcFwdt8fL8zW3SuUScKsfZs4LWXgSIuvK25NPC1X72MQUVBtth4JgMX&#10;irCYPz7MMLf+zFs67aRUKYRjjgYqkTbXOhYVOYw93xIn7uCDQ0kwlNoGPKdw1+h+lo20w5pTQ4Ut&#10;vVdUHHe/zsDP5nMdL99NX0bDv49jWI4nMojGPD91yykooU7u4pt7bdP8twn8P5Mu0P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mvC/DAAAA3AAAAA8AAAAAAAAAAAAA&#10;AAAAoQIAAGRycy9kb3ducmV2LnhtbFBLBQYAAAAABAAEAPkAAACRAwAAAAA=&#10;" strokecolor="#4579b8 [3044]"/>
                    <v:line id="Gerader Verbinder 150" o:spid="_x0000_s1039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WDb8UAAADcAAAADwAAAGRycy9kb3ducmV2LnhtbESPQU8CQQyF7yb8h0lJvMmsGAisDISY&#10;mBD1IvAD6k7d3bDTWWcqLP56ezDx1ua9vvd1tRlCZ86UchvZwf2kAENcRd9y7eB4eL5bgMmC7LGL&#10;TA6ulGGzHt2ssPTxwu903kttNIRziQ4akb60NlcNBcyT2BOr9hlTQNE11dYnvGh46Oy0KOY2YMva&#10;0GBPTw1Vp/13cPD1+rbL149uKvPZz8spbRdLecjO3Y6H7SMYoUH+zX/XO6/4M8XXZ3QCu/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WDb8UAAADcAAAADwAAAAAAAAAA&#10;AAAAAAChAgAAZHJzL2Rvd25yZXYueG1sUEsFBgAAAAAEAAQA+QAAAJMDAAAAAA==&#10;" strokecolor="#4579b8 [3044]"/>
                    <v:line id="Gerader Verbinder 151" o:spid="_x0000_s1040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km9MIAAADcAAAADwAAAGRycy9kb3ducmV2LnhtbERPzWoCMRC+F/oOYQrealZFsatRpCCI&#10;9lLbB5huxt3FzWSbjLr69KZQ8DYf3+/Ml51r1JlCrD0bGPQzUMSFtzWXBr6/1q9TUFGQLTaeycCV&#10;IiwXz09zzK2/8Ced91KqFMIxRwOVSJtrHYuKHMa+b4kTd/DBoSQYSm0DXlK4a/QwyybaYc2pocKW&#10;3isqjvuTM/C7+9jE608zlMn4tj2G1fRNRtGY3ku3moES6uQh/ndvbJo/HsDfM+kCvb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km9MIAAADcAAAADwAAAAAAAAAAAAAA&#10;AAChAgAAZHJzL2Rvd25yZXYueG1sUEsFBgAAAAAEAAQA+QAAAJADAAAAAA==&#10;" strokecolor="#4579b8 [3044]"/>
                    <v:line id="Gerader Verbinder 152" o:spid="_x0000_s1041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u4g8IAAADcAAAADwAAAGRycy9kb3ducmV2LnhtbERPzWrCQBC+F/oOyxS81Y0RRaOrSKEg&#10;tpdaH2DMjkkwO5vuTjX69N1Cobf5+H5nue5dqy4UYuPZwGiYgSIuvW24MnD4fH2egYqCbLH1TAZu&#10;FGG9enxYYmH9lT/ospdKpRCOBRqoRbpC61jW5DAOfUecuJMPDiXBUGkb8JrCXavzLJtqhw2nhho7&#10;eqmpPO+/nYGvt/dtvB3bXKaT++4cNrO5jKMxg6d+swAl1Mu/+M+9tWn+JIffZ9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u4g8IAAADcAAAADwAAAAAAAAAAAAAA&#10;AAChAgAAZHJzL2Rvd25yZXYueG1sUEsFBgAAAAAEAAQA+QAAAJADAAAAAA==&#10;" strokecolor="#4579b8 [3044]"/>
                    <v:line id="Gerader Verbinder 153" o:spid="_x0000_s1042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cdGMIAAADcAAAADwAAAGRycy9kb3ducmV2LnhtbERPzWoCMRC+C32HMAVvmq2i6GoUKRTE&#10;9lLbBxg34+7iZrJNRl19+qZQ8DYf3+8s151r1IVCrD0beBlmoIgLb2suDXx/vQ1moKIgW2w8k4Eb&#10;RVivnnpLzK2/8idd9lKqFMIxRwOVSJtrHYuKHMahb4kTd/TBoSQYSm0DXlO4a/Qoy6baYc2pocKW&#10;XisqTvuzM/Dz/rGNt0MzkunkvjuFzWwu42hM/7nbLEAJdfIQ/7u3Ns2fjOHvmXSBXv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cdGMIAAADcAAAADwAAAAAAAAAAAAAA&#10;AAChAgAAZHJzL2Rvd25yZXYueG1sUEsFBgAAAAAEAAQA+QAAAJADAAAAAA==&#10;" strokecolor="#4579b8 [3044]"/>
                    <v:line id="Gerader Verbinder 154" o:spid="_x0000_s1043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6FbMMAAADcAAAADwAAAGRycy9kb3ducmV2LnhtbERP22oCMRB9F/oPYQq+abbe0K1RpCCI&#10;7UttP2C6GXcXN5NtMurar28KBd/mcK6zXHeuURcKsfZs4GmYgSIuvK25NPD5sR3MQUVBtth4JgM3&#10;irBePfSWmFt/5Xe6HKRUKYRjjgYqkTbXOhYVOYxD3xIn7uiDQ0kwlNoGvKZw1+hRls20w5pTQ4Ut&#10;vVRUnA5nZ+D79W0Xb1/NSGbTn/0pbOYLGUdj+o/d5hmUUCd38b97Z9P86QT+nkkX6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+hWzDAAAA3AAAAA8AAAAAAAAAAAAA&#10;AAAAoQIAAGRycy9kb3ducmV2LnhtbFBLBQYAAAAABAAEAPkAAACRAwAAAAA=&#10;" strokecolor="#4579b8 [3044]"/>
                    <v:line id="Gerader Verbinder 155" o:spid="_x0000_s1044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Ig98IAAADcAAAADwAAAGRycy9kb3ducmV2LnhtbERPzWrCQBC+F/oOyxS81Y1KRKOrSKEg&#10;tpdaH2DMjkkwO5vuTjX69N1Cobf5+H5nue5dqy4UYuPZwGiYgSIuvW24MnD4fH2egYqCbLH1TAZu&#10;FGG9enxYYmH9lT/ospdKpRCOBRqoRbpC61jW5DAOfUecuJMPDiXBUGkb8JrCXavHWTbVDhtODTV2&#10;9FJTed5/OwNfb+/beDu2Y5nm9905bGZzmURjBk/9ZgFKqJd/8Z97a9P8PIffZ9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Ig98IAAADcAAAADwAAAAAAAAAAAAAA&#10;AAChAgAAZHJzL2Rvd25yZXYueG1sUEsFBgAAAAAEAAQA+QAAAJADAAAAAA==&#10;" strokecolor="#4579b8 [3044]"/>
                    <v:line id="Gerader Verbinder 156" o:spid="_x0000_s1045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C+gMIAAADcAAAADwAAAGRycy9kb3ducmV2LnhtbERPzWrCQBC+C32HZQq96UaLQaOrSKEg&#10;bS9VH2DMjkkwO5vuTjX26buFgrf5+H5nue5dqy4UYuPZwHiUgSIuvW24MnDYvw5noKIgW2w9k4Eb&#10;RVivHgZLLKy/8idddlKpFMKxQAO1SFdoHcuaHMaR74gTd/LBoSQYKm0DXlO4a/Uky3LtsOHUUGNH&#10;LzWV5923M/D1/rGNt2M7kXz683YOm9lcnqMxT4/9ZgFKqJe7+N+9tWn+NIe/Z9IFe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OC+gMIAAADcAAAADwAAAAAAAAAAAAAA&#10;AAChAgAAZHJzL2Rvd25yZXYueG1sUEsFBgAAAAAEAAQA+QAAAJADAAAAAA==&#10;" strokecolor="#4579b8 [3044]"/>
                    <v:line id="Gerader Verbinder 157" o:spid="_x0000_s1046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wbG8MAAADcAAAADwAAAGRycy9kb3ducmV2LnhtbERPzWoCMRC+C32HMAVvNVtFq1ujiCBI&#10;24u2DzDdjLuLm8majLr26ZtCwdt8fL8zX3auURcKsfZs4HmQgSIuvK25NPD1uXmagoqCbLHxTAZu&#10;FGG5eOjNMbf+yju67KVUKYRjjgYqkTbXOhYVOYwD3xIn7uCDQ0kwlNoGvKZw1+hhlk20w5pTQ4Ut&#10;rSsqjvuzM3B6/9jG23czlMn45+0YVtOZjKIx/cdu9QpKqJO7+N+9tWn++AX+nk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sGxvDAAAA3AAAAA8AAAAAAAAAAAAA&#10;AAAAoQIAAGRycy9kb3ducmV2LnhtbFBLBQYAAAAABAAEAPkAAACRAwAAAAA=&#10;" strokecolor="#4579b8 [3044]"/>
                  </v:group>
                </v:group>
                <v:group id="Gruppieren 158" o:spid="_x0000_s1047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rect id="Rechteck 159" o:spid="_x0000_s1048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Xs8EA&#10;AADcAAAADwAAAGRycy9kb3ducmV2LnhtbERPS4vCMBC+C/6HMMJeRNMV1kc1igjCevN18TY0Y1Nt&#10;JqXJtvXfm4WFvc3H95zVprOlaKj2hWMFn+MEBHHmdMG5gutlP5qD8AFZY+mYFLzIw2bd760w1a7l&#10;EzXnkIsYwj5FBSaEKpXSZ4Ys+rGriCN3d7XFEGGdS11jG8NtKSdJMpUWC44NBivaGcqe5x+roPFm&#10;aoahfZSv49Ac/Ky9XXdHpT4G3XYJIlAX/sV/7m8d538t4PeZeIF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A17PBAAAA3AAAAA8AAAAAAAAAAAAAAAAAmAIAAGRycy9kb3du&#10;cmV2LnhtbFBLBQYAAAAABAAEAPUAAACGAwAAAAA=&#10;" fillcolor="#c6d9f1 [671]" stroked="f" strokeweight="2pt">
                    <v:textbox>
                      <w:txbxContent>
                        <w:p w:rsidR="00D52BCD" w:rsidRPr="005A2C6A" w:rsidRDefault="00D52BCD" w:rsidP="00D52BCD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60" o:spid="_x0000_s1049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a0k8QA&#10;AADcAAAADwAAAGRycy9kb3ducmV2LnhtbESPT2/CMAzF75P4DpGRdkGQwqGbCgFNSEjjxr/Lblbj&#10;Nd0ap2qytnz7+YDEzdZ7fu/nzW70jeqpi3VgA8tFBoq4DLbmysDtepi/g4oJ2WITmAzcKcJuO3nZ&#10;YGHDwGfqL6lSEsKxQAMupbbQOpaOPMZFaIlF+w6dxyRrV2nb4SDhvtGrLMu1x5qlwWFLe0fl7+XP&#10;G+ijy90sDT/N/TRzx/g2fN32J2Nep+PHGlSiMT3Nj+tPK/i54MszMoH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WtJPEAAAA3AAAAA8AAAAAAAAAAAAAAAAAmAIAAGRycy9k&#10;b3ducmV2LnhtbFBLBQYAAAAABAAEAPUAAACJAwAAAAA=&#10;" fillcolor="#c6d9f1 [671]" stroked="f" strokeweight="2pt">
                    <v:textbox>
                      <w:txbxContent>
                        <w:p w:rsidR="00D52BCD" w:rsidRPr="005A2C6A" w:rsidRDefault="00D52BCD" w:rsidP="00D52BCD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61" o:spid="_x0000_s1050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oRCMIA&#10;AADcAAAADwAAAGRycy9kb3ducmV2LnhtbERPTWvCQBC9F/wPywi9BN3YQ1qiqxRB0JtNvfQ2ZMds&#10;bHY2ZNds/PfdQqG3ebzP2ewm24mRBt86VrBa5iCIa6dbbhRcPg+LNxA+IGvsHJOCB3nYbWdPGyy1&#10;i/xBYxUakULYl6jAhNCXUvrakEW/dD1x4q5usBgSHBqpB4wp3HbyJc8LabHl1GCwp72h+ru6WwWj&#10;N4XJQrx1j3NmTv41fl32Z6We59P7GkSgKfyL/9xHneYXK/h9Jl0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GhEIwgAAANwAAAAPAAAAAAAAAAAAAAAAAJgCAABkcnMvZG93&#10;bnJldi54bWxQSwUGAAAAAAQABAD1AAAAhwMAAAAA&#10;" fillcolor="#c6d9f1 [671]" stroked="f" strokeweight="2pt">
                    <v:textbox>
                      <w:txbxContent>
                        <w:p w:rsidR="00D52BCD" w:rsidRPr="005A2C6A" w:rsidRDefault="00D52BCD" w:rsidP="00D52BCD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p w:rsidR="00916E34" w:rsidRDefault="00916E34" w:rsidP="00832E5F">
      <w:pPr>
        <w:sectPr w:rsidR="00916E34" w:rsidSect="009E213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6838" w:h="11906" w:orient="landscape" w:code="9"/>
          <w:pgMar w:top="1701" w:right="284" w:bottom="1701" w:left="284" w:header="567" w:footer="227" w:gutter="0"/>
          <w:cols w:space="708"/>
          <w:docGrid w:linePitch="360"/>
        </w:sectPr>
      </w:pPr>
    </w:p>
    <w:p w:rsidR="00916E34" w:rsidRDefault="00916E34" w:rsidP="00916E34">
      <w:pPr>
        <w:pStyle w:val="Themenfeld"/>
        <w:numPr>
          <w:ilvl w:val="0"/>
          <w:numId w:val="11"/>
        </w:numPr>
        <w:ind w:left="142" w:hanging="76"/>
      </w:pPr>
      <w:r>
        <w:lastRenderedPageBreak/>
        <w:t>Arbeitsplätze und Arbeitsorganisation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916E34" w:rsidTr="0068288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16E34" w:rsidRDefault="000E3BD2" w:rsidP="00400D98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6E34" w:rsidRDefault="00916E34" w:rsidP="00400D98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916E34" w:rsidRDefault="000E3BD2" w:rsidP="00400D98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916E34" w:rsidTr="003E30B5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916E34" w:rsidRPr="008C4C60" w:rsidRDefault="00C23D8F" w:rsidP="00C23D8F">
            <w:pPr>
              <w:tabs>
                <w:tab w:val="left" w:pos="987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1182480324"/>
                <w:placeholder>
                  <w:docPart w:val="39F3E7A501944EE98AAFE65534763EB8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3E30B5"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E34" w:rsidRDefault="00916E34" w:rsidP="00400D98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791397653"/>
            <w:placeholder>
              <w:docPart w:val="13DA3F954B5E4DB1AFEFF54BBB07AD96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916E34" w:rsidRPr="00110ACB" w:rsidRDefault="00916E34" w:rsidP="000E3BD2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Zusammenfassung der Situation</w:t>
                </w:r>
                <w:r w:rsidR="000E3BD2">
                  <w:rPr>
                    <w:rStyle w:val="Platzhaltertext"/>
                    <w:sz w:val="18"/>
                    <w:szCs w:val="18"/>
                  </w:rPr>
                  <w:t>sbeschreibung (Stichworte)</w:t>
                </w:r>
                <w:r>
                  <w:rPr>
                    <w:rStyle w:val="Platzhaltertext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916E34" w:rsidTr="0068288A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16E34" w:rsidRPr="008C4C60" w:rsidRDefault="00C23D8F" w:rsidP="00C23D8F">
            <w:pPr>
              <w:tabs>
                <w:tab w:val="left" w:pos="987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1770968058"/>
                <w:placeholder>
                  <w:docPart w:val="F24EDE661A684D718AECDB445563C68F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3E30B5"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E34" w:rsidRDefault="00916E34" w:rsidP="00400D98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16E34" w:rsidRPr="00110ACB" w:rsidRDefault="00916E34" w:rsidP="00400D98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916E34" w:rsidTr="0068288A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6E34" w:rsidRDefault="00916E34" w:rsidP="00400D98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E34" w:rsidRDefault="00916E34" w:rsidP="00400D98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6E34" w:rsidRDefault="00916E34" w:rsidP="00400D98">
            <w:pPr>
              <w:spacing w:before="120" w:after="120"/>
              <w:rPr>
                <w:rStyle w:val="InputZchn"/>
              </w:rPr>
            </w:pPr>
          </w:p>
        </w:tc>
      </w:tr>
      <w:tr w:rsidR="00916E34" w:rsidTr="003E30B5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16E34" w:rsidRPr="008C4C60" w:rsidRDefault="000E3BD2" w:rsidP="00400D98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E34" w:rsidRDefault="00916E34" w:rsidP="00400D98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391310570"/>
            <w:placeholder>
              <w:docPart w:val="E86393059C7F409B803B028B51B4EE2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916E34" w:rsidRPr="00110ACB" w:rsidRDefault="00916E34" w:rsidP="000E3BD2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Formulierung </w:t>
                </w:r>
                <w:r w:rsidR="000E3BD2">
                  <w:rPr>
                    <w:rStyle w:val="Platzhaltertext"/>
                    <w:sz w:val="18"/>
                    <w:szCs w:val="18"/>
                  </w:rPr>
                  <w:t>eines Zielsatzes, was mit den geplanten Maßnahmen in diesem Gestaltungsfeld erreicht werden soll</w:t>
                </w:r>
              </w:p>
            </w:tc>
          </w:sdtContent>
        </w:sdt>
      </w:tr>
    </w:tbl>
    <w:p w:rsidR="00916E34" w:rsidRDefault="00916E34" w:rsidP="00832E5F"/>
    <w:p w:rsidR="00916E34" w:rsidRDefault="000E3BD2" w:rsidP="00832E5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68BE52" wp14:editId="725A51C9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E5F" w:rsidRPr="0024692F" w:rsidRDefault="00A74E5F" w:rsidP="00A74E5F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8BE52" id="Rechteck 22" o:spid="_x0000_s1051" style="position:absolute;margin-left:62.35pt;margin-top:.75pt;width:209.75pt;height:24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" fillcolor="#c6d9f1 [671]" stroked="f" strokeweight="2pt">
                <v:textbox>
                  <w:txbxContent>
                    <w:p w:rsidR="00A74E5F" w:rsidRPr="0024692F" w:rsidRDefault="00A74E5F" w:rsidP="00A74E5F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916E34" w:rsidRDefault="00916E34" w:rsidP="00832E5F"/>
    <w:p w:rsidR="0087719D" w:rsidRDefault="000E3BD2" w:rsidP="00832E5F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1" allowOverlap="0" wp14:anchorId="042FF02D" wp14:editId="3E1D9071">
                <wp:simplePos x="0" y="0"/>
                <wp:positionH relativeFrom="margin">
                  <wp:align>left</wp:align>
                </wp:positionH>
                <wp:positionV relativeFrom="page">
                  <wp:posOffset>5017770</wp:posOffset>
                </wp:positionV>
                <wp:extent cx="1620000" cy="396000"/>
                <wp:effectExtent l="2540" t="0" r="1905" b="19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20000" cy="396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719D" w:rsidRPr="0087719D" w:rsidRDefault="0087719D" w:rsidP="0087719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FF02D" id="Rechteck 1" o:spid="_x0000_s1052" style="position:absolute;margin-left:0;margin-top:395.1pt;width:127.55pt;height:31.2pt;rotation:-90;z-index: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" o:allowoverlap="f" fillcolor="#4f81bd [3204]" stroked="f" strokeweight="2pt">
                <v:textbox>
                  <w:txbxContent>
                    <w:p w:rsidR="0087719D" w:rsidRPr="0087719D" w:rsidRDefault="0087719D" w:rsidP="0087719D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87719D" w:rsidRDefault="000E3BD2" w:rsidP="00832E5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A6C6E3" wp14:editId="1128D7D9">
                <wp:simplePos x="0" y="0"/>
                <wp:positionH relativeFrom="column">
                  <wp:posOffset>3174365</wp:posOffset>
                </wp:positionH>
                <wp:positionV relativeFrom="paragraph">
                  <wp:posOffset>9525</wp:posOffset>
                </wp:positionV>
                <wp:extent cx="2663825" cy="316230"/>
                <wp:effectExtent l="0" t="0" r="3175" b="762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E5F" w:rsidRPr="0024692F" w:rsidRDefault="00A74E5F" w:rsidP="00A74E5F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6C6E3" id="Rechteck 24" o:spid="_x0000_s1053" style="position:absolute;margin-left:249.95pt;margin-top:.75pt;width:209.75pt;height:24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" fillcolor="#c6d9f1 [671]" stroked="f" strokeweight="2pt">
                <v:textbox>
                  <w:txbxContent>
                    <w:p w:rsidR="00A74E5F" w:rsidRPr="0024692F" w:rsidRDefault="00A74E5F" w:rsidP="00A74E5F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87719D" w:rsidRDefault="0087719D" w:rsidP="00832E5F"/>
    <w:p w:rsidR="0087719D" w:rsidRDefault="0087719D" w:rsidP="00832E5F"/>
    <w:p w:rsidR="0087719D" w:rsidRDefault="0087719D" w:rsidP="00832E5F"/>
    <w:p w:rsidR="000E3040" w:rsidRDefault="0024692F" w:rsidP="00832E5F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C166E3" wp14:editId="3394E0EA">
                <wp:simplePos x="0" y="0"/>
                <wp:positionH relativeFrom="column">
                  <wp:posOffset>6909830</wp:posOffset>
                </wp:positionH>
                <wp:positionV relativeFrom="paragraph">
                  <wp:posOffset>29320</wp:posOffset>
                </wp:positionV>
                <wp:extent cx="2664069" cy="316523"/>
                <wp:effectExtent l="0" t="0" r="3175" b="762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E5F" w:rsidRPr="0024692F" w:rsidRDefault="00A74E5F" w:rsidP="00A74E5F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C166E3" id="Rechteck 25" o:spid="_x0000_s1054" style="position:absolute;margin-left:544.1pt;margin-top:2.3pt;width:209.75pt;height:24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" fillcolor="#c6d9f1 [671]" stroked="f" strokeweight="2pt">
                <v:textbox>
                  <w:txbxContent>
                    <w:p w:rsidR="00A74E5F" w:rsidRPr="0024692F" w:rsidRDefault="00A74E5F" w:rsidP="00A74E5F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0E3BD2" w:rsidRDefault="000E3BD2" w:rsidP="00672C68">
      <w:pPr>
        <w:tabs>
          <w:tab w:val="left" w:pos="2268"/>
        </w:tabs>
        <w:rPr>
          <w:szCs w:val="20"/>
        </w:rPr>
      </w:pPr>
    </w:p>
    <w:p w:rsidR="00E342FD" w:rsidRDefault="009014F8" w:rsidP="00672C68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682816" behindDoc="0" locked="1" layoutInCell="1" allowOverlap="0">
                <wp:simplePos x="0" y="0"/>
                <wp:positionH relativeFrom="column">
                  <wp:posOffset>21260</wp:posOffset>
                </wp:positionH>
                <wp:positionV relativeFrom="page">
                  <wp:posOffset>6264910</wp:posOffset>
                </wp:positionV>
                <wp:extent cx="10216800" cy="424800"/>
                <wp:effectExtent l="0" t="76200" r="0" b="0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34" name="Gruppieren 34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2" name="Gerade Verbindung mit Pfeil 2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" name="Gruppieren 27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4" name="Gerader Verbinder 4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r Verbinder 14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" name="Gruppieren 28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5" name="Gerader Verbinder 5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r Verbinder 7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6" name="Gruppieren 26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19" name="Rechteck 19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237CA" w:rsidRPr="005A2C6A" w:rsidRDefault="006237CA" w:rsidP="006237CA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eck 20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237CA" w:rsidRPr="005A2C6A" w:rsidRDefault="006237CA" w:rsidP="006237CA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hteck 21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237CA" w:rsidRPr="005A2C6A" w:rsidRDefault="006237CA" w:rsidP="006237CA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" o:spid="_x0000_s1055" style="position:absolute;margin-left:1.65pt;margin-top:493.3pt;width:804.45pt;height:33.45pt;z-index:251682816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" o:allowoverlap="f">
                <v:group id="Gruppieren 34" o:spid="_x0000_s1056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Gerade Verbindung mit Pfeil 2" o:spid="_x0000_s1057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22QsIAAADaAAAADwAAAGRycy9kb3ducmV2LnhtbESPzWrDMBCE74G8g9hAb7HcBDepazmE&#10;hoKvTlKa42Ktf6i1MpYau29fFQo9DjPzDZMdZtOLO42us6zgMYpBEFdWd9wouF7e1nsQziNr7C2T&#10;gm9ycMiXiwxTbScu6X72jQgQdikqaL0fUild1ZJBF9mBOHi1HQ36IMdG6hGnADe93MTxkzTYcVho&#10;caDXlqrP85dRoN8bGj6m3fOtLo6nbZmUZeJnpR5W8/EFhKfZ/4f/2oVWsIHfK+EGyP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22QsIAAADaAAAADwAAAAAAAAAAAAAA&#10;AAChAgAAZHJzL2Rvd25yZXYueG1sUEsFBgAAAAAEAAQA+QAAAJADAAAAAA==&#10;" strokecolor="#4579b8 [3044]" strokeweight="4.5pt">
                    <v:stroke endarrow="block"/>
                  </v:shape>
                  <v:group id="Gruppieren 27" o:spid="_x0000_s1058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Gerader Verbinder 4" o:spid="_x0000_s1059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C6tcMAAADaAAAADwAAAGRycy9kb3ducmV2LnhtbESPT4vCMBTE7wt+h/AEb2vqX6RrFNl1&#10;QVAP6i57fTTPtti8lCSr7bc3guBxmJnfMPNlYypxJedLywoG/QQEcWZ1ybmCn9P3+wyED8gaK8uk&#10;oCUPy0XnbY6ptjc+0PUYchEh7FNUUIRQp1L6rCCDvm9r4uidrTMYonS51A5vEW4qOUySqTRYclwo&#10;sKbPgrLL8d8oWNv297B167992U6249NsNxx9ZUr1us3qA0SgJrzCz/ZGKxjD40q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QurXDAAAA2gAAAA8AAAAAAAAAAAAA&#10;AAAAoQIAAGRycy9kb3ducmV2LnhtbFBLBQYAAAAABAAEAPkAAACRAwAAAAA=&#10;" strokecolor="#4579b8 [3044]" strokeweight="2.25pt"/>
                    <v:line id="Gerader Verbinder 9" o:spid="_x0000_s1060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EVK8QAAADaAAAADwAAAGRycy9kb3ducmV2LnhtbESPT2sCMRTE74LfITzBm2arVXRrlKIW&#10;CurBf/T62LzuLt28LEmqu9++KQgeh5n5DbNYNaYSN3K+tKzgZZiAIM6sLjlXcDl/DGYgfEDWWFkm&#10;BS15WC27nQWm2t75SLdTyEWEsE9RQRFCnUrps4IM+qGtiaP3bZ3BEKXLpXZ4j3BTyVGSTKXBkuNC&#10;gTWtC8p+Tr9Gwda21+PObb8OZTvZvZ5n+9F4kynV7zXvbyACNeEZfrQ/tYI5/F+JN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0RUrxAAAANoAAAAPAAAAAAAAAAAA&#10;AAAAAKECAABkcnMvZG93bnJldi54bWxQSwUGAAAAAAQABAD5AAAAkgMAAAAA&#10;" strokecolor="#4579b8 [3044]" strokeweight="2.25pt"/>
                    <v:line id="Gerader Verbinder 14" o:spid="_x0000_s1061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CoY8IAAADbAAAADwAAAGRycy9kb3ducmV2LnhtbERPS4vCMBC+L/gfwgje1tQn0jWK7Log&#10;qAd1l70OzdgWm0lJstr+eyMI3ubje8582ZhKXMn50rKCQT8BQZxZXXKu4Of0/T4D4QOyxsoyKWjJ&#10;w3LReZtjqu2ND3Q9hlzEEPYpKihCqFMpfVaQQd+3NXHkztYZDBG6XGqHtxhuKjlMkqk0WHJsKLCm&#10;z4Kyy/HfKFjb9vewdeu/fdlOtuPTbDccfWVK9brN6gNEoCa8xE/3Rsf5Y3j8Eg+Qi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CoY8IAAADbAAAADwAAAAAAAAAAAAAA&#10;AAChAgAAZHJzL2Rvd25yZXYueG1sUEsFBgAAAAAEAAQA+QAAAJADAAAAAA==&#10;" strokecolor="#4579b8 [3044]" strokeweight="2.25pt"/>
                  </v:group>
                  <v:group id="Gruppieren 28" o:spid="_x0000_s1062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Gerader Verbinder 5" o:spid="_x0000_s1063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        <v:line id="Gerader Verbinder 7" o:spid="_x0000_s1064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N88MAAADaAAAADwAAAGRycy9kb3ducmV2LnhtbESPUWsCMRCE34X+h7BC32pOS62eRhGh&#10;IK0vtf0B62W9O7xsrsmqZ399IxR8HGbmG2a+7FyjzhRi7dnAcJCBIi68rbk08P319jQBFQXZYuOZ&#10;DFwpwnLx0Jtjbv2FP+m8k1IlCMccDVQiba51LCpyGAe+JU7ewQeHkmQotQ14SXDX6FGWjbXDmtNC&#10;hS2tKyqOu5Mz8POx3cTrvhnJ+OX3/RhWk6k8R2Me+91qBkqok3v4v72xBl7hdiXdAL3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7jfPDAAAA2gAAAA8AAAAAAAAAAAAA&#10;AAAAoQIAAGRycy9kb3ducmV2LnhtbFBLBQYAAAAABAAEAPkAAACRAwAAAAA=&#10;" strokecolor="#4579b8 [3044]"/>
                    <v:line id="Gerader Verbinder 8" o:spid="_x0000_s1065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        <v:line id="Gerader Verbinder 11" o:spid="_x0000_s1066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BYA8EAAADb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o/hL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sFgDwQAAANsAAAAPAAAAAAAAAAAAAAAA&#10;AKECAABkcnMvZG93bnJldi54bWxQSwUGAAAAAAQABAD5AAAAjwMAAAAA&#10;" strokecolor="#4579b8 [3044]"/>
                    <v:line id="Gerader Verbinder 12" o:spid="_x0000_s1067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    <v:line id="Gerader Verbinder 13" o:spid="_x0000_s1068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5j78EAAADbAAAADwAAAGRycy9kb3ducmV2LnhtbERPzWoCMRC+C32HMAVvmq2i2K1RpFAQ&#10;9VLtA0w3093FzWSbTHX16Y1Q8DYf3+/Ml51r1IlCrD0beBlmoIgLb2suDXwdPgYzUFGQLTaeycCF&#10;IiwXT7055taf+ZNOeylVCuGYo4FKpM21jkVFDuPQt8SJ+/HBoSQYSm0DnlO4a/Qoy6baYc2pocKW&#10;3isqjvs/Z+B3u1vHy3czkunkujmG1exVxtGY/nO3egMl1MlD/O9e2zR/DPdf0gF6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LmPvwQAAANsAAAAPAAAAAAAAAAAAAAAA&#10;AKECAABkcnMvZG93bnJldi54bWxQSwUGAAAAAAQABAD5AAAAjwMAAAAA&#10;" strokecolor="#4579b8 [3044]"/>
                    <v:line id="Gerader Verbinder 15" o:spid="_x0000_s1069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teAMEAAADbAAAADwAAAGRycy9kb3ducmV2LnhtbERPzWoCMRC+F/oOYQrearaKoqtRRChI&#10;7aXqA4yb6e7iZrImU1379KZQ8DYf3+/Ml51r1IVCrD0beOtnoIgLb2suDRz2768TUFGQLTaeycCN&#10;IiwXz09zzK2/8hdddlKqFMIxRwOVSJtrHYuKHMa+b4kT9+2DQ0kwlNoGvKZw1+hBlo21w5pTQ4Ut&#10;rSsqTrsfZ+C8/dzE27EZyHj0+3EKq8lUhtGY3ku3moES6uQh/ndvbJo/gr9f0gF6c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i14AwQAAANsAAAAPAAAAAAAAAAAAAAAA&#10;AKECAABkcnMvZG93bnJldi54bWxQSwUGAAAAAAQABAD5AAAAjwMAAAAA&#10;" strokecolor="#4579b8 [3044]"/>
                    <v:line id="Gerader Verbinder 16" o:spid="_x0000_s1070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nAd8EAAADbAAAADwAAAGRycy9kb3ducmV2LnhtbERPzWrCQBC+C32HZQq96aaWBhtdRQoF&#10;qV60fYBpdkyC2dl0d6rRp+8Kgrf5+H5ntuhdq44UYuPZwPMoA0VcettwZeD762M4ARUF2WLrmQyc&#10;KcJi/jCYYWH9ibd03EmlUgjHAg3UIl2hdSxrchhHviNO3N4Hh5JgqLQNeErhrtXjLMu1w4ZTQ40d&#10;vddUHnZ/zsDverOK5592LPnr5fMQlpM3eYnGPD32yykooV7u4pt7ZdP8HK6/pAP0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WcB3wQAAANsAAAAPAAAAAAAAAAAAAAAA&#10;AKECAABkcnMvZG93bnJldi54bWxQSwUGAAAAAAQABAD5AAAAjwMAAAAA&#10;" strokecolor="#4579b8 [3044]"/>
                    <v:line id="Gerader Verbinder 17" o:spid="_x0000_s1071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Vl7MIAAADbAAAADwAAAGRycy9kb3ducmV2LnhtbERPzWoCMRC+C32HMEJvNaulVlejiFCQ&#10;1kttH2DcjLuLm8k2GXXt0zdCwdt8fL8zX3auUWcKsfZsYDjIQBEX3tZcGvj+enuagIqCbLHxTAau&#10;FGG5eOjNMbf+wp903kmpUgjHHA1UIm2udSwqchgHviVO3MEHh5JgKLUNeEnhrtGjLBtrhzWnhgpb&#10;WldUHHcnZ+DnY7uJ130zkvHL7/sxrCZTeY7GPPa71QyUUCd38b97Y9P8V7j9kg7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Vl7MIAAADbAAAADwAAAAAAAAAAAAAA&#10;AAChAgAAZHJzL2Rvd25yZXYueG1sUEsFBgAAAAAEAAQA+QAAAJADAAAAAA==&#10;" strokecolor="#4579b8 [3044]"/>
                  </v:group>
                </v:group>
                <v:group id="Gruppieren 26" o:spid="_x0000_s1072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hteck 19" o:spid="_x0000_s1073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1R/L8A&#10;AADbAAAADwAAAGRycy9kb3ducmV2LnhtbERPS4vCMBC+L/gfwgh7EU13D65Wo4gg6M3XxdvQjE21&#10;mZQm29Z/bwTB23x8z5kvO1uKhmpfOFbwM0pAEGdOF5wrOJ82wwkIH5A1lo5JwYM8LBe9rzmm2rV8&#10;oOYYchFD2KeowIRQpVL6zJBFP3IVceSurrYYIqxzqWtsY7gt5W+SjKXFgmODwYrWhrL78d8qaLwZ&#10;m0Fob+VjPzA7/9dezuu9Ut/9bjUDEagLH/HbvdVx/hRev8QD5O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rVH8vwAAANsAAAAPAAAAAAAAAAAAAAAAAJgCAABkcnMvZG93bnJl&#10;di54bWxQSwUGAAAAAAQABAD1AAAAhAMAAAAA&#10;" fillcolor="#c6d9f1 [671]" stroked="f" strokeweight="2pt">
                    <v:textbox>
                      <w:txbxContent>
                        <w:p w:rsidR="006237CA" w:rsidRPr="005A2C6A" w:rsidRDefault="006237CA" w:rsidP="006237CA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20" o:spid="_x0000_s1074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y3L4A&#10;AADbAAAADwAAAGRycy9kb3ducmV2LnhtbERPy4rCMBTdC/5DuIIb0VQXKh2jiCDozkc37i7NnaYz&#10;zU1pYlv/3iwEl4fz3ux6W4mWGl86VjCfJSCIc6dLLhRk9+N0DcIHZI2VY1LwIg+77XCwwVS7jq/U&#10;3kIhYgj7FBWYEOpUSp8bsuhnriaO3K9rLIYIm0LqBrsYbiu5SJKltFhybDBY08FQ/n97WgWtN0sz&#10;Cd1f9bpMzNmvukd2uCg1HvX7HxCB+vAVf9wnrWAR18cv8Q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X7Mty+AAAA2wAAAA8AAAAAAAAAAAAAAAAAmAIAAGRycy9kb3ducmV2&#10;LnhtbFBLBQYAAAAABAAEAPUAAACDAwAAAAA=&#10;" fillcolor="#c6d9f1 [671]" stroked="f" strokeweight="2pt">
                    <v:textbox>
                      <w:txbxContent>
                        <w:p w:rsidR="006237CA" w:rsidRPr="005A2C6A" w:rsidRDefault="006237CA" w:rsidP="006237CA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21" o:spid="_x0000_s1075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XR8IA&#10;AADbAAAADwAAAGRycy9kb3ducmV2LnhtbESPT4vCMBTE74LfIbyFvcg21YMu1VQWQXBv/rt4ezTP&#10;ptq8lCa29dtvFgSPw8z8hlmtB1uLjlpfOVYwTVIQxIXTFZcKzqft1zcIH5A11o5JwZM8rPPxaIWZ&#10;dj0fqDuGUkQI+wwVmBCaTEpfGLLoE9cQR+/qWoshyraUusU+wm0tZ2k6lxYrjgsGG9oYKu7Hh1XQ&#10;eTM3k9Df6ud+Yn79or+cN3ulPj+GnyWIQEN4h1/tnVYwm8L/l/g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5dHwgAAANsAAAAPAAAAAAAAAAAAAAAAAJgCAABkcnMvZG93&#10;bnJldi54bWxQSwUGAAAAAAQABAD1AAAAhwMAAAAA&#10;" fillcolor="#c6d9f1 [671]" stroked="f" strokeweight="2pt">
                    <v:textbox>
                      <w:txbxContent>
                        <w:p w:rsidR="006237CA" w:rsidRPr="005A2C6A" w:rsidRDefault="006237CA" w:rsidP="006237CA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p w:rsidR="009014F8" w:rsidRDefault="009014F8" w:rsidP="009014F8">
      <w:pPr>
        <w:pStyle w:val="Themenfeld"/>
        <w:numPr>
          <w:ilvl w:val="0"/>
          <w:numId w:val="11"/>
        </w:numPr>
        <w:ind w:left="142" w:hanging="76"/>
      </w:pPr>
      <w:r>
        <w:lastRenderedPageBreak/>
        <w:t>Wissen und Qualifikation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9014F8" w:rsidTr="006D20DA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149333936"/>
                <w:placeholder>
                  <w:docPart w:val="E22E78F59EC7462D91EAED8F241F722A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1555350337"/>
            <w:placeholder>
              <w:docPart w:val="3AE1AF2B3FA4451F96F72CD14F6A56E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Zusammenfassung der Situationsbeschreibung (Stichworte) </w:t>
                </w:r>
              </w:p>
            </w:tc>
          </w:sdtContent>
        </w:sdt>
      </w:tr>
      <w:tr w:rsidR="009014F8" w:rsidTr="006D20DA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31397034"/>
                <w:placeholder>
                  <w:docPart w:val="CA904E839FC5408EB995029A4D15DFF7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014F8" w:rsidRPr="00110ACB" w:rsidRDefault="009014F8" w:rsidP="006D20DA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9014F8" w:rsidTr="006D20DA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</w:tr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Pr="008C4C60" w:rsidRDefault="009014F8" w:rsidP="006D20DA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-102433391"/>
            <w:placeholder>
              <w:docPart w:val="49FBDF8481B54B98B1D1EE1E7C332046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Formulierung eines Zielsatzes, was mit den geplanten Maßnahmen in diesem Gestaltungsfeld erreicht werden soll</w:t>
                </w:r>
              </w:p>
            </w:tc>
          </w:sdtContent>
        </w:sdt>
      </w:tr>
    </w:tbl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9E9358" wp14:editId="31877DC6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E9358" id="Rechteck 36" o:spid="_x0000_s1076" style="position:absolute;margin-left:62.35pt;margin-top:.75pt;width:209.75pt;height:24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0" wp14:anchorId="35F0D080" wp14:editId="727B817C">
                <wp:simplePos x="0" y="0"/>
                <wp:positionH relativeFrom="margin">
                  <wp:align>left</wp:align>
                </wp:positionH>
                <wp:positionV relativeFrom="page">
                  <wp:posOffset>5082540</wp:posOffset>
                </wp:positionV>
                <wp:extent cx="1619885" cy="395605"/>
                <wp:effectExtent l="2540" t="0" r="1905" b="1905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3956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87719D" w:rsidRDefault="009014F8" w:rsidP="009014F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0D080" id="Rechteck 37" o:spid="_x0000_s1077" style="position:absolute;margin-left:0;margin-top:400.2pt;width:127.55pt;height:31.15pt;rotation:-90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" o:allowoverlap="f" fillcolor="#4f81bd [3204]" stroked="f" strokeweight="2pt">
                <v:textbox>
                  <w:txbxContent>
                    <w:p w:rsidR="009014F8" w:rsidRPr="0087719D" w:rsidRDefault="009014F8" w:rsidP="009014F8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D37547" wp14:editId="3346D978">
                <wp:simplePos x="0" y="0"/>
                <wp:positionH relativeFrom="column">
                  <wp:posOffset>3174860</wp:posOffset>
                </wp:positionH>
                <wp:positionV relativeFrom="paragraph">
                  <wp:posOffset>7040</wp:posOffset>
                </wp:positionV>
                <wp:extent cx="3852000" cy="316230"/>
                <wp:effectExtent l="0" t="0" r="0" b="7620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2000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D37547" id="Rechteck 38" o:spid="_x0000_s1078" style="position:absolute;margin-left:250pt;margin-top:.55pt;width:303.3pt;height:24.9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/>
    <w:p w:rsidR="009014F8" w:rsidRDefault="0024692F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C36D0C" wp14:editId="1F3B4B30">
                <wp:simplePos x="0" y="0"/>
                <wp:positionH relativeFrom="column">
                  <wp:posOffset>7165500</wp:posOffset>
                </wp:positionH>
                <wp:positionV relativeFrom="paragraph">
                  <wp:posOffset>284355</wp:posOffset>
                </wp:positionV>
                <wp:extent cx="2664069" cy="316523"/>
                <wp:effectExtent l="0" t="0" r="3175" b="7620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C36D0C" id="Rechteck 39" o:spid="_x0000_s1079" style="position:absolute;margin-left:564.2pt;margin-top:22.4pt;width:209.75pt;height:24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pPr>
        <w:tabs>
          <w:tab w:val="left" w:pos="2268"/>
        </w:tabs>
        <w:rPr>
          <w:szCs w:val="20"/>
        </w:rPr>
      </w:pPr>
    </w:p>
    <w:p w:rsidR="009014F8" w:rsidRDefault="009014F8" w:rsidP="009014F8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691008" behindDoc="0" locked="1" layoutInCell="1" allowOverlap="0" wp14:anchorId="01407B4A" wp14:editId="21C68101">
                <wp:simplePos x="0" y="0"/>
                <wp:positionH relativeFrom="column">
                  <wp:posOffset>21260</wp:posOffset>
                </wp:positionH>
                <wp:positionV relativeFrom="page">
                  <wp:posOffset>6264910</wp:posOffset>
                </wp:positionV>
                <wp:extent cx="10216800" cy="424800"/>
                <wp:effectExtent l="0" t="76200" r="0" b="0"/>
                <wp:wrapNone/>
                <wp:docPr id="40" name="Gruppieren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42" name="Gruppieren 42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43" name="Gerade Verbindung mit Pfeil 43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4" name="Gruppieren 44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45" name="Gerader Verbinder 45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Gerader Verbinder 46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Gerader Verbinder 47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" name="Gruppieren 48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49" name="Gerader Verbinder 49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Gerader Verbinder 50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Gerader Verbinder 51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Gerader Verbinder 52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Gerader Verbinder 53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Gerader Verbinder 54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Gerader Verbinder 55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Gerader Verbinder 56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Gerader Verbinder 57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58" name="Gruppieren 58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59" name="Rechteck 59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5A2C6A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eck 60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5A2C6A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eck 61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E342FD" w:rsidRDefault="009014F8" w:rsidP="009014F8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07B4A" id="Gruppieren 40" o:spid="_x0000_s1080" style="position:absolute;margin-left:1.65pt;margin-top:493.3pt;width:804.45pt;height:33.45pt;z-index:251691008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" o:allowoverlap="f">
                <v:group id="Gruppieren 42" o:spid="_x0000_s1081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Gerade Verbindung mit Pfeil 43" o:spid="_x0000_s1082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u3YMEAAADbAAAADwAAAGRycy9kb3ducmV2LnhtbESPT4vCMBTE7wt+h/AEb2vqf61GkRXB&#10;a11Fj4/m2Rabl9Jkbf32RhD2OMzMb5jVpjWleFDtCssKBv0IBHFqdcGZgtPv/nsOwnlkjaVlUvAk&#10;B5t152uFsbYNJ/Q4+kwECLsYFeTeV7GULs3JoOvbijh4N1sb9EHWmdQ1NgFuSjmMoqk0WHBYyLGi&#10;n5zS+/HPKNDnjKpLM1tcb4ftbpRMkmTiW6V63Xa7BOGp9f/hT/ugFYxH8P4SfoB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i7dgwQAAANsAAAAPAAAAAAAAAAAAAAAA&#10;AKECAABkcnMvZG93bnJldi54bWxQSwUGAAAAAAQABAD5AAAAjwMAAAAA&#10;" strokecolor="#4579b8 [3044]" strokeweight="4.5pt">
                    <v:stroke endarrow="block"/>
                  </v:shape>
                  <v:group id="Gruppieren 44" o:spid="_x0000_s1083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Gerader Verbinder 45" o:spid="_x0000_s1084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8i5cUAAADbAAAADwAAAGRycy9kb3ducmV2LnhtbESPT2vCQBTE70K/w/IK3nTjvyKpq5Sq&#10;IKiHaEuvj+xrEsy+DburJt++WxA8DjPzG2axak0tbuR8ZVnBaJiAIM6trrhQ8HXeDuYgfEDWWFsm&#10;BR15WC1fegtMtb1zRrdTKESEsE9RQRlCk0rp85IM+qFtiKP3a53BEKUrpHZ4j3BTy3GSvEmDFceF&#10;Ehv6LCm/nK5GwcZ239nebX6OVTfbT8/zw3iyzpXqv7Yf7yACteEZfrR3WsF0Bv9f4g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8i5cUAAADbAAAADwAAAAAAAAAA&#10;AAAAAAChAgAAZHJzL2Rvd25yZXYueG1sUEsFBgAAAAAEAAQA+QAAAJMDAAAAAA==&#10;" strokecolor="#4579b8 [3044]" strokeweight="2.25pt"/>
                    <v:line id="Gerader Verbinder 46" o:spid="_x0000_s1085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28ksUAAADbAAAADwAAAGRycy9kb3ducmV2LnhtbESPT2vCQBTE7wW/w/KE3uqm1opEN0Gs&#10;hYL14D+8PrLPJDT7NuxuNfn2rlDocZiZ3zCLvDONuJLztWUFr6MEBHFhdc2lguPh82UGwgdkjY1l&#10;UtCThzwbPC0w1fbGO7ruQykihH2KCqoQ2lRKX1Rk0I9sSxy9i3UGQ5SulNrhLcJNI8dJMpUGa44L&#10;Fba0qqj42f8aBWvbn3Ybtz5v6/59MznMvsdvH4VSz8NuOQcRqAv/4b/2l1YwmcLjS/wBMr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+28ksUAAADbAAAADwAAAAAAAAAA&#10;AAAAAAChAgAAZHJzL2Rvd25yZXYueG1sUEsFBgAAAAAEAAQA+QAAAJMDAAAAAA==&#10;" strokecolor="#4579b8 [3044]" strokeweight="2.25pt"/>
                    <v:line id="Gerader Verbinder 47" o:spid="_x0000_s1086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EZCcYAAADbAAAADwAAAGRycy9kb3ducmV2LnhtbESPW2sCMRSE34X+h3AKvmm2XlrZGqW0&#10;FgT1QW3p62Fzurt0c7Ik6V7+vREEH4eZ+YZZrjtTiYacLy0reBonIIgzq0vOFXydP0cLED4ga6ws&#10;k4KePKxXD4Mlptq2fKTmFHIRIexTVFCEUKdS+qwgg35sa+Lo/VpnMETpcqkdthFuKjlJkmdpsOS4&#10;UGBN7wVlf6d/o2Bj++/jzm1+DmU/383Oi/1k+pEpNXzs3l5BBOrCPXxrb7WC2Qtcv8QfIF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hGQnGAAAA2wAAAA8AAAAAAAAA&#10;AAAAAAAAoQIAAGRycy9kb3ducmV2LnhtbFBLBQYAAAAABAAEAPkAAACUAwAAAAA=&#10;" strokecolor="#4579b8 [3044]" strokeweight="2.25pt"/>
                  </v:group>
                  <v:group id="Gruppieren 48" o:spid="_x0000_s1087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line id="Gerader Verbinder 49" o:spid="_x0000_s1088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V7GMQAAADbAAAADwAAAGRycy9kb3ducmV2LnhtbESPUWsCMRCE3wv9D2ELfau5ahU9jSIF&#10;QWpf1P6A7WW9O7xsrslWz/56UxB8HGbmG2a26FyjThRi7dnAay8DRVx4W3Np4Gu/ehmDioJssfFM&#10;Bi4UYTF/fJhhbv2Zt3TaSakShGOOBiqRNtc6FhU5jD3fEifv4INDSTKU2gY8J7hrdD/LRtphzWmh&#10;wpbeKyqOu19n4GfzuY6X76Yvo+HfxzEsxxMZRGOen7rlFJRQJ/fwrb22Bt4m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dXsYxAAAANsAAAAPAAAAAAAAAAAA&#10;AAAAAKECAABkcnMvZG93bnJldi54bWxQSwUGAAAAAAQABAD5AAAAkgMAAAAA&#10;" strokecolor="#4579b8 [3044]"/>
                    <v:line id="Gerader Verbinder 50" o:spid="_x0000_s1089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ZEWMEAAADbAAAADwAAAGRycy9kb3ducmV2LnhtbERPzWrCQBC+F3yHZYTe6qYWRVM3IoWC&#10;1F78eYBpdpqEZGfT3anGPr17KHj8+P5X68F16kwhNp4NPE8yUMSltw1XBk7H96cFqCjIFjvPZOBK&#10;EdbF6GGFufUX3tP5IJVKIRxzNFCL9LnWsazJYZz4njhx3z44lARDpW3ASwp3nZ5m2Vw7bDg11NjT&#10;W01le/h1Bn52n9t4/eqmMp/9fbRhs1jKSzTmcTxsXkEJDXIX/7u31sAsrU9f0g/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lkRYwQAAANsAAAAPAAAAAAAAAAAAAAAA&#10;AKECAABkcnMvZG93bnJldi54bWxQSwUGAAAAAAQABAD5AAAAjwMAAAAA&#10;" strokecolor="#4579b8 [3044]"/>
                    <v:line id="Gerader Verbinder 51" o:spid="_x0000_s1090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rhw8QAAADbAAAADwAAAGRycy9kb3ducmV2LnhtbESPUWsCMRCE3wv9D2ELvtWcimJPo0hB&#10;EO1LbX/A9rLeHV4212TV019vCgUfh5n5hpkvO9eoM4VYezYw6GegiAtvay4NfH+tX6egoiBbbDyT&#10;gStFWC6en+aYW3/hTzrvpVQJwjFHA5VIm2sdi4ocxr5viZN38MGhJBlKbQNeEtw1ephlE+2w5rRQ&#10;YUvvFRXH/ckZ+N19bOL1pxnKZHzbHsNq+iajaEzvpVvNQAl18gj/tzfWwHgAf1/SD9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2uHDxAAAANsAAAAPAAAAAAAAAAAA&#10;AAAAAKECAABkcnMvZG93bnJldi54bWxQSwUGAAAAAAQABAD5AAAAkgMAAAAA&#10;" strokecolor="#4579b8 [3044]"/>
                    <v:line id="Gerader Verbinder 52" o:spid="_x0000_s1091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h/tMQAAADbAAAADwAAAGRycy9kb3ducmV2LnhtbESPUWvCQBCE3wv9D8cWfKsXI4pGT5FC&#10;QWxfav0Ba25Ngrm99G6r0V/fKxT6OMzMN8xy3btWXSjExrOB0TADRVx623Bl4PD5+jwDFQXZYuuZ&#10;DNwownr1+LDEwvorf9BlL5VKEI4FGqhFukLrWNbkMA59R5y8kw8OJclQaRvwmuCu1XmWTbXDhtNC&#10;jR291FSe99/OwNfb+zbejm0u08l9dw6b2VzG0ZjBU79ZgBLq5T/8195aA5Mc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CH+0xAAAANsAAAAPAAAAAAAAAAAA&#10;AAAAAKECAABkcnMvZG93bnJldi54bWxQSwUGAAAAAAQABAD5AAAAkgMAAAAA&#10;" strokecolor="#4579b8 [3044]"/>
                    <v:line id="Gerader Verbinder 53" o:spid="_x0000_s1092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TaL8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KG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NovxAAAANsAAAAPAAAAAAAAAAAA&#10;AAAAAKECAABkcnMvZG93bnJldi54bWxQSwUGAAAAAAQABAD5AAAAkgMAAAAA&#10;" strokecolor="#4579b8 [3044]"/>
                    <v:line id="Gerader Verbinder 54" o:spid="_x0000_s1093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CW8QAAADbAAAADwAAAGRycy9kb3ducmV2LnhtbESPzWoCQRCE70LeYeiAN52Nf+jGUSQg&#10;iMklJg/Q2Wl3F3d6NjOtrnn6TCDgsaiqr6jlunONulCItWcDT8MMFHHhbc2lgc+P7WAOKgqyxcYz&#10;GbhRhPXqobfE3Porv9PlIKVKEI45GqhE2lzrWFTkMA59S5y8ow8OJclQahvwmuCu0aMsm2mHNaeF&#10;Clt6qag4Hc7OwPfr2y7evpqRzKY/+1PYzBcyjsb0H7vNMyihTu7h//bOGphO4O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rUJbxAAAANsAAAAPAAAAAAAAAAAA&#10;AAAAAKECAABkcnMvZG93bnJldi54bWxQSwUGAAAAAAQABAD5AAAAkgMAAAAA&#10;" strokecolor="#4579b8 [3044]"/>
                    <v:line id="Gerader Verbinder 55" o:spid="_x0000_s1094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HnwMQAAADbAAAADwAAAGRycy9kb3ducmV2LnhtbESPUWvCQBCE3wv9D8cWfKsXlYhGT5FC&#10;QWxfav0Ba25Ngrm99G6r0V/fKxT6OMzMN8xy3btWXSjExrOB0TADRVx623Bl4PD5+jwDFQXZYuuZ&#10;DNwownr1+LDEwvorf9BlL5VKEI4FGqhFukLrWNbkMA59R5y8kw8OJclQaRvwmuCu1eMsm2qHDaeF&#10;Gjt6qak877+dga+39228HduxTPP77hw2s7lMojGDp36zACXUy3/4r721BvIc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4efAxAAAANsAAAAPAAAAAAAAAAAA&#10;AAAAAKECAABkcnMvZG93bnJldi54bWxQSwUGAAAAAAQABAD5AAAAkgMAAAAA&#10;" strokecolor="#4579b8 [3044]"/>
                    <v:line id="Gerader Verbinder 56" o:spid="_x0000_s1095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N5t8QAAADbAAAADwAAAGRycy9kb3ducmV2LnhtbESPUWvCQBCE34X+h2MLfdOLFoNGT5FC&#10;Qdq+VP0Ba25Ngrm99G6rsb++Vyj4OMzMN8xy3btWXSjExrOB8SgDRVx623Bl4LB/Hc5ARUG22Hom&#10;AzeKsF49DJZYWH/lT7rspFIJwrFAA7VIV2gdy5ocxpHviJN38sGhJBkqbQNeE9y1epJluXbYcFqo&#10;saOXmsrz7tsZ+Hr/2MbbsZ1IPv15O4fNbC7P0Zinx36zACXUyz38395aA9Mc/r6kH6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M3m3xAAAANsAAAAPAAAAAAAAAAAA&#10;AAAAAKECAABkcnMvZG93bnJldi54bWxQSwUGAAAAAAQABAD5AAAAkgMAAAAA&#10;" strokecolor="#4579b8 [3044]"/>
                    <v:line id="Gerader Verbinder 57" o:spid="_x0000_s1096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/cLMQAAADbAAAADwAAAGRycy9kb3ducmV2LnhtbESPUWsCMRCE34X+h7AF32quilavRhFB&#10;kLYv2v6A7WW9O7xszmTVs7++KRR8HGbmG2a+7FyjLhRi7dnA8yADRVx4W3Np4Otz8zQFFQXZYuOZ&#10;DNwownLx0Jtjbv2Vd3TZS6kShGOOBiqRNtc6FhU5jAPfEifv4INDSTKU2ga8Jrhr9DDLJtphzWmh&#10;wpbWFRXH/dkZOL1/bOPtuxnKZPzzdgyr6UxG0Zj+Y7d6BSXUyT38395aA+MX+PuSfo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f9wsxAAAANsAAAAPAAAAAAAAAAAA&#10;AAAAAKECAABkcnMvZG93bnJldi54bWxQSwUGAAAAAAQABAD5AAAAkgMAAAAA&#10;" strokecolor="#4579b8 [3044]"/>
                  </v:group>
                </v:group>
                <v:group id="Gruppieren 58" o:spid="_x0000_s1097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ect id="Rechteck 59" o:spid="_x0000_s1098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oPMMA&#10;AADbAAAADwAAAGRycy9kb3ducmV2LnhtbESPzYvCMBTE74L/Q3jCXkTTFdaPahQRhPXm18Xbo3k2&#10;1ealNNm2/vdmYWGPw8z8hlltOluKhmpfOFbwOU5AEGdOF5wruF72ozkIH5A1lo5JwYs8bNb93gpT&#10;7Vo+UXMOuYgQ9ikqMCFUqZQ+M2TRj11FHL27qy2GKOtc6hrbCLelnCTJVFosOC4YrGhnKHuef6yC&#10;xpupGYb2Ub6OQ3Pws/Z23R2V+hh02yWIQF34D/+1v7WCrwX8fok/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foPMMAAADbAAAADwAAAAAAAAAAAAAAAACYAgAAZHJzL2Rv&#10;d25yZXYueG1sUEsFBgAAAAAEAAQA9QAAAIgDAAAAAA==&#10;" fillcolor="#c6d9f1 [671]" stroked="f" strokeweight="2pt">
                    <v:textbox>
                      <w:txbxContent>
                        <w:p w:rsidR="009014F8" w:rsidRPr="005A2C6A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60" o:spid="_x0000_s1099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GLHL8A&#10;AADbAAAADwAAAGRycy9kb3ducmV2LnhtbERPy4rCMBTdD/gP4QpuRFNddIZqLENB0J2vzewuzZ2m&#10;M81NaWJb/94sBJeH897mo21ET52vHStYLRMQxKXTNVcKbtf94guED8gaG8ek4EEe8t3kY4uZdgOf&#10;qb+ESsQQ9hkqMCG0mZS+NGTRL11LHLlf11kMEXaV1B0OMdw2cp0kqbRYc2ww2FJhqPy/3K2C3pvU&#10;zMPw1zxOc3P0n8PPrTgpNZuO3xsQgcbwFr/cB60gjevjl/g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kYscvwAAANsAAAAPAAAAAAAAAAAAAAAAAJgCAABkcnMvZG93bnJl&#10;di54bWxQSwUGAAAAAAQABAD1AAAAhAMAAAAA&#10;" fillcolor="#c6d9f1 [671]" stroked="f" strokeweight="2pt">
                    <v:textbox>
                      <w:txbxContent>
                        <w:p w:rsidR="009014F8" w:rsidRPr="005A2C6A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61" o:spid="_x0000_s1100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0uh8IA&#10;AADbAAAADwAAAGRycy9kb3ducmV2LnhtbESPT4vCMBTE78J+h/AWvMia6qFK1ygiLOze/NOLt0fz&#10;bKrNS2mybf32RhA8DjPzG2a1GWwtOmp95VjBbJqAIC6crrhUkJ9+vpYgfEDWWDsmBXfysFl/jFaY&#10;adfzgbpjKEWEsM9QgQmhyaT0hSGLfuoa4uhdXGsxRNmWUrfYR7it5TxJUmmx4rhgsKGdoeJ2/LcK&#10;Om9SMwn9tb7vJ+bPL/pzvtsrNf4ctt8gAg3hHX61f7WCdAbPL/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S6HwgAAANsAAAAPAAAAAAAAAAAAAAAAAJgCAABkcnMvZG93&#10;bnJldi54bWxQSwUGAAAAAAQABAD1AAAAhwMAAAAA&#10;" fillcolor="#c6d9f1 [671]" stroked="f" strokeweight="2pt">
                    <v:textbox>
                      <w:txbxContent>
                        <w:p w:rsidR="009014F8" w:rsidRPr="00E342FD" w:rsidRDefault="009014F8" w:rsidP="009014F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p w:rsidR="009014F8" w:rsidRDefault="008B33DD" w:rsidP="009014F8">
      <w:pPr>
        <w:pStyle w:val="Themenfeld"/>
        <w:numPr>
          <w:ilvl w:val="0"/>
          <w:numId w:val="11"/>
        </w:numPr>
        <w:ind w:left="142" w:hanging="76"/>
      </w:pPr>
      <w:r>
        <w:lastRenderedPageBreak/>
        <w:t>Unternehmensentwicklung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9014F8" w:rsidTr="006D20DA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1212766764"/>
                <w:placeholder>
                  <w:docPart w:val="CEE6B8D10AE24C26A463EEE99C4D7F4A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-1325118275"/>
            <w:placeholder>
              <w:docPart w:val="435D80684E174DA6B406CD68EF73D4BA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Zusammenfassung der Situationsbeschreibung (Stichworte) </w:t>
                </w:r>
              </w:p>
            </w:tc>
          </w:sdtContent>
        </w:sdt>
      </w:tr>
      <w:tr w:rsidR="009014F8" w:rsidTr="006D20DA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87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932477632"/>
                <w:placeholder>
                  <w:docPart w:val="C9E140B975E947CDA0803E1E68B74AEB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014F8" w:rsidRPr="00110ACB" w:rsidRDefault="009014F8" w:rsidP="006D20DA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9014F8" w:rsidTr="006D20DA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</w:tr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Pr="008C4C60" w:rsidRDefault="009014F8" w:rsidP="006D20DA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1693418121"/>
            <w:placeholder>
              <w:docPart w:val="BAFAB562AB2F422C880F1C9FF7C1E68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Formulierung eines Zielsatzes, was mit den geplanten Maßnahmen in diesem Gestaltungsfeld erreicht werden soll</w:t>
                </w:r>
              </w:p>
            </w:tc>
          </w:sdtContent>
        </w:sdt>
      </w:tr>
    </w:tbl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9E9358" wp14:editId="31877DC6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62" name="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E9358" id="Rechteck 62" o:spid="_x0000_s1101" style="position:absolute;margin-left:62.35pt;margin-top:.75pt;width:209.75pt;height:24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0" wp14:anchorId="35F0D080" wp14:editId="727B817C">
                <wp:simplePos x="0" y="0"/>
                <wp:positionH relativeFrom="margin">
                  <wp:align>left</wp:align>
                </wp:positionH>
                <wp:positionV relativeFrom="page">
                  <wp:posOffset>5074920</wp:posOffset>
                </wp:positionV>
                <wp:extent cx="1619885" cy="395605"/>
                <wp:effectExtent l="2540" t="0" r="1905" b="1905"/>
                <wp:wrapNone/>
                <wp:docPr id="63" name="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3956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87719D" w:rsidRDefault="009014F8" w:rsidP="009014F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0D080" id="Rechteck 63" o:spid="_x0000_s1102" style="position:absolute;margin-left:0;margin-top:399.6pt;width:127.55pt;height:31.15pt;rotation:-90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" o:allowoverlap="f" fillcolor="#4f81bd [3204]" stroked="f" strokeweight="2pt">
                <v:textbox>
                  <w:txbxContent>
                    <w:p w:rsidR="009014F8" w:rsidRPr="0087719D" w:rsidRDefault="009014F8" w:rsidP="009014F8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E592A4" wp14:editId="6B37A69F">
                <wp:simplePos x="0" y="0"/>
                <wp:positionH relativeFrom="column">
                  <wp:posOffset>3174365</wp:posOffset>
                </wp:positionH>
                <wp:positionV relativeFrom="paragraph">
                  <wp:posOffset>9525</wp:posOffset>
                </wp:positionV>
                <wp:extent cx="2663825" cy="316230"/>
                <wp:effectExtent l="0" t="0" r="3175" b="7620"/>
                <wp:wrapNone/>
                <wp:docPr id="64" name="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E592A4" id="Rechteck 64" o:spid="_x0000_s1103" style="position:absolute;margin-left:249.95pt;margin-top:.75pt;width:209.75pt;height:24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/>
    <w:p w:rsidR="009014F8" w:rsidRDefault="0024692F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C79C1F" wp14:editId="35BD3A3D">
                <wp:simplePos x="0" y="0"/>
                <wp:positionH relativeFrom="column">
                  <wp:posOffset>5837075</wp:posOffset>
                </wp:positionH>
                <wp:positionV relativeFrom="paragraph">
                  <wp:posOffset>161955</wp:posOffset>
                </wp:positionV>
                <wp:extent cx="2664069" cy="316523"/>
                <wp:effectExtent l="0" t="0" r="3175" b="7620"/>
                <wp:wrapNone/>
                <wp:docPr id="65" name="Rechtec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C79C1F" id="Rechteck 65" o:spid="_x0000_s1104" style="position:absolute;margin-left:459.6pt;margin-top:12.75pt;width:209.75pt;height:24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pPr>
        <w:tabs>
          <w:tab w:val="left" w:pos="2268"/>
        </w:tabs>
        <w:rPr>
          <w:szCs w:val="20"/>
        </w:rPr>
      </w:pPr>
    </w:p>
    <w:p w:rsidR="009014F8" w:rsidRDefault="009014F8" w:rsidP="009014F8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697152" behindDoc="0" locked="1" layoutInCell="1" allowOverlap="0" wp14:anchorId="01407B4A" wp14:editId="21C68101">
                <wp:simplePos x="0" y="0"/>
                <wp:positionH relativeFrom="column">
                  <wp:posOffset>21260</wp:posOffset>
                </wp:positionH>
                <wp:positionV relativeFrom="page">
                  <wp:posOffset>6264910</wp:posOffset>
                </wp:positionV>
                <wp:extent cx="10216800" cy="424800"/>
                <wp:effectExtent l="0" t="76200" r="0" b="0"/>
                <wp:wrapNone/>
                <wp:docPr id="66" name="Gruppieren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67" name="Gruppieren 67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68" name="Gerade Verbindung mit Pfeil 68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9" name="Gruppieren 69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70" name="Gerader Verbinder 70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Gerader Verbinder 71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2" name="Gerader Verbinder 72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3" name="Gruppieren 73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74" name="Gerader Verbinder 74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Gerader Verbinder 75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" name="Gerader Verbinder 76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" name="Gerader Verbinder 77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Gerader Verbinder 78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Gerader Verbinder 79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" name="Gerader Verbinder 80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" name="Gerader Verbinder 81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Gerader Verbinder 82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83" name="Gruppieren 83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84" name="Rechteck 84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5A2C6A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chteck 85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5A2C6A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Rechteck 86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5A2C6A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07B4A" id="Gruppieren 66" o:spid="_x0000_s1105" style="position:absolute;margin-left:1.65pt;margin-top:493.3pt;width:804.45pt;height:33.45pt;z-index:251697152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" o:allowoverlap="f">
                <v:group id="Gruppieren 67" o:spid="_x0000_s1106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Gerade Verbindung mit Pfeil 68" o:spid="_x0000_s1107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p5cb8AAADbAAAADwAAAGRycy9kb3ducmV2LnhtbERPy4rCMBTdC/MP4Q64s+nM4Ks2ijgI&#10;busDXV6a2wc2N6WJtvP3k4Xg8nDe6WYwjXhS52rLCr6iGARxbnXNpYLzaT9ZgHAeWWNjmRT8kYPN&#10;+mOUYqJtzxk9j74UIYRdggoq79tESpdXZNBFtiUOXGE7gz7ArpS6wz6Em0Z+x/FMGqw5NFTY0q6i&#10;/H58GAX6UlJ77efLW3HY/v5k0yyb+kGp8eewXYHwNPi3+OU+aAWzMDZ8C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Jp5cb8AAADbAAAADwAAAAAAAAAAAAAAAACh&#10;AgAAZHJzL2Rvd25yZXYueG1sUEsFBgAAAAAEAAQA+QAAAI0DAAAAAA==&#10;" strokecolor="#4579b8 [3044]" strokeweight="4.5pt">
                    <v:stroke endarrow="block"/>
                  </v:shape>
                  <v:group id="Gruppieren 69" o:spid="_x0000_s1108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line id="Gerader Verbinder 70" o:spid="_x0000_s1109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RLwMMAAADbAAAADwAAAGRycy9kb3ducmV2LnhtbERPz2vCMBS+C/sfwhvspumc20o1ytgU&#10;BPVQu+H10by1Zc1LSaK2//1yEDx+fL8Xq9604kLON5YVPE8SEMSl1Q1XCr6LzTgF4QOyxtYyKRjI&#10;w2r5MFpgpu2Vc7ocQyViCPsMFdQhdJmUvqzJoJ/Yjjhyv9YZDBG6SmqH1xhuWjlNkjdpsOHYUGNH&#10;nzWVf8ezUbC2w0++c+vToRled7Mi3U9fvkqlnh77jzmIQH24i2/urVbwHtfHL/EH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kS8DDAAAA2wAAAA8AAAAAAAAAAAAA&#10;AAAAoQIAAGRycy9kb3ducmV2LnhtbFBLBQYAAAAABAAEAPkAAACRAwAAAAA=&#10;" strokecolor="#4579b8 [3044]" strokeweight="2.25pt"/>
                    <v:line id="Gerader Verbinder 71" o:spid="_x0000_s1110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juW8UAAADbAAAADwAAAGRycy9kb3ducmV2LnhtbESPQWvCQBSE74L/YXlCb7rRthrSrFJa&#10;C4LtQW3p9ZF9JsHs27C71eTfuwXB4zAz3zD5qjONOJPztWUF00kCgriwuuZSwffhY5yC8AFZY2OZ&#10;FPTkYbUcDnLMtL3wjs77UIoIYZ+hgiqENpPSFxUZ9BPbEkfvaJ3BEKUrpXZ4iXDTyFmSzKXBmuNC&#10;hS29VVSc9n9Gwdr2P7utW/9+1f3z9umQfs4e3wulHkbd6wuIQF24h2/tjVawmML/l/gD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juW8UAAADbAAAADwAAAAAAAAAA&#10;AAAAAAChAgAAZHJzL2Rvd25yZXYueG1sUEsFBgAAAAAEAAQA+QAAAJMDAAAAAA==&#10;" strokecolor="#4579b8 [3044]" strokeweight="2.25pt"/>
                    <v:line id="Gerader Verbinder 72" o:spid="_x0000_s1111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wLMUAAADbAAAADwAAAGRycy9kb3ducmV2LnhtbESPT2vCQBTE70K/w/IK3uqmqa0SXUWs&#10;QkF78B9eH9lnEpp9G3ZXTb59t1DwOMzMb5jpvDW1uJHzlWUFr4MEBHFudcWFguNh/TIG4QOyxtoy&#10;KejIw3z21Jtipu2dd3Tbh0JECPsMFZQhNJmUPi/JoB/Yhjh6F+sMhihdIbXDe4SbWqZJ8iENVhwX&#10;SmxoWVL+s78aBSvbnXYbtzp/V937ZngYb9O3z1yp/nO7mIAI1IZH+L/9pRWMUvj7En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pwLMUAAADbAAAADwAAAAAAAAAA&#10;AAAAAAChAgAAZHJzL2Rvd25yZXYueG1sUEsFBgAAAAAEAAQA+QAAAJMDAAAAAA==&#10;" strokecolor="#4579b8 [3044]" strokeweight="2.25pt"/>
                  </v:group>
                  <v:group id="Gruppieren 73" o:spid="_x0000_s1112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line id="Gerader Verbinder 74" o:spid="_x0000_s1113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geO8UAAADbAAAADwAAAGRycy9kb3ducmV2LnhtbESPzWoCQRCE74G8w9CB3OJsjPFn4ygS&#10;ECTxEvUB2p12d3GnZzPT6urTZwKBHIuq+oqazjvXqDOFWHs28NzLQBEX3tZcGthtl09jUFGQLTae&#10;ycCVIsxn93dTzK2/8BedN1KqBOGYo4FKpM21jkVFDmPPt8TJO/jgUJIMpbYBLwnuGt3PsqF2WHNa&#10;qLCl94qK4+bkDHx/rlfxum/6Mny9fRzDYjyRl2jM40O3eAMl1Ml/+K+9sgZGA/j9kn6An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hgeO8UAAADbAAAADwAAAAAAAAAA&#10;AAAAAAChAgAAZHJzL2Rvd25yZXYueG1sUEsFBgAAAAAEAAQA+QAAAJMDAAAAAA==&#10;" strokecolor="#4579b8 [3044]"/>
                    <v:line id="Gerader Verbinder 75" o:spid="_x0000_s1114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S7oMQAAADbAAAADwAAAGRycy9kb3ducmV2LnhtbESPUWsCMRCE34X+h7AF32quilavRhFB&#10;kLYv2v6A7WW9O7xszmTVs7++KRR8HGbmG2a+7FyjLhRi7dnA8yADRVx4W3Np4Otz8zQFFQXZYuOZ&#10;DNwownLx0Jtjbv2Vd3TZS6kShGOOBiqRNtc6FhU5jAPfEifv4INDSTKU2ga8Jrhr9DDLJtphzWmh&#10;wpbWFRXH/dkZOL1/bOPtuxnKZPzzdgyr6UxG0Zj+Y7d6BSXUyT38395aAy9j+PuSfo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VLugxAAAANsAAAAPAAAAAAAAAAAA&#10;AAAAAKECAABkcnMvZG93bnJldi54bWxQSwUGAAAAAAQABAD5AAAAkgMAAAAA&#10;" strokecolor="#4579b8 [3044]"/>
                    <v:line id="Gerader Verbinder 76" o:spid="_x0000_s1115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Yl18QAAADbAAAADwAAAGRycy9kb3ducmV2LnhtbESPUWvCQBCE3wv9D8cKfdOLSqOmniIF&#10;Qdq+aPsD1tw2Ceb20rutxv76XkHo4zAz3zDLde9adaYQG88GxqMMFHHpbcOVgY/37XAOKgqyxdYz&#10;GbhShPXq/m6JhfUX3tP5IJVKEI4FGqhFukLrWNbkMI58R5y8Tx8cSpKh0jbgJcFdqydZlmuHDaeF&#10;Gjt6rqk8Hb6dga/Xt128HtuJ5I8/L6ewmS9kGo15GPSbJ1BCvfyHb+2dNTDL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hiXXxAAAANsAAAAPAAAAAAAAAAAA&#10;AAAAAKECAABkcnMvZG93bnJldi54bWxQSwUGAAAAAAQABAD5AAAAkgMAAAAA&#10;" strokecolor="#4579b8 [3044]"/>
                    <v:line id="Gerader Verbinder 77" o:spid="_x0000_s1116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qATMQAAADbAAAADwAAAGRycy9kb3ducmV2LnhtbESPzWoCQRCE70LeYeiAN52N4t/GUSQg&#10;iMklJg/Q2Wl3F3d6NjOtrnn6TCDgsaiqr6jlunONulCItWcDT8MMFHHhbc2lgc+P7WAOKgqyxcYz&#10;GbhRhPXqobfE3Porv9PlIKVKEI45GqhE2lzrWFTkMA59S5y8ow8OJclQahvwmuCu0aMsm2qHNaeF&#10;Clt6qag4Hc7OwPfr2y7evpqRTCc/+1PYzBcyjsb0H7vNMyihTu7h//bOGpjN4O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yoBMxAAAANsAAAAPAAAAAAAAAAAA&#10;AAAAAKECAABkcnMvZG93bnJldi54bWxQSwUGAAAAAAQABAD5AAAAkgMAAAAA&#10;" strokecolor="#4579b8 [3044]"/>
                    <v:line id="Gerader Verbinder 78" o:spid="_x0000_s1117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UUPsEAAADbAAAADwAAAGRycy9kb3ducmV2LnhtbERPzWoCMRC+C32HMAVvmq3iT7dGEaEg&#10;1ovaB5hupruLm8maTHXt0zeHgseP73+x6lyjrhRi7dnAyzADRVx4W3Np4PP0PpiDioJssfFMBu4U&#10;YbV86i0wt/7GB7oepVQphGOOBiqRNtc6FhU5jEPfEifu2weHkmAotQ14S+Gu0aMsm2qHNaeGClva&#10;VFScjz/OwOVjv433r2Yk08nv7hzW81cZR2P6z936DZRQJw/xv3trDczS2PQl/QC9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VRQ+wQAAANsAAAAPAAAAAAAAAAAAAAAA&#10;AKECAABkcnMvZG93bnJldi54bWxQSwUGAAAAAAQABAD5AAAAjwMAAAAA&#10;" strokecolor="#4579b8 [3044]"/>
                    <v:line id="Gerader Verbinder 79" o:spid="_x0000_s1118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mxpcUAAADbAAAADwAAAGRycy9kb3ducmV2LnhtbESPzWoCQRCE74G8w9CB3HQ2SvxZHUUC&#10;gsRc1DxAZ6fdXdzp2cx0dM3TOwEhx6KqvqLmy8416kwh1p4NvPQzUMSFtzWXBj4P694EVBRki41n&#10;MnClCMvF48Mcc+svvKPzXkqVIBxzNFCJtLnWsajIYez7ljh5Rx8cSpKh1DbgJcFdowdZNtIOa04L&#10;Fbb0VlFx2v84A9/bj028fjUDGb3+vp/CajKVYTTm+albzUAJdfIfvrc31sB4Cn9f0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mxpcUAAADbAAAADwAAAAAAAAAA&#10;AAAAAAChAgAAZHJzL2Rvd25yZXYueG1sUEsFBgAAAAAEAAQA+QAAAJMDAAAAAA==&#10;" strokecolor="#4579b8 [3044]"/>
                    <v:line id="Gerader Verbinder 80" o:spid="_x0000_s1119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ZoH8EAAADbAAAADwAAAGRycy9kb3ducmV2LnhtbERPzWrCQBC+F3yHZQRvdaOipKmriCCI&#10;7aW2DzDNTpNgdjbujhr79O6h0OPH979c965VVwqx8WxgMs5AEZfeNlwZ+PrcPeegoiBbbD2TgTtF&#10;WK8GT0ssrL/xB12PUqkUwrFAA7VIV2gdy5ocxrHviBP344NDSTBU2ga8pXDX6mmWLbTDhlNDjR1t&#10;aypPx4szcH5738f7dzuVxfz3cAqb/EV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9mgfwQAAANsAAAAPAAAAAAAAAAAAAAAA&#10;AKECAABkcnMvZG93bnJldi54bWxQSwUGAAAAAAQABAD5AAAAjwMAAAAA&#10;" strokecolor="#4579b8 [3044]"/>
                    <v:line id="Gerader Verbinder 81" o:spid="_x0000_s1120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rNhMQAAADbAAAADwAAAGRycy9kb3ducmV2LnhtbESPUWvCQBCE3wv9D8cKvtWLlkoaPUUK&#10;BbG+VPsD1tyaBHN76d1WY399Tyj4OMzMN8x82btWnSnExrOB8SgDRVx623Bl4Gv//pSDioJssfVM&#10;Bq4UYbl4fJhjYf2FP+m8k0olCMcCDdQiXaF1LGtyGEe+I07e0QeHkmSotA14SXDX6kmWTbXDhtNC&#10;jR291VSedj/OwPfHdh2vh3Yi05ffzSms8ld5jsYMB/1qBkqol3v4v722BvIx3L6kH6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us2ExAAAANsAAAAPAAAAAAAAAAAA&#10;AAAAAKECAABkcnMvZG93bnJldi54bWxQSwUGAAAAAAQABAD5AAAAkgMAAAAA&#10;" strokecolor="#4579b8 [3044]"/>
                    <v:line id="Gerader Verbinder 82" o:spid="_x0000_s1121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hT88QAAADbAAAADwAAAGRycy9kb3ducmV2LnhtbESPUUvDQBCE3wX/w7GCb+ZixBBjr6UU&#10;CkV9sfoD1tyahOb24t3aJv56TxD6OMzMN8xiNblBHSnE3rOB2ywHRdx423Nr4P1te1OBioJscfBM&#10;BmaKsFpeXiywtv7Er3TcS6sShGONBjqRsdY6Nh05jJkfiZP36YNDSTK02gY8JbgbdJHnpXbYc1ro&#10;cKRNR81h/+0MfD2/7OL8MRRS3v88HcK6epC7aMz11bR+BCU0yTn8395ZA1UBf1/SD9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aFPzxAAAANsAAAAPAAAAAAAAAAAA&#10;AAAAAKECAABkcnMvZG93bnJldi54bWxQSwUGAAAAAAQABAD5AAAAkgMAAAAA&#10;" strokecolor="#4579b8 [3044]"/>
                  </v:group>
                </v:group>
                <v:group id="Gruppieren 83" o:spid="_x0000_s1122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rect id="Rechteck 84" o:spid="_x0000_s1123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r5cMA&#10;AADbAAAADwAAAGRycy9kb3ducmV2LnhtbESPT4vCMBTE78J+h/AWvMiaKuJKNcoiCHrzTy97ezRv&#10;m7rNS2liW7+9EQSPw8z8hllteluJlhpfOlYwGScgiHOnSy4UZJfd1wKED8gaK8ek4E4eNuuPwQpT&#10;7To+UXsOhYgQ9ikqMCHUqZQ+N2TRj11NHL0/11gMUTaF1A12EW4rOU2SubRYclwwWNPWUP5/vlkF&#10;rTdzMwrdtbofR+bgv7vfbHtUavjZ/yxBBOrDO/xq77WCxQyeX+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Zr5cMAAADbAAAADwAAAAAAAAAAAAAAAACYAgAAZHJzL2Rv&#10;d25yZXYueG1sUEsFBgAAAAAEAAQA9QAAAIgDAAAAAA==&#10;" fillcolor="#c6d9f1 [671]" stroked="f" strokeweight="2pt">
                    <v:textbox>
                      <w:txbxContent>
                        <w:p w:rsidR="009014F8" w:rsidRPr="005A2C6A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85" o:spid="_x0000_s1124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rOfsMA&#10;AADbAAAADwAAAGRycy9kb3ducmV2LnhtbESPT4vCMBTE78J+h/AWvMiaKuhKNcoiCHrzTy97ezRv&#10;m7rNS2liW7+9EQSPw8z8hllteluJlhpfOlYwGScgiHOnSy4UZJfd1wKED8gaK8ek4E4eNuuPwQpT&#10;7To+UXsOhYgQ9ikqMCHUqZQ+N2TRj11NHL0/11gMUTaF1A12EW4rOU2SubRYclwwWNPWUP5/vlkF&#10;rTdzMwrdtbofR+bgv7vfbHtUavjZ/yxBBOrDO/xq77WCxQyeX+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rOfsMAAADbAAAADwAAAAAAAAAAAAAAAACYAgAAZHJzL2Rv&#10;d25yZXYueG1sUEsFBgAAAAAEAAQA9QAAAIgDAAAAAA==&#10;" fillcolor="#c6d9f1 [671]" stroked="f" strokeweight="2pt">
                    <v:textbox>
                      <w:txbxContent>
                        <w:p w:rsidR="009014F8" w:rsidRPr="005A2C6A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86" o:spid="_x0000_s1125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QCcMA&#10;AADbAAAADwAAAGRycy9kb3ducmV2LnhtbESPzWrDMBCE74W8g9hAL6GR24NrHCshBALtzU1z6W2x&#10;NpYTa2Us1T9vHwUKPQ4z8w1T7CbbioF63zhW8LpOQBBXTjdcKzh/H18yED4ga2wdk4KZPOy2i6cC&#10;c+1G/qLhFGoRIexzVGBC6HIpfWXIol+7jjh6F9dbDFH2tdQ9jhFuW/mWJKm02HBcMNjRwVB1O/1a&#10;BYM3qVmF8drO5cp8+vfx53wolXpeTvsNiEBT+A//tT+0giyFx5f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hQCcMAAADbAAAADwAAAAAAAAAAAAAAAACYAgAAZHJzL2Rv&#10;d25yZXYueG1sUEsFBgAAAAAEAAQA9QAAAIgDAAAAAA==&#10;" fillcolor="#c6d9f1 [671]" stroked="f" strokeweight="2pt">
                    <v:textbox>
                      <w:txbxContent>
                        <w:p w:rsidR="009014F8" w:rsidRPr="005A2C6A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p w:rsidR="009014F8" w:rsidRDefault="008B33DD" w:rsidP="009014F8">
      <w:pPr>
        <w:pStyle w:val="Themenfeld"/>
        <w:numPr>
          <w:ilvl w:val="0"/>
          <w:numId w:val="11"/>
        </w:numPr>
        <w:ind w:left="142" w:hanging="76"/>
      </w:pPr>
      <w:r>
        <w:lastRenderedPageBreak/>
        <w:t>Personal und Rekrutierung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9014F8" w:rsidTr="006D20DA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87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690414412"/>
                <w:placeholder>
                  <w:docPart w:val="D443A7C82DD44E6FA39F78495CE718E4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963079503"/>
            <w:placeholder>
              <w:docPart w:val="1D9E027C992B49C6AED6050B948B8250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Zusammenfassung der Situationsbeschreibung (Stichworte) </w:t>
                </w:r>
              </w:p>
            </w:tc>
          </w:sdtContent>
        </w:sdt>
      </w:tr>
      <w:tr w:rsidR="009014F8" w:rsidTr="006D20DA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-1231993401"/>
                <w:placeholder>
                  <w:docPart w:val="74B565BF20C34C6DA5B06ED011820998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014F8" w:rsidRPr="00110ACB" w:rsidRDefault="009014F8" w:rsidP="006D20DA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9014F8" w:rsidTr="006D20DA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</w:tr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Pr="008C4C60" w:rsidRDefault="009014F8" w:rsidP="006D20DA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1088432987"/>
            <w:placeholder>
              <w:docPart w:val="872A43D1B8DA4AC6845DF7F263A9C7F2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Formulierung eines Zielsatzes, was mit den geplanten Maßnahmen in diesem Gestaltungsfeld erreicht werden soll</w:t>
                </w:r>
              </w:p>
            </w:tc>
          </w:sdtContent>
        </w:sdt>
      </w:tr>
    </w:tbl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9E9358" wp14:editId="31877DC6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87" name="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E9358" id="Rechteck 87" o:spid="_x0000_s1126" style="position:absolute;margin-left:62.35pt;margin-top:.75pt;width:209.75pt;height:24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0" wp14:anchorId="35F0D080" wp14:editId="727B817C">
                <wp:simplePos x="0" y="0"/>
                <wp:positionH relativeFrom="margin">
                  <wp:align>left</wp:align>
                </wp:positionH>
                <wp:positionV relativeFrom="page">
                  <wp:posOffset>5055235</wp:posOffset>
                </wp:positionV>
                <wp:extent cx="1619885" cy="395605"/>
                <wp:effectExtent l="2540" t="0" r="1905" b="1905"/>
                <wp:wrapNone/>
                <wp:docPr id="88" name="Rechtec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3956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87719D" w:rsidRDefault="009014F8" w:rsidP="009014F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0D080" id="Rechteck 88" o:spid="_x0000_s1127" style="position:absolute;margin-left:0;margin-top:398.05pt;width:127.55pt;height:31.15pt;rotation:-90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" o:allowoverlap="f" fillcolor="#4f81bd [3204]" stroked="f" strokeweight="2pt">
                <v:textbox>
                  <w:txbxContent>
                    <w:p w:rsidR="009014F8" w:rsidRPr="0087719D" w:rsidRDefault="009014F8" w:rsidP="009014F8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4B8E8F" wp14:editId="2EA8CDC1">
                <wp:simplePos x="0" y="0"/>
                <wp:positionH relativeFrom="column">
                  <wp:posOffset>3174365</wp:posOffset>
                </wp:positionH>
                <wp:positionV relativeFrom="paragraph">
                  <wp:posOffset>9525</wp:posOffset>
                </wp:positionV>
                <wp:extent cx="2663825" cy="316230"/>
                <wp:effectExtent l="0" t="0" r="3175" b="7620"/>
                <wp:wrapNone/>
                <wp:docPr id="89" name="Rechteck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B8E8F" id="Rechteck 89" o:spid="_x0000_s1128" style="position:absolute;margin-left:249.95pt;margin-top:.75pt;width:209.75pt;height:24.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/>
    <w:p w:rsidR="009014F8" w:rsidRDefault="001C2F3E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24EBFFA" wp14:editId="7227A665">
                <wp:simplePos x="0" y="0"/>
                <wp:positionH relativeFrom="column">
                  <wp:posOffset>6827100</wp:posOffset>
                </wp:positionH>
                <wp:positionV relativeFrom="paragraph">
                  <wp:posOffset>89955</wp:posOffset>
                </wp:positionV>
                <wp:extent cx="2664069" cy="316523"/>
                <wp:effectExtent l="0" t="0" r="3175" b="7620"/>
                <wp:wrapNone/>
                <wp:docPr id="90" name="Rechteck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4EBFFA" id="Rechteck 90" o:spid="_x0000_s1129" style="position:absolute;margin-left:537.55pt;margin-top:7.1pt;width:209.75pt;height:24.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pPr>
        <w:tabs>
          <w:tab w:val="left" w:pos="2268"/>
        </w:tabs>
        <w:rPr>
          <w:szCs w:val="20"/>
        </w:rPr>
      </w:pPr>
    </w:p>
    <w:p w:rsidR="009014F8" w:rsidRDefault="009014F8" w:rsidP="009014F8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1" layoutInCell="1" allowOverlap="0" wp14:anchorId="01407B4A" wp14:editId="21C68101">
                <wp:simplePos x="0" y="0"/>
                <wp:positionH relativeFrom="column">
                  <wp:posOffset>21260</wp:posOffset>
                </wp:positionH>
                <wp:positionV relativeFrom="page">
                  <wp:posOffset>6264910</wp:posOffset>
                </wp:positionV>
                <wp:extent cx="10216800" cy="424800"/>
                <wp:effectExtent l="0" t="76200" r="0" b="0"/>
                <wp:wrapNone/>
                <wp:docPr id="91" name="Gruppieren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92" name="Gruppieren 92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93" name="Gerade Verbindung mit Pfeil 93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4" name="Gruppieren 94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95" name="Gerader Verbinder 95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" name="Gerader Verbinder 96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Gerader Verbinder 97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8" name="Gruppieren 98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99" name="Gerader Verbinder 99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Gerader Verbinder 100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Gerader Verbinder 101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Gerader Verbinder 102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" name="Gerader Verbinder 103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Gerader Verbinder 104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Gerader Verbinder 105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Gerader Verbinder 106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" name="Gerader Verbinder 107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08" name="Gruppieren 108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109" name="Rechteck 109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24692F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Rechteck 110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24692F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Rechteck 111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5A2C6A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5A2C6A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07B4A" id="Gruppieren 91" o:spid="_x0000_s1130" style="position:absolute;margin-left:1.65pt;margin-top:493.3pt;width:804.45pt;height:33.45pt;z-index:251703296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" o:allowoverlap="f">
                <v:group id="Gruppieren 92" o:spid="_x0000_s1131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Gerade Verbindung mit Pfeil 93" o:spid="_x0000_s1132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ubJ8EAAADbAAAADwAAAGRycy9kb3ducmV2LnhtbESPzarCMBSE94LvEI7gTlMVr1qNIl4E&#10;t/UHXR6aY1tsTkqTa+vbG0G4y2FmvmFWm9aU4km1KywrGA0jEMSp1QVnCs6n/WAOwnlkjaVlUvAi&#10;B5t1t7PCWNuGE3oefSYChF2MCnLvq1hKl+Zk0A1tRRy8u60N+iDrTOoamwA3pRxH0Y80WHBYyLGi&#10;XU7p4/hnFOhLRtW1mS1u98P2d5JMk2TqW6X6vXa7BOGp9f/hb/ugFSwm8PkSfo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65snwQAAANsAAAAPAAAAAAAAAAAAAAAA&#10;AKECAABkcnMvZG93bnJldi54bWxQSwUGAAAAAAQABAD5AAAAjwMAAAAA&#10;" strokecolor="#4579b8 [3044]" strokeweight="4.5pt">
                    <v:stroke endarrow="block"/>
                  </v:shape>
                  <v:group id="Gruppieren 94" o:spid="_x0000_s1133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line id="Gerader Verbinder 95" o:spid="_x0000_s1134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8OosUAAADbAAAADwAAAGRycy9kb3ducmV2LnhtbESPQWvCQBSE74X+h+UVvNVNUxUbXUNp&#10;FQTrQW3p9ZF9JqHZt2F31eTfu4LQ4zAz3zDzvDONOJPztWUFL8MEBHFhdc2lgu/D6nkKwgdkjY1l&#10;UtCTh3zx+DDHTNsL7+i8D6WIEPYZKqhCaDMpfVGRQT+0LXH0jtYZDFG6UmqHlwg3jUyTZCIN1hwX&#10;Kmzpo6Lib38yCpa2/9lt3PJ3W/fjzegw/UpfPwulBk/d+wxEoC78h+/ttVbwNobbl/gD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8OosUAAADbAAAADwAAAAAAAAAA&#10;AAAAAAChAgAAZHJzL2Rvd25yZXYueG1sUEsFBgAAAAAEAAQA+QAAAJMDAAAAAA==&#10;" strokecolor="#4579b8 [3044]" strokeweight="2.25pt"/>
                    <v:line id="Gerader Verbinder 96" o:spid="_x0000_s1135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2Q1cYAAADbAAAADwAAAGRycy9kb3ducmV2LnhtbESPT2vCQBTE70K/w/IK3nRT/2HTrFJa&#10;C4L2oGnp9ZF9TUKzb8PuVpNv7wqCx2FmfsNk68404kTO15YVPI0TEMSF1TWXCr7yj9EShA/IGhvL&#10;pKAnD+vVwyDDVNszH+h0DKWIEPYpKqhCaFMpfVGRQT+2LXH0fq0zGKJ0pdQOzxFuGjlJkoU0WHNc&#10;qLClt4qKv+O/UbCx/fdh5zY/n3U/383y5X4yfS+UGj52ry8gAnXhHr61t1rB8wKuX+IPkK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NkNXGAAAA2wAAAA8AAAAAAAAA&#10;AAAAAAAAoQIAAGRycy9kb3ducmV2LnhtbFBLBQYAAAAABAAEAPkAAACUAwAAAAA=&#10;" strokecolor="#4579b8 [3044]" strokeweight="2.25pt"/>
                    <v:line id="Gerader Verbinder 97" o:spid="_x0000_s1136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E1TsYAAADbAAAADwAAAGRycy9kb3ducmV2LnhtbESPT2vCQBTE74LfYXlCb81GbaumrlKs&#10;QsH24D96fWSfSWj2bdjdavLt3ULB4zAzv2Hmy9bU4kLOV5YVDJMUBHFudcWFguNh8zgF4QOyxtoy&#10;KejIw3LR780x0/bKO7rsQyEihH2GCsoQmkxKn5dk0Ce2IY7e2TqDIUpXSO3wGuGmlqM0fZEGK44L&#10;JTa0Kin/2f8aBWvbnXZbt/7+qrrn7dNh+jkav+dKPQzat1cQgdpwD/+3P7SC2QT+vsQf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BNU7GAAAA2wAAAA8AAAAAAAAA&#10;AAAAAAAAoQIAAGRycy9kb3ducmV2LnhtbFBLBQYAAAAABAAEAPkAAACUAwAAAAA=&#10;" strokecolor="#4579b8 [3044]" strokeweight="2.25pt"/>
                  </v:group>
                  <v:group id="Gruppieren 98" o:spid="_x0000_s1137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line id="Gerader Verbinder 99" o:spid="_x0000_s1138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VXX8QAAADbAAAADwAAAGRycy9kb3ducmV2LnhtbESPUWvCQBCE3wv9D8cWfKuXWiomeooU&#10;CmJ9qfoD1tyaBHN76d1WY399Tyj4OMzMN8xs0btWnSnExrOBl2EGirj0tuHKwH738TwBFQXZYuuZ&#10;DFwpwmL++DDDwvoLf9F5K5VKEI4FGqhFukLrWNbkMA59R5y8ow8OJclQaRvwkuCu1aMsG2uHDaeF&#10;Gjt6r6k8bX+cge/PzSpeD+1Ixm+/61NYTnJ5jcYMnvrlFJRQL/fwf3tlDeQ53L6kH6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FVdfxAAAANsAAAAPAAAAAAAAAAAA&#10;AAAAAKECAABkcnMvZG93bnJldi54bWxQSwUGAAAAAAQABAD5AAAAkgMAAAAA&#10;" strokecolor="#4579b8 [3044]"/>
                    <v:line id="Gerader Verbinder 100" o:spid="_x0000_s1139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ascsUAAADc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heLrMzqBX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ascsUAAADcAAAADwAAAAAAAAAA&#10;AAAAAAChAgAAZHJzL2Rvd25yZXYueG1sUEsFBgAAAAAEAAQA+QAAAJMDAAAAAA==&#10;" strokecolor="#4579b8 [3044]"/>
                    <v:line id="Gerader Verbinder 101" o:spid="_x0000_s1140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oJ6cIAAADc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qfDeHvmXSBXt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oJ6cIAAADcAAAADwAAAAAAAAAAAAAA&#10;AAChAgAAZHJzL2Rvd25yZXYueG1sUEsFBgAAAAAEAAQA+QAAAJADAAAAAA==&#10;" strokecolor="#4579b8 [3044]"/>
                    <v:line id="Gerader Verbinder 102" o:spid="_x0000_s1141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iXnsIAAADc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LIe/Z9IFe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iXnsIAAADcAAAADwAAAAAAAAAAAAAA&#10;AAChAgAAZHJzL2Rvd25yZXYueG1sUEsFBgAAAAAEAAQA+QAAAJADAAAAAA==&#10;" strokecolor="#4579b8 [3044]"/>
                    <v:line id="Gerader Verbinder 103" o:spid="_x0000_s1142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QyBcIAAADcAAAADwAAAGRycy9kb3ducmV2LnhtbERPzWoCMRC+C32HMAVvmq2i2K1RpFAQ&#10;9VLtA0w3093FzWSbTHX16Y1Q8DYf3+/Ml51r1IlCrD0beBlmoIgLb2suDXwdPgYzUFGQLTaeycCF&#10;IiwXT7055taf+ZNOeylVCuGYo4FKpM21jkVFDuPQt8SJ+/HBoSQYSm0DnlO4a/Qoy6baYc2pocKW&#10;3isqjvs/Z+B3u1vHy3czkunkujmG1exVxtGY/nO3egMl1MlD/O9e2zQ/G8P9mXSBXt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yQyBcIAAADcAAAADwAAAAAAAAAAAAAA&#10;AAChAgAAZHJzL2Rvd25yZXYueG1sUEsFBgAAAAAEAAQA+QAAAJADAAAAAA==&#10;" strokecolor="#4579b8 [3044]"/>
                    <v:line id="Gerader Verbinder 104" o:spid="_x0000_s1143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2qccIAAADc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7Bnuz6QL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M2qccIAAADcAAAADwAAAAAAAAAAAAAA&#10;AAChAgAAZHJzL2Rvd25yZXYueG1sUEsFBgAAAAAEAAQA+QAAAJADAAAAAA==&#10;" strokecolor="#4579b8 [3044]"/>
                    <v:line id="Gerader Verbinder 105" o:spid="_x0000_s1144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EP6sIAAADcAAAADwAAAGRycy9kb3ducmV2LnhtbERPzWoCMRC+F/oOYQrearaKoqtRRChI&#10;7aXqA4yb6e7iZrImU1379KZQ8DYf3+/Ml51r1IVCrD0beOtnoIgLb2suDRz2768TUFGQLTaeycCN&#10;IiwXz09zzK2/8hdddlKqFMIxRwOVSJtrHYuKHMa+b4kT9+2DQ0kwlNoGvKZw1+hBlo21w5pTQ4Ut&#10;rSsqTrsfZ+C8/dzE27EZyHj0+3EKq8lUhtGY3ku3moES6uQh/ndvbJqfjeDvmXSBXt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4EP6sIAAADcAAAADwAAAAAAAAAAAAAA&#10;AAChAgAAZHJzL2Rvd25yZXYueG1sUEsFBgAAAAAEAAQA+QAAAJADAAAAAA==&#10;" strokecolor="#4579b8 [3044]"/>
                    <v:line id="Gerader Verbinder 106" o:spid="_x0000_s1145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ORncIAAADcAAAADwAAAGRycy9kb3ducmV2LnhtbERPzWrCQBC+C32HZQq96aaWBhtdRQoF&#10;qV60fYBpdkyC2dl0d6rRp+8Kgrf5+H5ntuhdq44UYuPZwPMoA0VcettwZeD762M4ARUF2WLrmQyc&#10;KcJi/jCYYWH9ibd03EmlUgjHAg3UIl2hdSxrchhHviNO3N4Hh5JgqLQNeErhrtXjLMu1w4ZTQ40d&#10;vddUHnZ/zsDverOK5592LPnr5fMQlpM3eYnGPD32yykooV7u4pt7ZdP8LIfrM+kCP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1ORncIAAADcAAAADwAAAAAAAAAAAAAA&#10;AAChAgAAZHJzL2Rvd25yZXYueG1sUEsFBgAAAAAEAAQA+QAAAJADAAAAAA==&#10;" strokecolor="#4579b8 [3044]"/>
                    <v:line id="Gerader Verbinder 107" o:spid="_x0000_s1146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80BsIAAADcAAAADwAAAGRycy9kb3ducmV2LnhtbERPzWoCMRC+C32HMEJvNaulVlejiFCQ&#10;1kttH2DcjLuLm8k2GXXt0zdCwdt8fL8zX3auUWcKsfZsYDjIQBEX3tZcGvj+enuagIqCbLHxTAau&#10;FGG5eOjNMbf+wp903kmpUgjHHA1UIm2udSwqchgHviVO3MEHh5JgKLUNeEnhrtGjLBtrhzWnhgpb&#10;WldUHHcnZ+DnY7uJ130zkvHL7/sxrCZTeY7GPPa71QyUUCd38b97Y9P87BVuz6QL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80BsIAAADcAAAADwAAAAAAAAAAAAAA&#10;AAChAgAAZHJzL2Rvd25yZXYueG1sUEsFBgAAAAAEAAQA+QAAAJADAAAAAA==&#10;" strokecolor="#4579b8 [3044]"/>
                  </v:group>
                </v:group>
                <v:group id="Gruppieren 108" o:spid="_x0000_s1147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hteck 109" o:spid="_x0000_s1148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4rsIA&#10;AADcAAAADwAAAGRycy9kb3ducmV2LnhtbERPTWvCQBC9F/wPywi9SLNpD2mNWUUEwd6i9eJtyE6z&#10;0exsyG6T+O+7hYK3ebzPKTaTbcVAvW8cK3hNUhDEldMN1wrOX/uXDxA+IGtsHZOCO3nYrGdPBeba&#10;jXyk4RRqEUPY56jAhNDlUvrKkEWfuI44ct+utxgi7GupexxjuG3lW5pm0mLDscFgRztD1e30YxUM&#10;3mRmEcZrey8X5tO/j5fzrlTqeT5tVyACTeEh/ncfdJyfL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/iuwgAAANwAAAAPAAAAAAAAAAAAAAAAAJgCAABkcnMvZG93&#10;bnJldi54bWxQSwUGAAAAAAQABAD1AAAAhwMAAAAA&#10;" fillcolor="#c6d9f1 [671]" stroked="f" strokeweight="2pt">
                    <v:textbox>
                      <w:txbxContent>
                        <w:p w:rsidR="009014F8" w:rsidRPr="0024692F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10" o:spid="_x0000_s1149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DH7sQA&#10;AADcAAAADwAAAGRycy9kb3ducmV2LnhtbESPQW/CMAyF70j8h8hIXBCkcADUERBCQho3xrhwsxqv&#10;6dY4VZO15d/jw6TdbL3n9z7vDoOvVUdtrAIbWC4yUMRFsBWXBu6f5/kWVEzIFuvAZOBJEQ778WiH&#10;uQ09f1B3S6WSEI45GnApNbnWsXDkMS5CQyzaV2g9JlnbUtsWewn3tV5l2Vp7rFgaHDZ0clT83H69&#10;gS66tZul/rt+XmfuEjf94366GjOdDMc3UImG9G/+u363gr8UfHlGJtD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Qx+7EAAAA3AAAAA8AAAAAAAAAAAAAAAAAmAIAAGRycy9k&#10;b3ducmV2LnhtbFBLBQYAAAAABAAEAPUAAACJAwAAAAA=&#10;" fillcolor="#c6d9f1 [671]" stroked="f" strokeweight="2pt">
                    <v:textbox>
                      <w:txbxContent>
                        <w:p w:rsidR="009014F8" w:rsidRPr="0024692F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11" o:spid="_x0000_s1150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idcAA&#10;AADcAAAADwAAAGRycy9kb3ducmV2LnhtbERPTYvCMBC9L/gfwgheRNN6cJdqFBEEvbnqZW9DMzbV&#10;ZlKa2NZ/b4QFb/N4n7Nc97YSLTW+dKwgnSYgiHOnSy4UXM67yQ8IH5A1Vo5JwZM8rFeDryVm2nX8&#10;S+0pFCKGsM9QgQmhzqT0uSGLfupq4shdXWMxRNgUUjfYxXBbyVmSzKXFkmODwZq2hvL76WEVtN7M&#10;zTh0t+p5HJuD/+7+LtujUqNhv1mACNSHj/jfvddxfprC+5l4gV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hxidcAAAADcAAAADwAAAAAAAAAAAAAAAACYAgAAZHJzL2Rvd25y&#10;ZXYueG1sUEsFBgAAAAAEAAQA9QAAAIUDAAAAAA==&#10;" fillcolor="#c6d9f1 [671]" stroked="f" strokeweight="2pt">
                    <v:textbox>
                      <w:txbxContent>
                        <w:p w:rsidR="009014F8" w:rsidRPr="005A2C6A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5A2C6A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p w:rsidR="009014F8" w:rsidRDefault="009014F8" w:rsidP="009014F8">
      <w:pPr>
        <w:pStyle w:val="Themenfeld"/>
        <w:numPr>
          <w:ilvl w:val="0"/>
          <w:numId w:val="11"/>
        </w:numPr>
        <w:ind w:left="142" w:hanging="76"/>
      </w:pPr>
      <w:r>
        <w:lastRenderedPageBreak/>
        <w:t>Unternehmenskultur und Führung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Default="009014F8" w:rsidP="006D20DA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9014F8" w:rsidTr="006D20DA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65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-1141650147"/>
                <w:placeholder>
                  <w:docPart w:val="9BA450B0AC004D41A19FEFCFFEE38E9D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936559460"/>
            <w:placeholder>
              <w:docPart w:val="F038E40E281B4BF2919E3CA788C35DA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Zusammenfassung der Situationsbeschreibung (Stichworte) </w:t>
                </w:r>
              </w:p>
            </w:tc>
          </w:sdtContent>
        </w:sdt>
      </w:tr>
      <w:tr w:rsidR="009014F8" w:rsidTr="006D20DA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014F8" w:rsidRPr="008C4C60" w:rsidRDefault="00C23D8F" w:rsidP="00C23D8F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1061593888"/>
                <w:placeholder>
                  <w:docPart w:val="C2AF57BA2AC24533951B19E432EB6A39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 w:rsidR="009014F8"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014F8" w:rsidRPr="00110ACB" w:rsidRDefault="009014F8" w:rsidP="006D20DA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9014F8" w:rsidTr="006D20DA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</w:tr>
      <w:tr w:rsidR="009014F8" w:rsidTr="006D20DA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14F8" w:rsidRPr="008C4C60" w:rsidRDefault="009014F8" w:rsidP="006D20DA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14F8" w:rsidRDefault="009014F8" w:rsidP="006D20DA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1942496298"/>
            <w:placeholder>
              <w:docPart w:val="9C922D01C08A487C89306CFD8A0BFD79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9014F8" w:rsidRPr="00110ACB" w:rsidRDefault="009014F8" w:rsidP="006D20DA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Formulierung eines Zielsatzes, was mit den geplanten Maßnahmen in diesem Gestaltungsfeld erreicht werden soll</w:t>
                </w:r>
              </w:p>
            </w:tc>
          </w:sdtContent>
        </w:sdt>
      </w:tr>
    </w:tbl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9E9358" wp14:editId="31877DC6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E9358" id="Rechteck 112" o:spid="_x0000_s1151" style="position:absolute;margin-left:62.35pt;margin-top:.75pt;width:209.75pt;height:24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0" wp14:anchorId="35F0D080" wp14:editId="727B817C">
                <wp:simplePos x="0" y="0"/>
                <wp:positionH relativeFrom="margin">
                  <wp:align>left</wp:align>
                </wp:positionH>
                <wp:positionV relativeFrom="page">
                  <wp:posOffset>5086350</wp:posOffset>
                </wp:positionV>
                <wp:extent cx="1619885" cy="395605"/>
                <wp:effectExtent l="2540" t="0" r="1905" b="1905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3956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87719D" w:rsidRDefault="009014F8" w:rsidP="009014F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0D080" id="Rechteck 113" o:spid="_x0000_s1152" style="position:absolute;margin-left:0;margin-top:400.5pt;width:127.55pt;height:31.15pt;rotation:-90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" o:allowoverlap="f" fillcolor="#4f81bd [3204]" stroked="f" strokeweight="2pt">
                <v:textbox>
                  <w:txbxContent>
                    <w:p w:rsidR="009014F8" w:rsidRPr="0087719D" w:rsidRDefault="009014F8" w:rsidP="009014F8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9014F8" w:rsidRDefault="009014F8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754468" wp14:editId="1DCE0953">
                <wp:simplePos x="0" y="0"/>
                <wp:positionH relativeFrom="column">
                  <wp:posOffset>3174365</wp:posOffset>
                </wp:positionH>
                <wp:positionV relativeFrom="paragraph">
                  <wp:posOffset>9525</wp:posOffset>
                </wp:positionV>
                <wp:extent cx="2663825" cy="316230"/>
                <wp:effectExtent l="0" t="0" r="3175" b="762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54468" id="Rechteck 114" o:spid="_x0000_s1153" style="position:absolute;margin-left:249.95pt;margin-top:.75pt;width:209.75pt;height:24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/>
    <w:p w:rsidR="009014F8" w:rsidRDefault="001C2F3E" w:rsidP="009014F8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1E10E0" wp14:editId="707A4C25">
                <wp:simplePos x="0" y="0"/>
                <wp:positionH relativeFrom="column">
                  <wp:posOffset>7194300</wp:posOffset>
                </wp:positionH>
                <wp:positionV relativeFrom="paragraph">
                  <wp:posOffset>298755</wp:posOffset>
                </wp:positionV>
                <wp:extent cx="2664069" cy="316523"/>
                <wp:effectExtent l="0" t="0" r="3175" b="762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14F8" w:rsidRPr="0024692F" w:rsidRDefault="009014F8" w:rsidP="009014F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E10E0" id="Rechteck 115" o:spid="_x0000_s1154" style="position:absolute;margin-left:566.5pt;margin-top:23.5pt;width:209.75pt;height:24.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" fillcolor="#c6d9f1 [671]" stroked="f" strokeweight="2pt">
                <v:textbox>
                  <w:txbxContent>
                    <w:p w:rsidR="009014F8" w:rsidRPr="0024692F" w:rsidRDefault="009014F8" w:rsidP="009014F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9014F8" w:rsidRDefault="009014F8" w:rsidP="009014F8"/>
    <w:p w:rsidR="009014F8" w:rsidRDefault="009014F8" w:rsidP="009014F8">
      <w:pPr>
        <w:tabs>
          <w:tab w:val="left" w:pos="2268"/>
        </w:tabs>
        <w:rPr>
          <w:szCs w:val="20"/>
        </w:rPr>
      </w:pPr>
    </w:p>
    <w:p w:rsidR="005A1BD4" w:rsidRDefault="005A1BD4" w:rsidP="00672C68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720704" behindDoc="0" locked="1" layoutInCell="1" allowOverlap="0" wp14:anchorId="4922E908" wp14:editId="5B52C3F4">
                <wp:simplePos x="0" y="0"/>
                <wp:positionH relativeFrom="column">
                  <wp:posOffset>0</wp:posOffset>
                </wp:positionH>
                <wp:positionV relativeFrom="page">
                  <wp:posOffset>6134100</wp:posOffset>
                </wp:positionV>
                <wp:extent cx="10216800" cy="424800"/>
                <wp:effectExtent l="0" t="76200" r="0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162" name="Gruppieren 162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163" name="Gerade Verbindung mit Pfeil 163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4" name="Gruppieren 164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165" name="Gerader Verbinder 165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Gerader Verbinder 166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7" name="Gerader Verbinder 167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8" name="Gruppieren 168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169" name="Gerader Verbinder 169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" name="Gerader Verbinder 170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1" name="Gerader Verbinder 171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2" name="Gerader Verbinder 172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" name="Gerader Verbinder 173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4" name="Gerader Verbinder 174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5" name="Gerader Verbinder 175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" name="Gerader Verbinder 176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7" name="Gerader Verbinder 177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78" name="Gruppieren 178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179" name="Rechteck 179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1BD4" w:rsidRPr="0024692F" w:rsidRDefault="005A1BD4" w:rsidP="005A1BD4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Rechteck 180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1BD4" w:rsidRPr="0024692F" w:rsidRDefault="005A1BD4" w:rsidP="005A1BD4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hteck 181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1BD4" w:rsidRPr="0024692F" w:rsidRDefault="005A1BD4" w:rsidP="005A1BD4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22E908" id="Gruppieren 18" o:spid="_x0000_s1155" style="position:absolute;margin-left:0;margin-top:483pt;width:804.45pt;height:33.45pt;z-index:251720704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" o:allowoverlap="f">
                <v:group id="Gruppieren 162" o:spid="_x0000_s1156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Gerade Verbindung mit Pfeil 163" o:spid="_x0000_s1157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ua5cIAAADcAAAADwAAAGRycy9kb3ducmV2LnhtbERPTWvCQBC9F/oflhG81Y0V05pmI6IU&#10;vCZtqcchO2ZDs7Mhu5r037tCobd5vM/Jt5PtxJUG3zpWsFwkIIhrp1tuFHx+vD+9gvABWWPnmBT8&#10;kodt8fiQY6bdyCVdq9CIGMI+QwUmhD6T0teGLPqF64kjd3aDxRDh0Eg94BjDbSefkySVFluODQZ7&#10;2huqf6qLVaC/Guq/x5fN6XzcHVbluizXYVJqPpt2byACTeFf/Oc+6jg/XcH9mXiBLG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ua5cIAAADcAAAADwAAAAAAAAAAAAAA&#10;AAChAgAAZHJzL2Rvd25yZXYueG1sUEsFBgAAAAAEAAQA+QAAAJADAAAAAA==&#10;" strokecolor="#4579b8 [3044]" strokeweight="4.5pt">
                    <v:stroke endarrow="block"/>
                  </v:shape>
                  <v:group id="Gruppieren 164" o:spid="_x0000_s1158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line id="Gerader Verbinder 165" o:spid="_x0000_s1159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4dusMAAADcAAAADwAAAGRycy9kb3ducmV2LnhtbERPTWvCQBC9C/0PyxS86UatIqmrlKog&#10;aA/Rll6H7DQJZmfD7qrJv+8Kgrd5vM9ZrFpTiys5X1lWMBomIIhzqysuFHyftoM5CB+QNdaWSUFH&#10;HlbLl94CU21vnNH1GAoRQ9inqKAMoUml9HlJBv3QNsSR+7POYIjQFVI7vMVwU8txksykwYpjQ4kN&#10;fZaUn48Xo2Bju59s7za/X1U33b+d5ofxZJ0r1X9tP95BBGrDU/xw73ScP5vC/Zl4gV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eHbrDAAAA3AAAAA8AAAAAAAAAAAAA&#10;AAAAoQIAAGRycy9kb3ducmV2LnhtbFBLBQYAAAAABAAEAPkAAACRAwAAAAA=&#10;" strokecolor="#4579b8 [3044]" strokeweight="2.25pt"/>
                    <v:line id="Gerader Verbinder 166" o:spid="_x0000_s1160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yDzcQAAADcAAAADwAAAGRycy9kb3ducmV2LnhtbERPTWvCQBC9F/oflhF6qxttDRKzkdIq&#10;FLQHtcXrkJ0modnZsLtq8u9dQehtHu9z8mVvWnEm5xvLCibjBARxaXXDlYLvw/p5DsIHZI2tZVIw&#10;kIdl8fiQY6bthXd03odKxBD2GSqoQ+gyKX1Zk0E/th1x5H6tMxgidJXUDi8x3LRymiSpNNhwbKix&#10;o/eayr/9yShY2eFnt3Gr41czzDavh/l2+vJRKvU06t8WIAL14V98d3/qOD9N4fZMvE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TIPNxAAAANwAAAAPAAAAAAAAAAAA&#10;AAAAAKECAABkcnMvZG93bnJldi54bWxQSwUGAAAAAAQABAD5AAAAkgMAAAAA&#10;" strokecolor="#4579b8 [3044]" strokeweight="2.25pt"/>
                    <v:line id="Gerader Verbinder 167" o:spid="_x0000_s1161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AmVsQAAADcAAAADwAAAGRycy9kb3ducmV2LnhtbERPS2sCMRC+C/0PYQreNFtfla1RSmtB&#10;0B7Ull6HzXR36WayJOk+/r0RBG/z8T1ntelMJRpyvrSs4GmcgCDOrC45V/B1/hgtQfiArLGyTAp6&#10;8rBZPwxWmGrb8pGaU8hFDGGfooIihDqV0mcFGfRjWxNH7tc6gyFCl0vtsI3hppKTJFlIgyXHhgJr&#10;eiso+zv9GwVb238f927781n28/3svDxMpu+ZUsPH7vUFRKAu3MU3907H+YtnuD4TL5Dr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ACZWxAAAANwAAAAPAAAAAAAAAAAA&#10;AAAAAKECAABkcnMvZG93bnJldi54bWxQSwUGAAAAAAQABAD5AAAAkgMAAAAA&#10;" strokecolor="#4579b8 [3044]" strokeweight="2.25pt"/>
                  </v:group>
                  <v:group id="Gruppieren 168" o:spid="_x0000_s1162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<v:line id="Gerader Verbinder 169" o:spid="_x0000_s1163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gT8IAAADcAAAADwAAAGRycy9kb3ducmV2LnhtbERPzWrCQBC+F/oOyxS81U0tBo2uIoWC&#10;2F6qPsCYHZNgdjbdnWrs07uFgrf5+H5nvuxdq84UYuPZwMswA0VcettwZWC/e3+egIqCbLH1TAau&#10;FGG5eHyYY2H9hb/ovJVKpRCOBRqoRbpC61jW5DAOfUecuKMPDiXBUGkb8JLCXatHWZZrhw2nhho7&#10;equpPG1/nIHvj891vB7akeTj380prCZTeY3GDJ761QyUUC938b97bdP8fAp/z6QL9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xPgT8IAAADcAAAADwAAAAAAAAAAAAAA&#10;AAChAgAAZHJzL2Rvd25yZXYueG1sUEsFBgAAAAAEAAQA+QAAAJADAAAAAA==&#10;" strokecolor="#4579b8 [3044]"/>
                    <v:line id="Gerader Verbinder 170" o:spid="_x0000_s1164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DfD8UAAADcAAAADwAAAGRycy9kb3ducmV2LnhtbESPQU8CQQyF7yb+h0lNvMmsGAFXBkJI&#10;TIh6AfwBdafubtjpLDMVFn+9PZh4a/Ne3/s6Xw6hMydKuY3s4H5UgCGuom+5dvCxf7mbgcmC7LGL&#10;TA4ulGG5uL6aY+njmbd02kltNIRziQ4akb60NlcNBcyj2BOr9hVTQNE11dYnPGt46Oy4KCY2YMva&#10;0GBP64aqw+47ODi+vW/y5bMby+Tx5/WQVrMnecjO3d4Mq2cwQoP8m/+uN17xp4qvz+gEd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DfD8UAAADcAAAADwAAAAAAAAAA&#10;AAAAAAChAgAAZHJzL2Rvd25yZXYueG1sUEsFBgAAAAAEAAQA+QAAAJMDAAAAAA==&#10;" strokecolor="#4579b8 [3044]"/>
                    <v:line id="Gerader Verbinder 171" o:spid="_x0000_s1165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x6lMMAAADcAAAADwAAAGRycy9kb3ducmV2LnhtbERP22oCMRB9L/QfwhT6plmVetkaRQqC&#10;1L6o/YDpZtxd3Ey2yVTXfr0pCH2bw7nOfNm5Rp0pxNqzgUE/A0VceFtzaeDzsO5NQUVBtth4JgNX&#10;irBcPD7MMbf+wjs676VUKYRjjgYqkTbXOhYVOYx93xIn7uiDQ0kwlNoGvKRw1+hhlo21w5pTQ4Ut&#10;vVVUnPY/zsD39mMTr1/NUMYvv++nsJrOZBSNeX7qVq+ghDr5F9/dG5vmTwbw90y6QC9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8epTDAAAA3AAAAA8AAAAAAAAAAAAA&#10;AAAAoQIAAGRycy9kb3ducmV2LnhtbFBLBQYAAAAABAAEAPkAAACRAwAAAAA=&#10;" strokecolor="#4579b8 [3044]"/>
                    <v:line id="Gerader Verbinder 172" o:spid="_x0000_s1166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7k48MAAADcAAAADwAAAGRycy9kb3ducmV2LnhtbERP22rCQBB9L/Qflin0TTeN1EvqKiII&#10;0vZF2w8Ys9MkmJ1Nd0eN/fpuQejbHM515svetepMITaeDTwNM1DEpbcNVwY+PzaDKagoyBZbz2Tg&#10;ShGWi/u7ORbWX3hH571UKoVwLNBALdIVWseyJodx6DvixH354FASDJW2AS8p3LU6z7Kxdthwaqix&#10;o3VN5XF/cga+39638Xpocxk//7wew2o6k1E05vGhX72AEurlX3xzb22aP8nh75l0gV7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u5OPDAAAA3AAAAA8AAAAAAAAAAAAA&#10;AAAAoQIAAGRycy9kb3ducmV2LnhtbFBLBQYAAAAABAAEAPkAAACRAwAAAAA=&#10;" strokecolor="#4579b8 [3044]"/>
                    <v:line id="Gerader Verbinder 173" o:spid="_x0000_s1167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JBeMMAAADcAAAADwAAAGRycy9kb3ducmV2LnhtbERPzWoCMRC+F/oOYQreNFtFq1ujSKEg&#10;thetDzBuxt3FzWSbTHX16ZuC0Nt8fL8zX3auUWcKsfZs4HmQgSIuvK25NLD/eu9PQUVBtth4JgNX&#10;irBcPD7MMbf+wls676RUKYRjjgYqkTbXOhYVOYwD3xIn7uiDQ0kwlNoGvKRw1+hhlk20w5pTQ4Ut&#10;vVVUnHY/zsD3x+c6Xg/NUCbj2+YUVtOZjKIxvadu9QpKqJN/8d29tmn+ywj+nk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iQXjDAAAA3AAAAA8AAAAAAAAAAAAA&#10;AAAAoQIAAGRycy9kb3ducmV2LnhtbFBLBQYAAAAABAAEAPkAAACRAwAAAAA=&#10;" strokecolor="#4579b8 [3044]"/>
                    <v:line id="Gerader Verbinder 174" o:spid="_x0000_s1168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vZDMMAAADcAAAADwAAAGRycy9kb3ducmV2LnhtbERP204CMRB9N/EfmjHxTboiclkphJiQ&#10;EOVF4AOG7bC7YTtd2wEWvt6amPg2J+c603nnGnWmEGvPBp57GSjiwtuaSwO77fJpDCoKssXGMxm4&#10;UoT57P5uirn1F/6i80ZKlUI45migEmlzrWNRkcPY8y1x4g4+OJQEQ6ltwEsKd43uZ9lQO6w5NVTY&#10;0ntFxXFzcga+P9ereN03fRm+3j6OYTGeyEs05vGhW7yBEurkX/znXtk0fzSA32fSBXr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L2QzDAAAA3AAAAA8AAAAAAAAAAAAA&#10;AAAAoQIAAGRycy9kb3ducmV2LnhtbFBLBQYAAAAABAAEAPkAAACRAwAAAAA=&#10;" strokecolor="#4579b8 [3044]"/>
                    <v:line id="Gerader Verbinder 175" o:spid="_x0000_s1169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d8l8MAAADcAAAADwAAAGRycy9kb3ducmV2LnhtbERPzWoCMRC+C32HMAVvNVtFq1ujiCBI&#10;24u2DzDdjLuLm8majLr26ZtCwdt8fL8zX3auURcKsfZs4HmQgSIuvK25NPD1uXmagoqCbLHxTAZu&#10;FGG5eOjNMbf+yju67KVUKYRjjgYqkTbXOhYVOYwD3xIn7uCDQ0kwlNoGvKZw1+hhlk20w5pTQ4Ut&#10;rSsqjvuzM3B6/9jG23czlMn45+0YVtOZjKIx/cdu9QpKqJO7+N+9tWn+yxj+nk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HfJfDAAAA3AAAAA8AAAAAAAAAAAAA&#10;AAAAoQIAAGRycy9kb3ducmV2LnhtbFBLBQYAAAAABAAEAPkAAACRAwAAAAA=&#10;" strokecolor="#4579b8 [3044]"/>
                    <v:line id="Gerader Verbinder 176" o:spid="_x0000_s1170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i4MMAAADcAAAADwAAAGRycy9kb3ducmV2LnhtbERPzWrCQBC+F/oOywi96UalUVNXkYIg&#10;bS/aPsCYnSbB7Gy6O9XYp+8WhN7m4/ud5bp3rTpTiI1nA+NRBoq49LbhysDH+3Y4BxUF2WLrmQxc&#10;KcJ6dX+3xML6C+/pfJBKpRCOBRqoRbpC61jW5DCOfEecuE8fHEqCodI24CWFu1ZPsizXDhtODTV2&#10;9FxTeTp8OwNfr2+7eD22E8kff15OYTNfyDQa8zDoN0+ghHr5F9/cO5vmz3L4eyZd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V4uDDAAAA3AAAAA8AAAAAAAAAAAAA&#10;AAAAoQIAAGRycy9kb3ducmV2LnhtbFBLBQYAAAAABAAEAPkAAACRAwAAAAA=&#10;" strokecolor="#4579b8 [3044]"/>
                    <v:line id="Gerader Verbinder 177" o:spid="_x0000_s1171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lHe8MAAADcAAAADwAAAGRycy9kb3ducmV2LnhtbERP22oCMRB9F/oPYQq+abaKt61RpCCI&#10;7UttP2C6GXcXN5NtMurar28KBd/mcK6zXHeuURcKsfZs4GmYgSIuvK25NPD5sR3MQUVBtth4JgM3&#10;irBePfSWmFt/5Xe6HKRUKYRjjgYqkTbXOhYVOYxD3xIn7uiDQ0kwlNoGvKZw1+hRlk21w5pTQ4Ut&#10;vVRUnA5nZ+D79W0Xb1/NSKaTn/0pbOYLGUdj+o/d5hmUUCd38b97Z9P82Qz+nkkX6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ZR3vDAAAA3AAAAA8AAAAAAAAAAAAA&#10;AAAAoQIAAGRycy9kb3ducmV2LnhtbFBLBQYAAAAABAAEAPkAAACRAwAAAAA=&#10;" strokecolor="#4579b8 [3044]"/>
                  </v:group>
                </v:group>
                <v:group id="Gruppieren 178" o:spid="_x0000_s1172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rect id="Rechteck 179" o:spid="_x0000_s1173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L08EA&#10;AADcAAAADwAAAGRycy9kb3ducmV2LnhtbERPS4vCMBC+C/sfwix4kTVdD+pWoyyCoDcfvXgbmrHp&#10;bjMpTWzrvzeC4G0+vucs172tREuNLx0r+B4nIIhzp0suFGTn7dcchA/IGivHpOBOHtarj8ESU+06&#10;PlJ7CoWIIexTVGBCqFMpfW7Ioh+7mjhyV9dYDBE2hdQNdjHcVnKSJFNpseTYYLCmjaH8/3SzClpv&#10;pmYUur/qfhiZvZ91l2xzUGr42f8uQATqw1v8cu90nD/7g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1i9PBAAAA3AAAAA8AAAAAAAAAAAAAAAAAmAIAAGRycy9kb3du&#10;cmV2LnhtbFBLBQYAAAAABAAEAPUAAACGAwAAAAA=&#10;" fillcolor="#c6d9f1 [671]" stroked="f" strokeweight="2pt">
                    <v:textbox>
                      <w:txbxContent>
                        <w:p w:rsidR="005A1BD4" w:rsidRPr="0024692F" w:rsidRDefault="005A1BD4" w:rsidP="005A1BD4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80" o:spid="_x0000_s1174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SacQA&#10;AADcAAAADwAAAGRycy9kb3ducmV2LnhtbESPQW/CMAyF70j8h8hIXBCkcABUCGhCQho3xrhwsxqv&#10;6dY4VZO15d/jw6TdbL3n9z7vj4OvVUdtrAIbWC4yUMRFsBWXBu6f5/kWVEzIFuvAZOBJEY6H8WiP&#10;uQ09f1B3S6WSEI45GnApNbnWsXDkMS5CQyzaV2g9JlnbUtsWewn3tV5l2Vp7rFgaHDZ0clT83H69&#10;gS66tZul/rt+XmfuEjf94366GjOdDG87UImG9G/+u363gr8VfHlGJtC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aUmnEAAAA3AAAAA8AAAAAAAAAAAAAAAAAmAIAAGRycy9k&#10;b3ducmV2LnhtbFBLBQYAAAAABAAEAPUAAACJAwAAAAA=&#10;" fillcolor="#c6d9f1 [671]" stroked="f" strokeweight="2pt">
                    <v:textbox>
                      <w:txbxContent>
                        <w:p w:rsidR="005A1BD4" w:rsidRPr="0024692F" w:rsidRDefault="005A1BD4" w:rsidP="005A1BD4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81" o:spid="_x0000_s1175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b38sIA&#10;AADcAAAADwAAAGRycy9kb3ducmV2LnhtbERPO2vDMBDeC/0P4gpZQiMngxvcyKYECu3mOlmyHdbF&#10;cmqdjKX68e+rQiHbfXzPOxSz7cRIg28dK9huEhDEtdMtNwrOp/fnPQgfkDV2jknBQh6K/PHhgJl2&#10;E3/RWIVGxBD2GSowIfSZlL42ZNFvXE8cuasbLIYIh0bqAacYbju5S5JUWmw5Nhjs6Wio/q5+rILR&#10;m9Ssw3TrlnJtPv3LdDkfS6VWT/PbK4hAc7iL/90fOs7fb+HvmXiB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vfywgAAANwAAAAPAAAAAAAAAAAAAAAAAJgCAABkcnMvZG93&#10;bnJldi54bWxQSwUGAAAAAAQABAD1AAAAhwMAAAAA&#10;" fillcolor="#c6d9f1 [671]" stroked="f" strokeweight="2pt">
                    <v:textbox>
                      <w:txbxContent>
                        <w:p w:rsidR="005A1BD4" w:rsidRPr="0024692F" w:rsidRDefault="005A1BD4" w:rsidP="005A1BD4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p w:rsidR="005A1BD4" w:rsidRDefault="005A1BD4" w:rsidP="005A1BD4">
      <w:pPr>
        <w:pStyle w:val="Themenfeld"/>
        <w:numPr>
          <w:ilvl w:val="0"/>
          <w:numId w:val="11"/>
        </w:numPr>
      </w:pPr>
      <w:r>
        <w:lastRenderedPageBreak/>
        <w:t>Vielfalt</w:t>
      </w:r>
    </w:p>
    <w:tbl>
      <w:tblPr>
        <w:tblStyle w:val="Tabellenraster"/>
        <w:tblpPr w:leftFromText="142" w:rightFromText="142" w:vertAnchor="text" w:tblpY="1"/>
        <w:tblOverlap w:val="never"/>
        <w:tblW w:w="16260" w:type="dxa"/>
        <w:tblLook w:val="0620" w:firstRow="1" w:lastRow="0" w:firstColumn="0" w:lastColumn="0" w:noHBand="1" w:noVBand="1"/>
      </w:tblPr>
      <w:tblGrid>
        <w:gridCol w:w="2237"/>
        <w:gridCol w:w="310"/>
        <w:gridCol w:w="13713"/>
      </w:tblGrid>
      <w:tr w:rsidR="005A1BD4" w:rsidTr="00982337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1BD4" w:rsidRDefault="005A1BD4" w:rsidP="00982337">
            <w:pPr>
              <w:spacing w:before="120" w:after="120"/>
              <w:rPr>
                <w:b/>
              </w:rPr>
            </w:pPr>
            <w:r>
              <w:rPr>
                <w:b/>
              </w:rPr>
              <w:t>Bewertung Handlungsbedarf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BD4" w:rsidRDefault="005A1BD4" w:rsidP="00982337">
            <w:pPr>
              <w:spacing w:before="120" w:after="120"/>
              <w:rPr>
                <w:b/>
              </w:rPr>
            </w:pPr>
          </w:p>
        </w:tc>
        <w:tc>
          <w:tcPr>
            <w:tcW w:w="13713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5A1BD4" w:rsidRDefault="005A1BD4" w:rsidP="00982337">
            <w:pPr>
              <w:spacing w:before="120" w:after="120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5A1BD4" w:rsidTr="00982337">
        <w:trPr>
          <w:trHeight w:val="494"/>
        </w:trPr>
        <w:tc>
          <w:tcPr>
            <w:tcW w:w="2237" w:type="dxa"/>
            <w:tcBorders>
              <w:right w:val="single" w:sz="4" w:space="0" w:color="auto"/>
            </w:tcBorders>
            <w:vAlign w:val="center"/>
          </w:tcPr>
          <w:p w:rsidR="005A1BD4" w:rsidRPr="008C4C60" w:rsidRDefault="005A1BD4" w:rsidP="00982337">
            <w:pPr>
              <w:tabs>
                <w:tab w:val="left" w:pos="965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Aktuell: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-863287822"/>
                <w:placeholder>
                  <w:docPart w:val="BCE57DC95A21435B9511AFBF77206242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>
                  <w:rPr>
                    <w:rStyle w:val="Platzhaltertext"/>
                  </w:rPr>
                  <w:t>Aktuell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1BD4" w:rsidRDefault="005A1BD4" w:rsidP="00982337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-1380700627"/>
            <w:placeholder>
              <w:docPart w:val="4E02149F7281419FA34BE2AEA4812CA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  <w:p w:rsidR="005A1BD4" w:rsidRPr="00110ACB" w:rsidRDefault="005A1BD4" w:rsidP="0098233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 xml:space="preserve">Zusammenfassung der Situationsbeschreibung (Stichworte) </w:t>
                </w:r>
              </w:p>
            </w:tc>
          </w:sdtContent>
        </w:sdt>
      </w:tr>
      <w:tr w:rsidR="005A1BD4" w:rsidTr="00982337">
        <w:tc>
          <w:tcPr>
            <w:tcW w:w="223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1BD4" w:rsidRPr="008C4C60" w:rsidRDefault="005A1BD4" w:rsidP="00982337">
            <w:pPr>
              <w:tabs>
                <w:tab w:val="left" w:pos="976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rStyle w:val="InputZchn"/>
              </w:rPr>
              <w:t>Prognose:</w:t>
            </w:r>
            <w:r>
              <w:rPr>
                <w:rStyle w:val="InputZchn"/>
              </w:rPr>
              <w:tab/>
            </w:r>
            <w:sdt>
              <w:sdtPr>
                <w:rPr>
                  <w:rStyle w:val="InputZchn"/>
                </w:rPr>
                <w:id w:val="-1150907311"/>
                <w:placeholder>
                  <w:docPart w:val="1EEC0D6AA37B431C8B3CE5B44AACD1BA"/>
                </w:placeholder>
                <w:showingPlcHdr/>
                <w:dropDownList>
                  <w:listItem w:value="Wählen Sie ein Element aus."/>
                  <w:listItem w:displayText="hoch" w:value="hoch"/>
                  <w:listItem w:displayText="mittel" w:value="mittel"/>
                  <w:listItem w:displayText="gering" w:value="gering"/>
                  <w:listItem w:displayText="keiner" w:value="keiner"/>
                </w:dropDownList>
              </w:sdtPr>
              <w:sdtEndPr>
                <w:rPr>
                  <w:rStyle w:val="InputZchn"/>
                </w:rPr>
              </w:sdtEndPr>
              <w:sdtContent>
                <w:r>
                  <w:rPr>
                    <w:rStyle w:val="Platzhaltertext"/>
                  </w:rPr>
                  <w:t>Prognose</w:t>
                </w:r>
              </w:sdtContent>
            </w:sdt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1BD4" w:rsidRDefault="005A1BD4" w:rsidP="00982337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5A1BD4" w:rsidRPr="00110ACB" w:rsidRDefault="005A1BD4" w:rsidP="00982337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5A1BD4" w:rsidTr="00982337">
        <w:trPr>
          <w:trHeight w:hRule="exact" w:val="113"/>
        </w:trPr>
        <w:tc>
          <w:tcPr>
            <w:tcW w:w="2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A1BD4" w:rsidRDefault="005A1BD4" w:rsidP="00982337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BD4" w:rsidRDefault="005A1BD4" w:rsidP="00982337">
            <w:pPr>
              <w:spacing w:before="120" w:after="120"/>
              <w:rPr>
                <w:rStyle w:val="InputZchn"/>
              </w:rPr>
            </w:pPr>
          </w:p>
        </w:tc>
        <w:tc>
          <w:tcPr>
            <w:tcW w:w="137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A1BD4" w:rsidRDefault="005A1BD4" w:rsidP="00982337">
            <w:pPr>
              <w:spacing w:before="120" w:after="120"/>
              <w:rPr>
                <w:rStyle w:val="InputZchn"/>
              </w:rPr>
            </w:pPr>
          </w:p>
        </w:tc>
      </w:tr>
      <w:tr w:rsidR="005A1BD4" w:rsidTr="00982337">
        <w:tc>
          <w:tcPr>
            <w:tcW w:w="223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1BD4" w:rsidRPr="008C4C60" w:rsidRDefault="005A1BD4" w:rsidP="00982337">
            <w:pPr>
              <w:spacing w:before="120" w:after="120"/>
              <w:rPr>
                <w:sz w:val="18"/>
                <w:szCs w:val="18"/>
              </w:rPr>
            </w:pPr>
            <w:r>
              <w:rPr>
                <w:b/>
              </w:rPr>
              <w:t>Leitlinie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1BD4" w:rsidRDefault="005A1BD4" w:rsidP="00982337">
            <w:pPr>
              <w:spacing w:before="120" w:after="120"/>
              <w:rPr>
                <w:rStyle w:val="InputZchn"/>
              </w:rPr>
            </w:pPr>
          </w:p>
        </w:tc>
        <w:sdt>
          <w:sdtPr>
            <w:rPr>
              <w:rStyle w:val="InputZchn"/>
            </w:rPr>
            <w:id w:val="1557740520"/>
            <w:placeholder>
              <w:docPart w:val="73EB867713204EB19BB97637B8F0E100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3713" w:type="dxa"/>
                <w:tcBorders>
                  <w:left w:val="single" w:sz="4" w:space="0" w:color="auto"/>
                </w:tcBorders>
                <w:vAlign w:val="center"/>
              </w:tcPr>
              <w:p w:rsidR="005A1BD4" w:rsidRPr="00110ACB" w:rsidRDefault="005A1BD4" w:rsidP="0098233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>
                  <w:rPr>
                    <w:rStyle w:val="Platzhaltertext"/>
                    <w:sz w:val="18"/>
                    <w:szCs w:val="18"/>
                  </w:rPr>
                  <w:t>Formulierung eines Zielsatzes, was mit den geplanten Maßnahmen in diesem Gestaltungsfeld erreicht werden soll</w:t>
                </w:r>
              </w:p>
            </w:tc>
          </w:sdtContent>
        </w:sdt>
      </w:tr>
    </w:tbl>
    <w:p w:rsidR="005A1BD4" w:rsidRDefault="005A1BD4" w:rsidP="005A1BD4"/>
    <w:p w:rsidR="005A1BD4" w:rsidRDefault="005A1BD4" w:rsidP="005A1BD4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4FCD9C" wp14:editId="768F9071">
                <wp:simplePos x="0" y="0"/>
                <wp:positionH relativeFrom="column">
                  <wp:posOffset>791845</wp:posOffset>
                </wp:positionH>
                <wp:positionV relativeFrom="paragraph">
                  <wp:posOffset>9525</wp:posOffset>
                </wp:positionV>
                <wp:extent cx="2664000" cy="316800"/>
                <wp:effectExtent l="0" t="0" r="3175" b="7620"/>
                <wp:wrapNone/>
                <wp:docPr id="182" name="Rechteck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316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BD4" w:rsidRPr="0024692F" w:rsidRDefault="005A1BD4" w:rsidP="005A1BD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FCD9C" id="Rechteck 182" o:spid="_x0000_s1176" style="position:absolute;margin-left:62.35pt;margin-top:.75pt;width:209.75pt;height:24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" fillcolor="#c6d9f1 [671]" stroked="f" strokeweight="2pt">
                <v:textbox>
                  <w:txbxContent>
                    <w:p w:rsidR="005A1BD4" w:rsidRPr="0024692F" w:rsidRDefault="005A1BD4" w:rsidP="005A1BD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Ansatz1</w:t>
                      </w:r>
                    </w:p>
                  </w:txbxContent>
                </v:textbox>
              </v:rect>
            </w:pict>
          </mc:Fallback>
        </mc:AlternateContent>
      </w:r>
    </w:p>
    <w:p w:rsidR="005A1BD4" w:rsidRDefault="005A1BD4" w:rsidP="005A1BD4"/>
    <w:p w:rsidR="005A1BD4" w:rsidRDefault="005A1BD4" w:rsidP="005A1BD4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0" wp14:anchorId="7CA536C8" wp14:editId="6933A10C">
                <wp:simplePos x="0" y="0"/>
                <wp:positionH relativeFrom="margin">
                  <wp:align>left</wp:align>
                </wp:positionH>
                <wp:positionV relativeFrom="page">
                  <wp:posOffset>5086350</wp:posOffset>
                </wp:positionV>
                <wp:extent cx="1619885" cy="395605"/>
                <wp:effectExtent l="2540" t="0" r="1905" b="1905"/>
                <wp:wrapNone/>
                <wp:docPr id="183" name="Rechteck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3956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BD4" w:rsidRPr="0087719D" w:rsidRDefault="005A1BD4" w:rsidP="005A1BD4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719D">
                              <w:rPr>
                                <w:sz w:val="24"/>
                                <w:szCs w:val="24"/>
                              </w:rPr>
                              <w:t>Gestaltungsansätze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536C8" id="Rechteck 183" o:spid="_x0000_s1177" style="position:absolute;margin-left:0;margin-top:400.5pt;width:127.55pt;height:31.15pt;rotation:-90;z-index:251722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" o:allowoverlap="f" fillcolor="#4f81bd [3204]" stroked="f" strokeweight="2pt">
                <v:textbox>
                  <w:txbxContent>
                    <w:p w:rsidR="005A1BD4" w:rsidRPr="0087719D" w:rsidRDefault="005A1BD4" w:rsidP="005A1BD4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7719D">
                        <w:rPr>
                          <w:sz w:val="24"/>
                          <w:szCs w:val="24"/>
                        </w:rPr>
                        <w:t>Gestaltungsansätze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:rsidR="005A1BD4" w:rsidRDefault="005A1BD4" w:rsidP="005A1BD4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B63614" wp14:editId="75458C9B">
                <wp:simplePos x="0" y="0"/>
                <wp:positionH relativeFrom="column">
                  <wp:posOffset>3174365</wp:posOffset>
                </wp:positionH>
                <wp:positionV relativeFrom="paragraph">
                  <wp:posOffset>9525</wp:posOffset>
                </wp:positionV>
                <wp:extent cx="2663825" cy="316230"/>
                <wp:effectExtent l="0" t="0" r="3175" b="7620"/>
                <wp:wrapNone/>
                <wp:docPr id="184" name="Rechteck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BD4" w:rsidRPr="0024692F" w:rsidRDefault="005A1BD4" w:rsidP="005A1BD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B63614" id="Rechteck 184" o:spid="_x0000_s1178" style="position:absolute;margin-left:249.95pt;margin-top:.75pt;width:209.75pt;height:24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" fillcolor="#c6d9f1 [671]" stroked="f" strokeweight="2pt">
                <v:textbox>
                  <w:txbxContent>
                    <w:p w:rsidR="005A1BD4" w:rsidRPr="0024692F" w:rsidRDefault="005A1BD4" w:rsidP="005A1BD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Ansatz2</w:t>
                      </w:r>
                    </w:p>
                  </w:txbxContent>
                </v:textbox>
              </v:rect>
            </w:pict>
          </mc:Fallback>
        </mc:AlternateContent>
      </w:r>
    </w:p>
    <w:p w:rsidR="005A1BD4" w:rsidRDefault="005A1BD4" w:rsidP="005A1BD4"/>
    <w:p w:rsidR="005A1BD4" w:rsidRDefault="005A1BD4" w:rsidP="005A1BD4"/>
    <w:p w:rsidR="005A1BD4" w:rsidRDefault="005A1BD4" w:rsidP="005A1BD4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8301384" wp14:editId="37697683">
                <wp:simplePos x="0" y="0"/>
                <wp:positionH relativeFrom="column">
                  <wp:posOffset>7194300</wp:posOffset>
                </wp:positionH>
                <wp:positionV relativeFrom="paragraph">
                  <wp:posOffset>298755</wp:posOffset>
                </wp:positionV>
                <wp:extent cx="2664069" cy="316523"/>
                <wp:effectExtent l="0" t="0" r="3175" b="7620"/>
                <wp:wrapNone/>
                <wp:docPr id="185" name="Rechteck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69" cy="3165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BD4" w:rsidRPr="0024692F" w:rsidRDefault="005A1BD4" w:rsidP="005A1BD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4692F">
                              <w:rPr>
                                <w:color w:val="808080" w:themeColor="background1" w:themeShade="80"/>
                              </w:rPr>
                              <w:t>Ansatz3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301384" id="Rechteck 185" o:spid="_x0000_s1179" style="position:absolute;margin-left:566.5pt;margin-top:23.5pt;width:209.75pt;height:24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" fillcolor="#c6d9f1 [671]" stroked="f" strokeweight="2pt">
                <v:textbox>
                  <w:txbxContent>
                    <w:p w:rsidR="005A1BD4" w:rsidRPr="0024692F" w:rsidRDefault="005A1BD4" w:rsidP="005A1BD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4692F">
                        <w:rPr>
                          <w:color w:val="808080" w:themeColor="background1" w:themeShade="80"/>
                        </w:rPr>
                        <w:t>Ansatz3</w:t>
                      </w:r>
                    </w:p>
                  </w:txbxContent>
                </v:textbox>
              </v:rect>
            </w:pict>
          </mc:Fallback>
        </mc:AlternateContent>
      </w:r>
    </w:p>
    <w:p w:rsidR="005A1BD4" w:rsidRDefault="005A1BD4" w:rsidP="005A1BD4"/>
    <w:p w:rsidR="005A1BD4" w:rsidRDefault="005A1BD4" w:rsidP="005A1BD4">
      <w:pPr>
        <w:tabs>
          <w:tab w:val="left" w:pos="2268"/>
        </w:tabs>
        <w:rPr>
          <w:szCs w:val="20"/>
        </w:rPr>
      </w:pPr>
    </w:p>
    <w:p w:rsidR="00E342FD" w:rsidRDefault="009014F8" w:rsidP="00672C68">
      <w:pPr>
        <w:tabs>
          <w:tab w:val="left" w:pos="2268"/>
        </w:tabs>
        <w:rPr>
          <w:szCs w:val="20"/>
        </w:rPr>
      </w:pPr>
      <w:r>
        <w:rPr>
          <w:noProof/>
          <w:szCs w:val="20"/>
        </w:rPr>
        <mc:AlternateContent>
          <mc:Choice Requires="wpg">
            <w:drawing>
              <wp:anchor distT="0" distB="0" distL="114300" distR="114300" simplePos="0" relativeHeight="251709440" behindDoc="0" locked="1" layoutInCell="1" allowOverlap="0" wp14:anchorId="01407B4A" wp14:editId="21C68101">
                <wp:simplePos x="0" y="0"/>
                <wp:positionH relativeFrom="column">
                  <wp:posOffset>21260</wp:posOffset>
                </wp:positionH>
                <wp:positionV relativeFrom="page">
                  <wp:posOffset>6264910</wp:posOffset>
                </wp:positionV>
                <wp:extent cx="10216800" cy="424800"/>
                <wp:effectExtent l="0" t="76200" r="0" b="0"/>
                <wp:wrapNone/>
                <wp:docPr id="116" name="Gruppieren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6800" cy="424800"/>
                          <a:chOff x="0" y="0"/>
                          <a:chExt cx="10216515" cy="424700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0" y="0"/>
                            <a:ext cx="10216515" cy="186905"/>
                            <a:chOff x="0" y="0"/>
                            <a:chExt cx="10216515" cy="186905"/>
                          </a:xfrm>
                        </wpg:grpSpPr>
                        <wps:wsp>
                          <wps:cNvPr id="118" name="Gerade Verbindung mit Pfeil 118"/>
                          <wps:cNvCnPr/>
                          <wps:spPr>
                            <a:xfrm>
                              <a:off x="0" y="28800"/>
                              <a:ext cx="10216515" cy="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9" name="Gruppieren 119"/>
                          <wpg:cNvGrpSpPr/>
                          <wpg:grpSpPr>
                            <a:xfrm>
                              <a:off x="50400" y="7200"/>
                              <a:ext cx="7207885" cy="179705"/>
                              <a:chOff x="0" y="0"/>
                              <a:chExt cx="7208196" cy="245183"/>
                            </a:xfrm>
                          </wpg:grpSpPr>
                          <wps:wsp>
                            <wps:cNvPr id="120" name="Gerader Verbinder 120"/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" name="Gerader Verbinder 121"/>
                            <wps:cNvCnPr/>
                            <wps:spPr>
                              <a:xfrm>
                                <a:off x="3608962" y="29183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" name="Gerader Verbinder 122"/>
                            <wps:cNvCnPr/>
                            <wps:spPr>
                              <a:xfrm>
                                <a:off x="7208196" y="9728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3" name="Gruppieren 123"/>
                          <wpg:cNvGrpSpPr/>
                          <wpg:grpSpPr>
                            <a:xfrm>
                              <a:off x="957600" y="0"/>
                              <a:ext cx="8998123" cy="108000"/>
                              <a:chOff x="0" y="0"/>
                              <a:chExt cx="8998123" cy="223866"/>
                            </a:xfrm>
                          </wpg:grpSpPr>
                          <wps:wsp>
                            <wps:cNvPr id="124" name="Gerader Verbinder 124"/>
                            <wps:cNvCnPr/>
                            <wps:spPr>
                              <a:xfrm>
                                <a:off x="0" y="7116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" name="Gerader Verbinder 125"/>
                            <wps:cNvCnPr/>
                            <wps:spPr>
                              <a:xfrm>
                                <a:off x="900169" y="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" name="Gerader Verbinder 126"/>
                            <wps:cNvCnPr/>
                            <wps:spPr>
                              <a:xfrm>
                                <a:off x="1800337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" name="Gerader Verbinder 127"/>
                            <wps:cNvCnPr/>
                            <wps:spPr>
                              <a:xfrm>
                                <a:off x="3600673" y="17790"/>
                                <a:ext cx="0" cy="2060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Gerader Verbinder 128"/>
                            <wps:cNvCnPr/>
                            <wps:spPr>
                              <a:xfrm>
                                <a:off x="4497283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Gerader Verbinder 129"/>
                            <wps:cNvCnPr/>
                            <wps:spPr>
                              <a:xfrm>
                                <a:off x="5401009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" name="Gerader Verbinder 130"/>
                            <wps:cNvCnPr/>
                            <wps:spPr>
                              <a:xfrm>
                                <a:off x="7197787" y="7116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" name="Gerader Verbinder 131"/>
                            <wps:cNvCnPr/>
                            <wps:spPr>
                              <a:xfrm>
                                <a:off x="8101513" y="17790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Gerader Verbinder 132"/>
                            <wps:cNvCnPr/>
                            <wps:spPr>
                              <a:xfrm>
                                <a:off x="8998123" y="14232"/>
                                <a:ext cx="0" cy="2054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33" name="Gruppieren 133"/>
                        <wpg:cNvGrpSpPr/>
                        <wpg:grpSpPr>
                          <a:xfrm>
                            <a:off x="1404000" y="208800"/>
                            <a:ext cx="8082915" cy="215900"/>
                            <a:chOff x="251692" y="0"/>
                            <a:chExt cx="8102812" cy="216522"/>
                          </a:xfrm>
                        </wpg:grpSpPr>
                        <wps:wsp>
                          <wps:cNvPr id="134" name="Rechteck 134"/>
                          <wps:cNvSpPr/>
                          <wps:spPr>
                            <a:xfrm>
                              <a:off x="251692" y="0"/>
                              <a:ext cx="900938" cy="216522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24692F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Rechteck 135"/>
                          <wps:cNvSpPr/>
                          <wps:spPr>
                            <a:xfrm>
                              <a:off x="3851679" y="0"/>
                              <a:ext cx="900087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24692F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Rechteck 136"/>
                          <wps:cNvSpPr/>
                          <wps:spPr>
                            <a:xfrm>
                              <a:off x="7454419" y="0"/>
                              <a:ext cx="900085" cy="2162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014F8" w:rsidRPr="0024692F" w:rsidRDefault="009014F8" w:rsidP="009014F8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24692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Jahr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07B4A" id="Gruppieren 116" o:spid="_x0000_s1180" style="position:absolute;margin-left:1.65pt;margin-top:493.3pt;width:804.45pt;height:33.45pt;z-index:251709440;mso-position-vertical-relative:page;mso-width-relative:margin;mso-height-relative:margin" coordsize="102165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" o:allowoverlap="f">
                <v:group id="Gruppieren 117" o:spid="_x0000_s1181" style="position:absolute;width:102165;height:1869" coordsize="102165,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Gerade Verbindung mit Pfeil 118" o:spid="_x0000_s1182" type="#_x0000_t32" style="position:absolute;top:288;width:102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l76cQAAADcAAAADwAAAGRycy9kb3ducmV2LnhtbESPQWvCQBCF74X+h2UKvTUbW7SauoZQ&#10;KXiNbdHjkB2T0OxsyK4m/ffOQfA2w3vz3jfrfHKdutAQWs8GZkkKirjytuXawM/318sSVIjIFjvP&#10;ZOCfAuSbx4c1ZtaPXNJlH2slIRwyNNDE2Gdah6ohhyHxPbFoJz84jLIOtbYDjhLuOv2apgvtsGVp&#10;aLCnz4aqv/3ZGbC/NfWH8X11PO2K7Vs5L8t5nIx5fpqKD1CRpng33653VvBnQivPyAR6c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qXvpxAAAANwAAAAPAAAAAAAAAAAA&#10;AAAAAKECAABkcnMvZG93bnJldi54bWxQSwUGAAAAAAQABAD5AAAAkgMAAAAA&#10;" strokecolor="#4579b8 [3044]" strokeweight="4.5pt">
                    <v:stroke endarrow="block"/>
                  </v:shape>
                  <v:group id="Gruppieren 119" o:spid="_x0000_s1183" style="position:absolute;left:504;top:72;width:72078;height:1797" coordsize="72081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line id="Gerader Verbinder 120" o:spid="_x0000_s1184" style="position:absolute;visibility:visible;mso-wrap-style:square" from="0,0" to="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MH4sYAAADcAAAADwAAAGRycy9kb3ducmV2LnhtbESPT2vDMAzF74N9B6NBb6uzdCslrVvG&#10;1sGg66H/6FXEWhIWy8H22uTbT4dBbxLv6b2fFqvetepCITaeDTyNM1DEpbcNVwaOh4/HGaiYkC22&#10;nsnAQBFWy/u7BRbWX3lHl32qlIRwLNBAnVJXaB3LmhzGse+IRfv2wWGSNVTaBrxKuGt1nmVT7bBh&#10;aaixo7eayp/9rzOw9sNptwnr87YZXjbPh9lXPnkvjRk99K9zUIn6dDP/X39awc8FX56RCf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DB+LGAAAA3AAAAA8AAAAAAAAA&#10;AAAAAAAAoQIAAGRycy9kb3ducmV2LnhtbFBLBQYAAAAABAAEAPkAAACUAwAAAAA=&#10;" strokecolor="#4579b8 [3044]" strokeweight="2.25pt"/>
                    <v:line id="Gerader Verbinder 121" o:spid="_x0000_s1185" style="position:absolute;visibility:visible;mso-wrap-style:square" from="36089,291" to="3608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+iecMAAADcAAAADwAAAGRycy9kb3ducmV2LnhtbERPTWvCQBC9F/oflil4qxujFYmuUqqC&#10;YD2oLV6H7JgEs7Nhd9Xk37uFgrd5vM+ZLVpTixs5X1lWMOgnIIhzqysuFPwc1+8TED4ga6wtk4KO&#10;PCzmry8zzLS9855uh1CIGMI+QwVlCE0mpc9LMuj7tiGO3Nk6gyFCV0jt8B7DTS3TJBlLgxXHhhIb&#10;+iopvxyuRsHKdr/7rVuddlX3sR0dJ9/pcJkr1XtrP6cgArXhKf53b3Scnw7g75l4gZ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PonnDAAAA3AAAAA8AAAAAAAAAAAAA&#10;AAAAoQIAAGRycy9kb3ducmV2LnhtbFBLBQYAAAAABAAEAPkAAACRAwAAAAA=&#10;" strokecolor="#4579b8 [3044]" strokeweight="2.25pt"/>
                    <v:line id="Gerader Verbinder 122" o:spid="_x0000_s1186" style="position:absolute;visibility:visible;mso-wrap-style:square" from="72081,97" to="72081,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08DsQAAADcAAAADwAAAGRycy9kb3ducmV2LnhtbERPTWvCQBC9C/6HZYTedGNai8RspLQW&#10;CtqD2tLrkB2TYHY27G41+fddQehtHu9z8nVvWnEh5xvLCuazBARxaXXDlYKv4/t0CcIHZI2tZVIw&#10;kId1MR7lmGl75T1dDqESMYR9hgrqELpMSl/WZNDPbEccuZN1BkOErpLa4TWGm1amSfIsDTYcG2rs&#10;6LWm8nz4NQo2dvjeb93m57MZFtun43KXPr6VSj1M+pcViEB9+Bff3R86zk9TuD0TL5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HTwOxAAAANwAAAAPAAAAAAAAAAAA&#10;AAAAAKECAABkcnMvZG93bnJldi54bWxQSwUGAAAAAAQABAD5AAAAkgMAAAAA&#10;" strokecolor="#4579b8 [3044]" strokeweight="2.25pt"/>
                  </v:group>
                  <v:group id="Gruppieren 123" o:spid="_x0000_s1187" style="position:absolute;left:9576;width:89981;height:1080" coordsize="89981,2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line id="Gerader Verbinder 124" o:spid="_x0000_s1188" style="position:absolute;visibility:visible;mso-wrap-style:square" from="0,71" to="0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j2EcMAAADcAAAADwAAAGRycy9kb3ducmV2LnhtbERPzWrCQBC+F/oOyxR6q5vGKpq6igiC&#10;tL1o+wBjdpoEs7Pp7qixT98tCN7m4/ud2aJ3rTpRiI1nA8+DDBRx6W3DlYGvz/XTBFQUZIutZzJw&#10;oQiL+f3dDAvrz7yl004qlUI4FmigFukKrWNZk8M48B1x4r59cCgJhkrbgOcU7lqdZ9lYO2w4NdTY&#10;0aqm8rA7OgM/7x+beNm3uYxHv2+HsJxMZRiNeXzol6+ghHq5ia/ujU3z8xf4fyZdoO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49hHDAAAA3AAAAA8AAAAAAAAAAAAA&#10;AAAAoQIAAGRycy9kb3ducmV2LnhtbFBLBQYAAAAABAAEAPkAAACRAwAAAAA=&#10;" strokecolor="#4579b8 [3044]"/>
                    <v:line id="Gerader Verbinder 125" o:spid="_x0000_s1189" style="position:absolute;visibility:visible;mso-wrap-style:square" from="9001,0" to="9001,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RTisIAAADcAAAADwAAAGRycy9kb3ducmV2LnhtbERPzWrCQBC+F/oOyxS81Y0RRaOrSKEg&#10;tpdaH2DMjkkwO5vuTjX69N1Cobf5+H5nue5dqy4UYuPZwGiYgSIuvW24MnD4fH2egYqCbLH1TAZu&#10;FGG9enxYYmH9lT/ospdKpRCOBRqoRbpC61jW5DAOfUecuJMPDiXBUGkb8JrCXavzLJtqhw2nhho7&#10;eqmpPO+/nYGvt/dtvB3bXKaT++4cNrO5jKMxg6d+swAl1Mu/+M+9tWl+PoHfZ9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RTisIAAADcAAAADwAAAAAAAAAAAAAA&#10;AAChAgAAZHJzL2Rvd25yZXYueG1sUEsFBgAAAAAEAAQA+QAAAJADAAAAAA==&#10;" strokecolor="#4579b8 [3044]"/>
                    <v:line id="Gerader Verbinder 126" o:spid="_x0000_s1190" style="position:absolute;visibility:visible;mso-wrap-style:square" from="18003,142" to="1800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bN/cMAAADcAAAADwAAAGRycy9kb3ducmV2LnhtbERPzWrCQBC+C32HZQq96aYRg01dRQoF&#10;ab3U9gGm2WkSzM6mu6PGPr0rFLzNx/c7i9XgOnWkEFvPBh4nGSjiytuWawNfn6/jOagoyBY7z2Tg&#10;TBFWy7vRAkvrT/xBx53UKoVwLNFAI9KXWseqIYdx4nvixP344FASDLW2AU8p3HU6z7JCO2w5NTTY&#10;00tD1X53cAZ+37ebeP7ucilmf2/7sJ4/yTQa83A/rJ9BCQ1yE/+7NzbNzwu4PpMu0M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mzf3DAAAA3AAAAA8AAAAAAAAAAAAA&#10;AAAAoQIAAGRycy9kb3ducmV2LnhtbFBLBQYAAAAABAAEAPkAAACRAwAAAAA=&#10;" strokecolor="#4579b8 [3044]"/>
                    <v:line id="Gerader Verbinder 127" o:spid="_x0000_s1191" style="position:absolute;visibility:visible;mso-wrap-style:square" from="36006,177" to="36006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poZsMAAADcAAAADwAAAGRycy9kb3ducmV2LnhtbERP22rCQBB9L/Qflin0TTeN1EvqKiII&#10;0vZF2w8Ys9MkmJ1Nd0eN/fpuQejbHM515svetepMITaeDTwNM1DEpbcNVwY+PzaDKagoyBZbz2Tg&#10;ShGWi/u7ORbWX3hH571UKoVwLNBALdIVWseyJodx6DvixH354FASDJW2AS8p3LU6z7Kxdthwaqix&#10;o3VN5XF/cga+39638Xpocxk//7wew2o6k1E05vGhX72AEurlX3xzb22an0/g75l0gV7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qaGbDAAAA3AAAAA8AAAAAAAAAAAAA&#10;AAAAoQIAAGRycy9kb3ducmV2LnhtbFBLBQYAAAAABAAEAPkAAACRAwAAAAA=&#10;" strokecolor="#4579b8 [3044]"/>
                    <v:line id="Gerader Verbinder 128" o:spid="_x0000_s1192" style="position:absolute;visibility:visible;mso-wrap-style:square" from="44972,71" to="44972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8FMUAAADcAAAADwAAAGRycy9kb3ducmV2LnhtbESPwU7DQAxE70j8w8pIvdENqahK6Laq&#10;kJCqwoXCB5isSaJmvWHXbVO+Hh+QuNma8czzcj2G3pwo5S6yg7tpAYa4jr7jxsHH+/PtAkwWZI99&#10;ZHJwoQzr1fXVEisfz/xGp700RkM4V+igFRkqa3PdUsA8jQOxal8xBRRdU2N9wrOGh96WRTG3ATvW&#10;hhYHemqpPuyPwcH3y+s2Xz77Uub3P7tD2iweZJadm9yMm0cwQqP8m/+ut17xS6XV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jX8FMUAAADcAAAADwAAAAAAAAAA&#10;AAAAAAChAgAAZHJzL2Rvd25yZXYueG1sUEsFBgAAAAAEAAQA+QAAAJMDAAAAAA==&#10;" strokecolor="#4579b8 [3044]"/>
                    <v:line id="Gerader Verbinder 129" o:spid="_x0000_s1193" style="position:absolute;visibility:visible;mso-wrap-style:square" from="54010,142" to="54010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lZj8IAAADcAAAADwAAAGRycy9kb3ducmV2LnhtbERPzWrCQBC+C32HZQredNMURaOrSKEg&#10;tpdaH2DMjkkwO5vuTjX26d1Cobf5+H5nue5dqy4UYuPZwNM4A0VcettwZeDw+TqagYqCbLH1TAZu&#10;FGG9ehgssbD+yh902UulUgjHAg3UIl2hdSxrchjHviNO3MkHh5JgqLQNeE3hrtV5lk21w4ZTQ40d&#10;vdRUnvffzsDX2/s23o5tLtPJz+4cNrO5PEdjho/9ZgFKqJd/8Z97a9P8fA6/z6QL9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lZj8IAAADcAAAADwAAAAAAAAAAAAAA&#10;AAChAgAAZHJzL2Rvd25yZXYueG1sUEsFBgAAAAAEAAQA+QAAAJADAAAAAA==&#10;" strokecolor="#4579b8 [3044]"/>
                    <v:line id="Gerader Verbinder 130" o:spid="_x0000_s1194" style="position:absolute;visibility:visible;mso-wrap-style:square" from="71977,71" to="71977,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pmz8UAAADcAAAADwAAAGRycy9kb3ducmV2LnhtbESPQU8CQQyF7yb8h0lJvMmsEAmsDISY&#10;mBD1IvAD6k7d3bDTWWcqLP56ezDx1ua9vvd1tRlCZ86UchvZwf2kAENcRd9y7eB4eL5bgMmC7LGL&#10;TA6ulGGzHt2ssPTxwu903kttNIRziQ4akb60NlcNBcyT2BOr9hlTQNE11dYnvGh46Oy0KOY2YMva&#10;0GBPTw1Vp/13cPD1+rbL149uKvOHn5dT2i6WMsvO3Y6H7SMYoUH+zX/XO6/4M8XXZ3QCu/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pmz8UAAADcAAAADwAAAAAAAAAA&#10;AAAAAAChAgAAZHJzL2Rvd25yZXYueG1sUEsFBgAAAAAEAAQA+QAAAJMDAAAAAA==&#10;" strokecolor="#4579b8 [3044]"/>
                    <v:line id="Gerader Verbinder 131" o:spid="_x0000_s1195" style="position:absolute;visibility:visible;mso-wrap-style:square" from="81015,177" to="81015,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bDVMIAAADcAAAADwAAAGRycy9kb3ducmV2LnhtbERPzWoCMRC+F3yHMEJvNatSsatRRChI&#10;66XqA0w34+7iZrImU1379I1Q8DYf3+/Ml51r1IVCrD0bGA4yUMSFtzWXBg7795cpqCjIFhvPZOBG&#10;EZaL3tMcc+uv/EWXnZQqhXDM0UAl0uZax6Iih3HgW+LEHX1wKAmGUtuA1xTuGj3Ksol2WHNqqLCl&#10;dUXFaffjDJw/t5t4+25GMnn9/TiF1fRNxtGY5363moES6uQh/ndvbJo/HsL9mXSBX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bDVMIAAADcAAAADwAAAAAAAAAAAAAA&#10;AAChAgAAZHJzL2Rvd25yZXYueG1sUEsFBgAAAAAEAAQA+QAAAJADAAAAAA==&#10;" strokecolor="#4579b8 [3044]"/>
                    <v:line id="Gerader Verbinder 132" o:spid="_x0000_s1196" style="position:absolute;visibility:visible;mso-wrap-style:square" from="89981,142" to="899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RdI8IAAADcAAAADwAAAGRycy9kb3ducmV2LnhtbERPzWrCQBC+F/oOyxR6q5tGFI2uIgVB&#10;2l6qPsCYnSbB7Gy6O2rs07uFgrf5+H5nvuxdq84UYuPZwOsgA0VcettwZWC/W79MQEVBtth6JgNX&#10;irBcPD7MsbD+wl903kqlUgjHAg3UIl2hdSxrchgHviNO3LcPDiXBUGkb8JLCXavzLBtrhw2nhho7&#10;equpPG5PzsDPx+cmXg9tLuPR7/sxrCZTGUZjnp/61QyUUC938b97Y9P8YQ5/z6QL9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RdI8IAAADcAAAADwAAAAAAAAAAAAAA&#10;AAChAgAAZHJzL2Rvd25yZXYueG1sUEsFBgAAAAAEAAQA+QAAAJADAAAAAA==&#10;" strokecolor="#4579b8 [3044]"/>
                  </v:group>
                </v:group>
                <v:group id="Gruppieren 133" o:spid="_x0000_s1197" style="position:absolute;left:14040;top:2088;width:80829;height:2159" coordorigin="2516" coordsize="81028,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rect id="Rechteck 134" o:spid="_x0000_s1198" style="position:absolute;left:2516;width:9010;height:2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6djcIA&#10;AADcAAAADwAAAGRycy9kb3ducmV2LnhtbERPS2vCQBC+C/0PyxR6kbpplbREVylCQW8xeultyI7Z&#10;tNnZkN3m8e/dQsHbfHzP2exG24ieOl87VvCySEAQl07XXCm4nD+f30H4gKyxcUwKJvKw2z7MNphp&#10;N/CJ+iJUIoawz1CBCaHNpPSlIYt+4VriyF1dZzFE2FVSdzjEcNvI1yRJpcWaY4PBlvaGyp/i1yro&#10;vUnNPAzfzZTPzdG/DV+Xfa7U0+P4sQYRaAx38b/7oOP85Qr+nokX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p2NwgAAANwAAAAPAAAAAAAAAAAAAAAAAJgCAABkcnMvZG93&#10;bnJldi54bWxQSwUGAAAAAAQABAD1AAAAhwMAAAAA&#10;" fillcolor="#c6d9f1 [671]" stroked="f" strokeweight="2pt">
                    <v:textbox>
                      <w:txbxContent>
                        <w:p w:rsidR="009014F8" w:rsidRPr="0024692F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35" o:spid="_x0000_s1199" style="position:absolute;left:38516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I4FsIA&#10;AADcAAAADwAAAGRycy9kb3ducmV2LnhtbERPS2vCQBC+C/0PyxR6kbppxbREVylCQW8xeultyI7Z&#10;tNnZkN3m8e/dQsHbfHzP2exG24ieOl87VvCySEAQl07XXCm4nD+f30H4gKyxcUwKJvKw2z7MNphp&#10;N/CJ+iJUIoawz1CBCaHNpPSlIYt+4VriyF1dZzFE2FVSdzjEcNvI1yRJpcWaY4PBlvaGyp/i1yro&#10;vUnNPAzfzZTPzdG/DV+Xfa7U0+P4sQYRaAx38b/7oOP85Qr+nokX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jgWwgAAANwAAAAPAAAAAAAAAAAAAAAAAJgCAABkcnMvZG93&#10;bnJldi54bWxQSwUGAAAAAAQABAD1AAAAhwMAAAAA&#10;" fillcolor="#c6d9f1 [671]" stroked="f" strokeweight="2pt">
                    <v:textbox>
                      <w:txbxContent>
                        <w:p w:rsidR="009014F8" w:rsidRPr="0024692F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  <v:rect id="Rechteck 136" o:spid="_x0000_s1200" style="position:absolute;left:74544;width:9001;height:2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mYcEA&#10;AADcAAAADwAAAGRycy9kb3ducmV2LnhtbERPS4vCMBC+L/gfwgh7EU13hSrVKCII7s3XxdvQjE21&#10;mZQm29Z/vxGEvc3H95zlureVaKnxpWMFX5MEBHHudMmFgst5N56D8AFZY+WYFDzJw3o1+Fhipl3H&#10;R2pPoRAxhH2GCkwIdSalzw1Z9BNXE0fu5hqLIcKmkLrBLobbSn4nSSotlhwbDNa0NZQ/Tr9WQetN&#10;akahu1fPw8j8+Fl3vWwPSn0O+80CRKA+/Ivf7r2O86cpvJ6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ApmHBAAAA3AAAAA8AAAAAAAAAAAAAAAAAmAIAAGRycy9kb3du&#10;cmV2LnhtbFBLBQYAAAAABAAEAPUAAACGAwAAAAA=&#10;" fillcolor="#c6d9f1 [671]" stroked="f" strokeweight="2pt">
                    <v:textbox>
                      <w:txbxContent>
                        <w:p w:rsidR="009014F8" w:rsidRPr="0024692F" w:rsidRDefault="009014F8" w:rsidP="009014F8">
                          <w:pPr>
                            <w:jc w:val="center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24692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Jahr</w:t>
                          </w:r>
                        </w:p>
                      </w:txbxContent>
                    </v:textbox>
                  </v:rect>
                </v:group>
                <w10:wrap anchory="page"/>
                <w10:anchorlock/>
              </v:group>
            </w:pict>
          </mc:Fallback>
        </mc:AlternateContent>
      </w:r>
    </w:p>
    <w:sectPr w:rsidR="00E342FD" w:rsidSect="00916E34">
      <w:pgSz w:w="16838" w:h="11906" w:orient="landscape" w:code="9"/>
      <w:pgMar w:top="1701" w:right="284" w:bottom="1701" w:left="28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C72" w:rsidRDefault="00630C72" w:rsidP="005F2D7F">
      <w:pPr>
        <w:spacing w:after="0" w:line="240" w:lineRule="auto"/>
      </w:pPr>
      <w:r>
        <w:separator/>
      </w:r>
    </w:p>
  </w:endnote>
  <w:endnote w:type="continuationSeparator" w:id="0">
    <w:p w:rsidR="00630C72" w:rsidRDefault="00630C72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004" w:rsidRDefault="008550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0BE" w:rsidRDefault="00855004" w:rsidP="00CF79EC">
    <w:pPr>
      <w:pStyle w:val="Fuzeile"/>
      <w:spacing w:before="480"/>
      <w:jc w:val="center"/>
    </w:pPr>
    <w:r>
      <w:rPr>
        <w:noProof/>
        <w:color w:val="A6A6A6" w:themeColor="background1" w:themeShade="A6"/>
        <w:sz w:val="32"/>
      </w:rPr>
      <w:drawing>
        <wp:anchor distT="0" distB="0" distL="114300" distR="114300" simplePos="0" relativeHeight="251674624" behindDoc="1" locked="0" layoutInCell="1" allowOverlap="1" wp14:anchorId="23004D09" wp14:editId="5D981208">
          <wp:simplePos x="0" y="0"/>
          <wp:positionH relativeFrom="column">
            <wp:posOffset>213360</wp:posOffset>
          </wp:positionH>
          <wp:positionV relativeFrom="paragraph">
            <wp:posOffset>25400</wp:posOffset>
          </wp:positionV>
          <wp:extent cx="1440180" cy="294640"/>
          <wp:effectExtent l="0" t="0" r="7620" b="0"/>
          <wp:wrapTight wrapText="bothSides">
            <wp:wrapPolygon edited="0">
              <wp:start x="0" y="0"/>
              <wp:lineTo x="0" y="19552"/>
              <wp:lineTo x="21429" y="19552"/>
              <wp:lineTo x="21429" y="0"/>
              <wp:lineTo x="0" y="0"/>
            </wp:wrapPolygon>
          </wp:wrapTight>
          <wp:docPr id="186" name="Grafik 1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rw_mags_4c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29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431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E84EA8E" wp14:editId="1C270083">
              <wp:simplePos x="0" y="0"/>
              <wp:positionH relativeFrom="column">
                <wp:posOffset>9201664</wp:posOffset>
              </wp:positionH>
              <wp:positionV relativeFrom="paragraph">
                <wp:posOffset>312403</wp:posOffset>
              </wp:positionV>
              <wp:extent cx="1059815" cy="238125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9815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14316" w:rsidRPr="00705353" w:rsidRDefault="00A14316" w:rsidP="00A14316">
                          <w:pP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 </w:t>
                          </w:r>
                          <w:r w:rsidR="003D4175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84EA8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201" type="#_x0000_t202" style="position:absolute;left:0;text-align:left;margin-left:724.55pt;margin-top:24.6pt;width:83.4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" filled="f" stroked="f">
              <v:textbox>
                <w:txbxContent>
                  <w:p w:rsidR="00A14316" w:rsidRPr="00705353" w:rsidRDefault="00A14316" w:rsidP="00A14316">
                    <w:pPr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 </w:t>
                    </w:r>
                    <w:r w:rsidR="003D4175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</w:p>
                </w:txbxContent>
              </v:textbox>
            </v:shape>
          </w:pict>
        </mc:Fallback>
      </mc:AlternateContent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8480" behindDoc="0" locked="0" layoutInCell="1" allowOverlap="1" wp14:anchorId="789099C4" wp14:editId="5E67F71A">
          <wp:simplePos x="0" y="0"/>
          <wp:positionH relativeFrom="column">
            <wp:posOffset>9041829</wp:posOffset>
          </wp:positionH>
          <wp:positionV relativeFrom="paragraph">
            <wp:posOffset>3175</wp:posOffset>
          </wp:positionV>
          <wp:extent cx="528955" cy="269875"/>
          <wp:effectExtent l="0" t="0" r="4445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7456" behindDoc="0" locked="0" layoutInCell="1" allowOverlap="1" wp14:anchorId="557F9269" wp14:editId="1A20AA8D">
          <wp:simplePos x="0" y="0"/>
          <wp:positionH relativeFrom="column">
            <wp:posOffset>9755761</wp:posOffset>
          </wp:positionH>
          <wp:positionV relativeFrom="paragraph">
            <wp:posOffset>3175</wp:posOffset>
          </wp:positionV>
          <wp:extent cx="561340" cy="269875"/>
          <wp:effectExtent l="0" t="0" r="0" b="0"/>
          <wp:wrapNone/>
          <wp:docPr id="2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Bild 9"/>
                  <pic:cNvPicPr>
                    <a:picLocks noChangeAspect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26987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6432" behindDoc="0" locked="0" layoutInCell="1" allowOverlap="1" wp14:anchorId="723BA5FB" wp14:editId="755B8850">
          <wp:simplePos x="0" y="0"/>
          <wp:positionH relativeFrom="column">
            <wp:posOffset>2606739</wp:posOffset>
          </wp:positionH>
          <wp:positionV relativeFrom="paragraph">
            <wp:posOffset>-6350</wp:posOffset>
          </wp:positionV>
          <wp:extent cx="1692275" cy="233680"/>
          <wp:effectExtent l="0" t="0" r="3175" b="0"/>
          <wp:wrapNone/>
          <wp:docPr id="31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Bild 7" descr="unternehmer-nrw-400x55.jpg"/>
                  <pic:cNvPicPr>
                    <a:picLocks noChangeAspect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74AA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9504" behindDoc="0" locked="0" layoutInCell="1" allowOverlap="1" wp14:anchorId="53896843" wp14:editId="5971AE47">
          <wp:simplePos x="0" y="0"/>
          <wp:positionH relativeFrom="column">
            <wp:posOffset>1712024</wp:posOffset>
          </wp:positionH>
          <wp:positionV relativeFrom="paragraph">
            <wp:posOffset>-55880</wp:posOffset>
          </wp:positionV>
          <wp:extent cx="632460" cy="374015"/>
          <wp:effectExtent l="0" t="0" r="0" b="6985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Grafik 33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522C4E40" wp14:editId="08C2D075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C60BE" w:rsidRPr="0010028E" w:rsidRDefault="006C60BE" w:rsidP="006C60B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Stand: 05.</w:t>
                          </w: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03</w:t>
                          </w: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2C4E40" id="Textfeld 6" o:spid="_x0000_s1202" type="#_x0000_t202" style="position:absolute;left:0;text-align:left;margin-left:383.05pt;margin-top:810.15pt;width:76.25pt;height:1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" fillcolor="white [3201]" stroked="f" strokeweight=".5pt">
              <v:textbox>
                <w:txbxContent>
                  <w:p w:rsidR="006C60BE" w:rsidRPr="0010028E" w:rsidRDefault="006C60BE" w:rsidP="006C60B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Stand: 05.</w:t>
                    </w: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>03</w:t>
                    </w: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.2016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C3DEDD" wp14:editId="59498D44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10332000" cy="0"/>
              <wp:effectExtent l="0" t="0" r="317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F32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813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="006C60BE" w:rsidRPr="00B9121C">
      <w:rPr>
        <w:color w:val="7F7F7F" w:themeColor="text1" w:themeTint="80"/>
      </w:rPr>
      <w:fldChar w:fldCharType="begin"/>
    </w:r>
    <w:r w:rsidR="006C60BE" w:rsidRPr="00B9121C">
      <w:rPr>
        <w:color w:val="7F7F7F" w:themeColor="text1" w:themeTint="80"/>
      </w:rPr>
      <w:instrText>PAGE   \* MERGEFORMAT</w:instrText>
    </w:r>
    <w:r w:rsidR="006C60BE" w:rsidRPr="00B9121C">
      <w:rPr>
        <w:color w:val="7F7F7F" w:themeColor="text1" w:themeTint="80"/>
      </w:rPr>
      <w:fldChar w:fldCharType="separate"/>
    </w:r>
    <w:r w:rsidR="003D4175">
      <w:rPr>
        <w:noProof/>
        <w:color w:val="7F7F7F" w:themeColor="text1" w:themeTint="80"/>
      </w:rPr>
      <w:t>2</w:t>
    </w:r>
    <w:r w:rsidR="006C60BE" w:rsidRPr="00B9121C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004" w:rsidRDefault="008550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C72" w:rsidRDefault="00630C72" w:rsidP="005F2D7F">
      <w:pPr>
        <w:spacing w:after="0" w:line="240" w:lineRule="auto"/>
      </w:pPr>
      <w:r>
        <w:separator/>
      </w:r>
    </w:p>
  </w:footnote>
  <w:footnote w:type="continuationSeparator" w:id="0">
    <w:p w:rsidR="00630C72" w:rsidRDefault="00630C72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004" w:rsidRDefault="0085500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0BE" w:rsidRDefault="006C60BE" w:rsidP="006C60BE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55168" behindDoc="0" locked="0" layoutInCell="1" allowOverlap="1" wp14:anchorId="189425BC" wp14:editId="0678684E">
          <wp:simplePos x="0" y="0"/>
          <wp:positionH relativeFrom="column">
            <wp:posOffset>9579417</wp:posOffset>
          </wp:positionH>
          <wp:positionV relativeFrom="paragraph">
            <wp:posOffset>-121920</wp:posOffset>
          </wp:positionV>
          <wp:extent cx="738000" cy="630000"/>
          <wp:effectExtent l="0" t="0" r="5080" b="0"/>
          <wp:wrapNone/>
          <wp:docPr id="41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F7A0F0" wp14:editId="49E5DAFF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10332000" cy="0"/>
              <wp:effectExtent l="0" t="0" r="31750" b="19050"/>
              <wp:wrapNone/>
              <wp:docPr id="2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3BB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813.5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color w:val="7F7F7F" w:themeColor="text1" w:themeTint="80"/>
        <w:sz w:val="24"/>
      </w:rPr>
      <w:t>Dokumentation (</w:t>
    </w:r>
    <w:r w:rsidR="001C0589">
      <w:rPr>
        <w:color w:val="7F7F7F" w:themeColor="text1" w:themeTint="80"/>
        <w:sz w:val="24"/>
      </w:rPr>
      <w:t>7</w:t>
    </w:r>
    <w:r w:rsidRPr="00B9121C">
      <w:rPr>
        <w:color w:val="7F7F7F" w:themeColor="text1" w:themeTint="80"/>
        <w:sz w:val="24"/>
      </w:rPr>
      <w:t>)</w:t>
    </w:r>
    <w:r w:rsidRPr="00DE0528">
      <w:rPr>
        <w:color w:val="A6A6A6" w:themeColor="background1" w:themeShade="A6"/>
        <w:sz w:val="24"/>
      </w:rPr>
      <w:t xml:space="preserve"> </w:t>
    </w:r>
  </w:p>
  <w:p w:rsidR="006C60BE" w:rsidRPr="0074692A" w:rsidRDefault="001C0589" w:rsidP="006C60BE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>
      <w:rPr>
        <w:b/>
        <w:color w:val="548DD4" w:themeColor="text2" w:themeTint="99"/>
        <w:sz w:val="36"/>
        <w:szCs w:val="36"/>
      </w:rPr>
      <w:t>Leitlinien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004" w:rsidRDefault="008550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5A9"/>
    <w:multiLevelType w:val="hybridMultilevel"/>
    <w:tmpl w:val="30582206"/>
    <w:lvl w:ilvl="0" w:tplc="787A5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38CE"/>
    <w:multiLevelType w:val="hybridMultilevel"/>
    <w:tmpl w:val="C6C28CB4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4A74D9"/>
    <w:multiLevelType w:val="hybridMultilevel"/>
    <w:tmpl w:val="C6C28CB4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2AB6089"/>
    <w:multiLevelType w:val="hybridMultilevel"/>
    <w:tmpl w:val="64965514"/>
    <w:lvl w:ilvl="0" w:tplc="30AEE4D0">
      <w:start w:val="1"/>
      <w:numFmt w:val="decimal"/>
      <w:lvlText w:val="%1."/>
      <w:lvlJc w:val="left"/>
      <w:pPr>
        <w:ind w:left="709" w:hanging="360"/>
      </w:pPr>
    </w:lvl>
    <w:lvl w:ilvl="1" w:tplc="04070019" w:tentative="1">
      <w:start w:val="1"/>
      <w:numFmt w:val="lowerLetter"/>
      <w:lvlText w:val="%2."/>
      <w:lvlJc w:val="left"/>
      <w:pPr>
        <w:ind w:left="1429" w:hanging="360"/>
      </w:pPr>
    </w:lvl>
    <w:lvl w:ilvl="2" w:tplc="0407001B" w:tentative="1">
      <w:start w:val="1"/>
      <w:numFmt w:val="lowerRoman"/>
      <w:lvlText w:val="%3."/>
      <w:lvlJc w:val="right"/>
      <w:pPr>
        <w:ind w:left="2149" w:hanging="180"/>
      </w:pPr>
    </w:lvl>
    <w:lvl w:ilvl="3" w:tplc="0407000F" w:tentative="1">
      <w:start w:val="1"/>
      <w:numFmt w:val="decimal"/>
      <w:lvlText w:val="%4."/>
      <w:lvlJc w:val="left"/>
      <w:pPr>
        <w:ind w:left="2869" w:hanging="360"/>
      </w:pPr>
    </w:lvl>
    <w:lvl w:ilvl="4" w:tplc="04070019" w:tentative="1">
      <w:start w:val="1"/>
      <w:numFmt w:val="lowerLetter"/>
      <w:lvlText w:val="%5."/>
      <w:lvlJc w:val="left"/>
      <w:pPr>
        <w:ind w:left="3589" w:hanging="360"/>
      </w:pPr>
    </w:lvl>
    <w:lvl w:ilvl="5" w:tplc="0407001B" w:tentative="1">
      <w:start w:val="1"/>
      <w:numFmt w:val="lowerRoman"/>
      <w:lvlText w:val="%6."/>
      <w:lvlJc w:val="right"/>
      <w:pPr>
        <w:ind w:left="4309" w:hanging="180"/>
      </w:pPr>
    </w:lvl>
    <w:lvl w:ilvl="6" w:tplc="0407000F" w:tentative="1">
      <w:start w:val="1"/>
      <w:numFmt w:val="decimal"/>
      <w:lvlText w:val="%7."/>
      <w:lvlJc w:val="left"/>
      <w:pPr>
        <w:ind w:left="5029" w:hanging="360"/>
      </w:pPr>
    </w:lvl>
    <w:lvl w:ilvl="7" w:tplc="04070019" w:tentative="1">
      <w:start w:val="1"/>
      <w:numFmt w:val="lowerLetter"/>
      <w:lvlText w:val="%8."/>
      <w:lvlJc w:val="left"/>
      <w:pPr>
        <w:ind w:left="5749" w:hanging="360"/>
      </w:pPr>
    </w:lvl>
    <w:lvl w:ilvl="8" w:tplc="0407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5" w15:restartNumberingAfterBreak="0">
    <w:nsid w:val="2D6E1B4F"/>
    <w:multiLevelType w:val="hybridMultilevel"/>
    <w:tmpl w:val="1FC67886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8A27DB"/>
    <w:multiLevelType w:val="hybridMultilevel"/>
    <w:tmpl w:val="BC6AA670"/>
    <w:lvl w:ilvl="0" w:tplc="A69E802C">
      <w:start w:val="1"/>
      <w:numFmt w:val="decimal"/>
      <w:pStyle w:val="FrageAudit"/>
      <w:lvlText w:val="1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0F48CA"/>
    <w:multiLevelType w:val="hybridMultilevel"/>
    <w:tmpl w:val="ABD22944"/>
    <w:lvl w:ilvl="0" w:tplc="2386583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91788"/>
    <w:multiLevelType w:val="hybridMultilevel"/>
    <w:tmpl w:val="C6C28CB4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20D40A3"/>
    <w:multiLevelType w:val="hybridMultilevel"/>
    <w:tmpl w:val="C6C28CB4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64465C0"/>
    <w:multiLevelType w:val="hybridMultilevel"/>
    <w:tmpl w:val="C6C28CB4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77A53CC"/>
    <w:multiLevelType w:val="hybridMultilevel"/>
    <w:tmpl w:val="023AD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D4ED5"/>
    <w:multiLevelType w:val="hybridMultilevel"/>
    <w:tmpl w:val="C6C28CB4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A925C24"/>
    <w:multiLevelType w:val="hybridMultilevel"/>
    <w:tmpl w:val="1038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B6425"/>
    <w:multiLevelType w:val="hybridMultilevel"/>
    <w:tmpl w:val="621AE2C8"/>
    <w:lvl w:ilvl="0" w:tplc="787A56B8">
      <w:start w:val="1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92C0618"/>
    <w:multiLevelType w:val="hybridMultilevel"/>
    <w:tmpl w:val="E800D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E1F0A"/>
    <w:multiLevelType w:val="hybridMultilevel"/>
    <w:tmpl w:val="821ABFA4"/>
    <w:lvl w:ilvl="0" w:tplc="5A60B1AC">
      <w:start w:val="1"/>
      <w:numFmt w:val="decimal"/>
      <w:pStyle w:val="Listenabsatz3"/>
      <w:lvlText w:val="2.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6"/>
  </w:num>
  <w:num w:numId="5">
    <w:abstractNumId w:val="13"/>
  </w:num>
  <w:num w:numId="6">
    <w:abstractNumId w:val="7"/>
  </w:num>
  <w:num w:numId="7">
    <w:abstractNumId w:val="15"/>
  </w:num>
  <w:num w:numId="8">
    <w:abstractNumId w:val="11"/>
  </w:num>
  <w:num w:numId="9">
    <w:abstractNumId w:val="16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6"/>
  </w:num>
  <w:num w:numId="15">
    <w:abstractNumId w:val="8"/>
  </w:num>
  <w:num w:numId="16">
    <w:abstractNumId w:val="16"/>
  </w:num>
  <w:num w:numId="17">
    <w:abstractNumId w:val="10"/>
  </w:num>
  <w:num w:numId="18">
    <w:abstractNumId w:val="9"/>
  </w:num>
  <w:num w:numId="19">
    <w:abstractNumId w:val="1"/>
  </w:num>
  <w:num w:numId="20">
    <w:abstractNumId w:val="16"/>
  </w:num>
  <w:num w:numId="21">
    <w:abstractNumId w:val="16"/>
  </w:num>
  <w:num w:numId="22">
    <w:abstractNumId w:val="16"/>
  </w:num>
  <w:num w:numId="2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6A"/>
    <w:rsid w:val="00000168"/>
    <w:rsid w:val="00001BEB"/>
    <w:rsid w:val="00014897"/>
    <w:rsid w:val="00027E3F"/>
    <w:rsid w:val="00031F80"/>
    <w:rsid w:val="00034615"/>
    <w:rsid w:val="00036FCD"/>
    <w:rsid w:val="00050238"/>
    <w:rsid w:val="000506E2"/>
    <w:rsid w:val="0005158B"/>
    <w:rsid w:val="000541EB"/>
    <w:rsid w:val="00074846"/>
    <w:rsid w:val="00075D50"/>
    <w:rsid w:val="0008569C"/>
    <w:rsid w:val="00085CB4"/>
    <w:rsid w:val="00091574"/>
    <w:rsid w:val="0009282F"/>
    <w:rsid w:val="00095810"/>
    <w:rsid w:val="000A0F23"/>
    <w:rsid w:val="000A39DB"/>
    <w:rsid w:val="000C3578"/>
    <w:rsid w:val="000C7E65"/>
    <w:rsid w:val="000D437E"/>
    <w:rsid w:val="000D6ECC"/>
    <w:rsid w:val="000E3040"/>
    <w:rsid w:val="000E3BD2"/>
    <w:rsid w:val="000F2565"/>
    <w:rsid w:val="000F280C"/>
    <w:rsid w:val="000F5082"/>
    <w:rsid w:val="0010028E"/>
    <w:rsid w:val="0010438E"/>
    <w:rsid w:val="00105B45"/>
    <w:rsid w:val="00110ACB"/>
    <w:rsid w:val="00126881"/>
    <w:rsid w:val="00143A26"/>
    <w:rsid w:val="00161315"/>
    <w:rsid w:val="00163BC6"/>
    <w:rsid w:val="00165A1E"/>
    <w:rsid w:val="00171C96"/>
    <w:rsid w:val="0017481D"/>
    <w:rsid w:val="0018392F"/>
    <w:rsid w:val="00183E86"/>
    <w:rsid w:val="001A4BAA"/>
    <w:rsid w:val="001B7E65"/>
    <w:rsid w:val="001C0589"/>
    <w:rsid w:val="001C10BF"/>
    <w:rsid w:val="001C2F3E"/>
    <w:rsid w:val="001D2BB9"/>
    <w:rsid w:val="001E185C"/>
    <w:rsid w:val="001F6847"/>
    <w:rsid w:val="002007BF"/>
    <w:rsid w:val="00200881"/>
    <w:rsid w:val="00205987"/>
    <w:rsid w:val="00212A11"/>
    <w:rsid w:val="00215D63"/>
    <w:rsid w:val="002337FD"/>
    <w:rsid w:val="00236DB4"/>
    <w:rsid w:val="0024692F"/>
    <w:rsid w:val="00255C94"/>
    <w:rsid w:val="0026349D"/>
    <w:rsid w:val="0026440A"/>
    <w:rsid w:val="002A08AE"/>
    <w:rsid w:val="002A2B45"/>
    <w:rsid w:val="002B12C5"/>
    <w:rsid w:val="002B7937"/>
    <w:rsid w:val="002D4281"/>
    <w:rsid w:val="002D465F"/>
    <w:rsid w:val="002E525B"/>
    <w:rsid w:val="002E5646"/>
    <w:rsid w:val="002E6432"/>
    <w:rsid w:val="00302882"/>
    <w:rsid w:val="0030582B"/>
    <w:rsid w:val="0030683F"/>
    <w:rsid w:val="003119B9"/>
    <w:rsid w:val="003124FF"/>
    <w:rsid w:val="003272FD"/>
    <w:rsid w:val="0033066E"/>
    <w:rsid w:val="00344864"/>
    <w:rsid w:val="003774AA"/>
    <w:rsid w:val="00386103"/>
    <w:rsid w:val="00397DBD"/>
    <w:rsid w:val="003A7AC3"/>
    <w:rsid w:val="003B47C0"/>
    <w:rsid w:val="003B61DF"/>
    <w:rsid w:val="003C36E3"/>
    <w:rsid w:val="003D4175"/>
    <w:rsid w:val="003D5533"/>
    <w:rsid w:val="003E1B0D"/>
    <w:rsid w:val="003E1BFA"/>
    <w:rsid w:val="003E30B5"/>
    <w:rsid w:val="003F6F5C"/>
    <w:rsid w:val="0040325E"/>
    <w:rsid w:val="00405972"/>
    <w:rsid w:val="00406559"/>
    <w:rsid w:val="0041077F"/>
    <w:rsid w:val="00431969"/>
    <w:rsid w:val="00435149"/>
    <w:rsid w:val="004461B7"/>
    <w:rsid w:val="004662E8"/>
    <w:rsid w:val="00471BC6"/>
    <w:rsid w:val="00487F11"/>
    <w:rsid w:val="004A085E"/>
    <w:rsid w:val="004B3D66"/>
    <w:rsid w:val="004B5B41"/>
    <w:rsid w:val="004D3039"/>
    <w:rsid w:val="004D3AC7"/>
    <w:rsid w:val="004E7B2D"/>
    <w:rsid w:val="004F2A1B"/>
    <w:rsid w:val="004F4725"/>
    <w:rsid w:val="005079D2"/>
    <w:rsid w:val="00522418"/>
    <w:rsid w:val="005338A1"/>
    <w:rsid w:val="00540AEA"/>
    <w:rsid w:val="00540ECE"/>
    <w:rsid w:val="00544C4D"/>
    <w:rsid w:val="00566990"/>
    <w:rsid w:val="00577200"/>
    <w:rsid w:val="00586AC6"/>
    <w:rsid w:val="00593842"/>
    <w:rsid w:val="005940B9"/>
    <w:rsid w:val="005A1A0D"/>
    <w:rsid w:val="005A1BD4"/>
    <w:rsid w:val="005A2C6A"/>
    <w:rsid w:val="005A4D5B"/>
    <w:rsid w:val="005A7E15"/>
    <w:rsid w:val="005B07A1"/>
    <w:rsid w:val="005B1F41"/>
    <w:rsid w:val="005B27C1"/>
    <w:rsid w:val="005C0BAA"/>
    <w:rsid w:val="005C3958"/>
    <w:rsid w:val="005E5AD1"/>
    <w:rsid w:val="005F22D1"/>
    <w:rsid w:val="005F2D7F"/>
    <w:rsid w:val="005F4FC5"/>
    <w:rsid w:val="006002A9"/>
    <w:rsid w:val="00601259"/>
    <w:rsid w:val="00614EB4"/>
    <w:rsid w:val="006237CA"/>
    <w:rsid w:val="00624552"/>
    <w:rsid w:val="00630C72"/>
    <w:rsid w:val="0063228B"/>
    <w:rsid w:val="00641922"/>
    <w:rsid w:val="00641CCF"/>
    <w:rsid w:val="006637B3"/>
    <w:rsid w:val="00665F99"/>
    <w:rsid w:val="00670039"/>
    <w:rsid w:val="00672C68"/>
    <w:rsid w:val="00677F8B"/>
    <w:rsid w:val="00681D76"/>
    <w:rsid w:val="0068288A"/>
    <w:rsid w:val="00691CB3"/>
    <w:rsid w:val="00695B34"/>
    <w:rsid w:val="006A19DF"/>
    <w:rsid w:val="006B65EF"/>
    <w:rsid w:val="006C01F5"/>
    <w:rsid w:val="006C527D"/>
    <w:rsid w:val="006C5D9F"/>
    <w:rsid w:val="006C60BE"/>
    <w:rsid w:val="006D164D"/>
    <w:rsid w:val="006D3EC3"/>
    <w:rsid w:val="006D77B8"/>
    <w:rsid w:val="006F05B1"/>
    <w:rsid w:val="006F3A7E"/>
    <w:rsid w:val="006F40D6"/>
    <w:rsid w:val="006F4369"/>
    <w:rsid w:val="00706025"/>
    <w:rsid w:val="00710355"/>
    <w:rsid w:val="0073474A"/>
    <w:rsid w:val="0074692A"/>
    <w:rsid w:val="00752F24"/>
    <w:rsid w:val="00765B3B"/>
    <w:rsid w:val="00773427"/>
    <w:rsid w:val="00791C3F"/>
    <w:rsid w:val="00795821"/>
    <w:rsid w:val="007A17D4"/>
    <w:rsid w:val="007A7756"/>
    <w:rsid w:val="007E41A7"/>
    <w:rsid w:val="007F1AFB"/>
    <w:rsid w:val="007F7577"/>
    <w:rsid w:val="00801E5D"/>
    <w:rsid w:val="00803B9B"/>
    <w:rsid w:val="0081062C"/>
    <w:rsid w:val="00815B93"/>
    <w:rsid w:val="00824F74"/>
    <w:rsid w:val="00825063"/>
    <w:rsid w:val="00831F12"/>
    <w:rsid w:val="00832E5F"/>
    <w:rsid w:val="008338C9"/>
    <w:rsid w:val="00855004"/>
    <w:rsid w:val="008723A6"/>
    <w:rsid w:val="008723F3"/>
    <w:rsid w:val="0087719D"/>
    <w:rsid w:val="008800E1"/>
    <w:rsid w:val="0088488E"/>
    <w:rsid w:val="008A3E3C"/>
    <w:rsid w:val="008B33DD"/>
    <w:rsid w:val="008C03B4"/>
    <w:rsid w:val="008C4C60"/>
    <w:rsid w:val="008C5925"/>
    <w:rsid w:val="008E2AC4"/>
    <w:rsid w:val="008E2E41"/>
    <w:rsid w:val="009014F8"/>
    <w:rsid w:val="00903F89"/>
    <w:rsid w:val="00904598"/>
    <w:rsid w:val="0091305B"/>
    <w:rsid w:val="00916E34"/>
    <w:rsid w:val="00926A1C"/>
    <w:rsid w:val="0093353C"/>
    <w:rsid w:val="0093419E"/>
    <w:rsid w:val="009415FF"/>
    <w:rsid w:val="00943146"/>
    <w:rsid w:val="00954072"/>
    <w:rsid w:val="00963518"/>
    <w:rsid w:val="0096674B"/>
    <w:rsid w:val="009944A8"/>
    <w:rsid w:val="009A4C63"/>
    <w:rsid w:val="009B45F8"/>
    <w:rsid w:val="009D6FD7"/>
    <w:rsid w:val="009E2131"/>
    <w:rsid w:val="009F39F2"/>
    <w:rsid w:val="009F695F"/>
    <w:rsid w:val="00A03A78"/>
    <w:rsid w:val="00A05718"/>
    <w:rsid w:val="00A06CFA"/>
    <w:rsid w:val="00A14316"/>
    <w:rsid w:val="00A20658"/>
    <w:rsid w:val="00A2157F"/>
    <w:rsid w:val="00A21A1C"/>
    <w:rsid w:val="00A24BDE"/>
    <w:rsid w:val="00A32A42"/>
    <w:rsid w:val="00A32D86"/>
    <w:rsid w:val="00A40021"/>
    <w:rsid w:val="00A414AC"/>
    <w:rsid w:val="00A433FC"/>
    <w:rsid w:val="00A47AAA"/>
    <w:rsid w:val="00A55DDC"/>
    <w:rsid w:val="00A74E5F"/>
    <w:rsid w:val="00A765F7"/>
    <w:rsid w:val="00A928CD"/>
    <w:rsid w:val="00A9741F"/>
    <w:rsid w:val="00AA18F2"/>
    <w:rsid w:val="00AA2043"/>
    <w:rsid w:val="00AB481E"/>
    <w:rsid w:val="00AC1D2F"/>
    <w:rsid w:val="00AD0821"/>
    <w:rsid w:val="00AF67AD"/>
    <w:rsid w:val="00B010FE"/>
    <w:rsid w:val="00B015EC"/>
    <w:rsid w:val="00B0335A"/>
    <w:rsid w:val="00B04D54"/>
    <w:rsid w:val="00B053B4"/>
    <w:rsid w:val="00B1339E"/>
    <w:rsid w:val="00B17628"/>
    <w:rsid w:val="00B205F4"/>
    <w:rsid w:val="00B21B18"/>
    <w:rsid w:val="00B27C7D"/>
    <w:rsid w:val="00B30420"/>
    <w:rsid w:val="00B30C89"/>
    <w:rsid w:val="00B35664"/>
    <w:rsid w:val="00B43BC8"/>
    <w:rsid w:val="00B524E6"/>
    <w:rsid w:val="00B643F7"/>
    <w:rsid w:val="00B65366"/>
    <w:rsid w:val="00B6759F"/>
    <w:rsid w:val="00B67B36"/>
    <w:rsid w:val="00B70C63"/>
    <w:rsid w:val="00B84440"/>
    <w:rsid w:val="00B85FAA"/>
    <w:rsid w:val="00B8671D"/>
    <w:rsid w:val="00B87C02"/>
    <w:rsid w:val="00B9083B"/>
    <w:rsid w:val="00B9121C"/>
    <w:rsid w:val="00B926D7"/>
    <w:rsid w:val="00BB0531"/>
    <w:rsid w:val="00BB38A8"/>
    <w:rsid w:val="00BB4CAC"/>
    <w:rsid w:val="00BC3622"/>
    <w:rsid w:val="00BC6404"/>
    <w:rsid w:val="00BE129E"/>
    <w:rsid w:val="00BE529B"/>
    <w:rsid w:val="00BE631F"/>
    <w:rsid w:val="00BF1CB3"/>
    <w:rsid w:val="00BF29B1"/>
    <w:rsid w:val="00BF4CA9"/>
    <w:rsid w:val="00C055BC"/>
    <w:rsid w:val="00C12876"/>
    <w:rsid w:val="00C23D8F"/>
    <w:rsid w:val="00C242CB"/>
    <w:rsid w:val="00C25AD9"/>
    <w:rsid w:val="00C31E10"/>
    <w:rsid w:val="00C33F77"/>
    <w:rsid w:val="00C373B2"/>
    <w:rsid w:val="00C55675"/>
    <w:rsid w:val="00C60DB4"/>
    <w:rsid w:val="00C702F8"/>
    <w:rsid w:val="00C70CA0"/>
    <w:rsid w:val="00C807DB"/>
    <w:rsid w:val="00C87CC0"/>
    <w:rsid w:val="00CB2C9E"/>
    <w:rsid w:val="00CB53FF"/>
    <w:rsid w:val="00CF1FF0"/>
    <w:rsid w:val="00CF2C36"/>
    <w:rsid w:val="00CF79EC"/>
    <w:rsid w:val="00D06E14"/>
    <w:rsid w:val="00D12B10"/>
    <w:rsid w:val="00D140DF"/>
    <w:rsid w:val="00D31C7A"/>
    <w:rsid w:val="00D320A6"/>
    <w:rsid w:val="00D420A9"/>
    <w:rsid w:val="00D52BCD"/>
    <w:rsid w:val="00D64CAF"/>
    <w:rsid w:val="00D7035D"/>
    <w:rsid w:val="00D70383"/>
    <w:rsid w:val="00D74225"/>
    <w:rsid w:val="00D82A9D"/>
    <w:rsid w:val="00D838C1"/>
    <w:rsid w:val="00D90E49"/>
    <w:rsid w:val="00DB03CD"/>
    <w:rsid w:val="00DB3957"/>
    <w:rsid w:val="00DD5DC0"/>
    <w:rsid w:val="00DE0528"/>
    <w:rsid w:val="00DE247C"/>
    <w:rsid w:val="00DF6599"/>
    <w:rsid w:val="00DF78BD"/>
    <w:rsid w:val="00E00A31"/>
    <w:rsid w:val="00E01800"/>
    <w:rsid w:val="00E276BF"/>
    <w:rsid w:val="00E27923"/>
    <w:rsid w:val="00E342FD"/>
    <w:rsid w:val="00E378DA"/>
    <w:rsid w:val="00E43020"/>
    <w:rsid w:val="00E4740B"/>
    <w:rsid w:val="00E51471"/>
    <w:rsid w:val="00E51C72"/>
    <w:rsid w:val="00E52DF1"/>
    <w:rsid w:val="00E546D6"/>
    <w:rsid w:val="00E55B1B"/>
    <w:rsid w:val="00E576FE"/>
    <w:rsid w:val="00E655FA"/>
    <w:rsid w:val="00E867DD"/>
    <w:rsid w:val="00E87D98"/>
    <w:rsid w:val="00E95376"/>
    <w:rsid w:val="00EA01D2"/>
    <w:rsid w:val="00EA027F"/>
    <w:rsid w:val="00EA4A60"/>
    <w:rsid w:val="00EB1D01"/>
    <w:rsid w:val="00EB79ED"/>
    <w:rsid w:val="00EC066A"/>
    <w:rsid w:val="00EC3E72"/>
    <w:rsid w:val="00EE1FB1"/>
    <w:rsid w:val="00EE4E69"/>
    <w:rsid w:val="00EF46CE"/>
    <w:rsid w:val="00EF649F"/>
    <w:rsid w:val="00F07250"/>
    <w:rsid w:val="00F07AE9"/>
    <w:rsid w:val="00F22803"/>
    <w:rsid w:val="00F232C0"/>
    <w:rsid w:val="00F26128"/>
    <w:rsid w:val="00F30D02"/>
    <w:rsid w:val="00F30E7F"/>
    <w:rsid w:val="00F338D7"/>
    <w:rsid w:val="00F43F1F"/>
    <w:rsid w:val="00F514CE"/>
    <w:rsid w:val="00F55369"/>
    <w:rsid w:val="00F609C9"/>
    <w:rsid w:val="00F6580E"/>
    <w:rsid w:val="00F86E23"/>
    <w:rsid w:val="00F97D92"/>
    <w:rsid w:val="00FB1C22"/>
    <w:rsid w:val="00FC3D89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DA4B4D-6ED0-4C2D-AE56-572741DC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E3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autoRedefine/>
    <w:uiPriority w:val="9"/>
    <w:unhideWhenUsed/>
    <w:qFormat/>
    <w:rsid w:val="00F338D7"/>
    <w:pPr>
      <w:numPr>
        <w:numId w:val="0"/>
      </w:numPr>
      <w:tabs>
        <w:tab w:val="left" w:pos="3402"/>
      </w:tabs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38D7"/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Listenabsatz">
    <w:name w:val="List Paragraph"/>
    <w:basedOn w:val="Standard"/>
    <w:next w:val="Standard"/>
    <w:link w:val="ListenabsatzZchn"/>
    <w:autoRedefine/>
    <w:uiPriority w:val="34"/>
    <w:qFormat/>
    <w:rsid w:val="006F4369"/>
    <w:pPr>
      <w:numPr>
        <w:numId w:val="6"/>
      </w:numPr>
      <w:spacing w:after="120" w:line="240" w:lineRule="auto"/>
      <w:contextualSpacing/>
    </w:pPr>
    <w:rPr>
      <w:rFonts w:cstheme="minorHAns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1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1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1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FrageAudit">
    <w:name w:val="Frage Audit"/>
    <w:basedOn w:val="Standard"/>
    <w:next w:val="Standard"/>
    <w:link w:val="FrageAuditZchn"/>
    <w:qFormat/>
    <w:rsid w:val="00215D63"/>
    <w:pPr>
      <w:numPr>
        <w:numId w:val="3"/>
      </w:numPr>
      <w:spacing w:before="200" w:after="120"/>
      <w:ind w:left="425" w:hanging="425"/>
      <w:outlineLvl w:val="1"/>
    </w:pPr>
    <w:rPr>
      <w:rFonts w:ascii="Calibri" w:eastAsia="Times New Roman" w:hAnsi="Calibri" w:cs="Times New Roman"/>
      <w:b/>
      <w:bCs/>
      <w:iCs/>
    </w:rPr>
  </w:style>
  <w:style w:type="character" w:customStyle="1" w:styleId="FrageAuditZchn">
    <w:name w:val="Frage Audit Zchn"/>
    <w:basedOn w:val="Absatz-Standardschriftart"/>
    <w:link w:val="FrageAudit"/>
    <w:rsid w:val="00215D63"/>
    <w:rPr>
      <w:rFonts w:ascii="Calibri" w:eastAsia="Times New Roman" w:hAnsi="Calibri" w:cs="Times New Roman"/>
      <w:b/>
      <w:bCs/>
      <w:iCs/>
      <w:sz w:val="20"/>
    </w:rPr>
  </w:style>
  <w:style w:type="paragraph" w:customStyle="1" w:styleId="Input">
    <w:name w:val="Input"/>
    <w:basedOn w:val="Standard"/>
    <w:link w:val="InputZchn"/>
    <w:autoRedefine/>
    <w:qFormat/>
    <w:rsid w:val="008A3E3C"/>
    <w:pPr>
      <w:spacing w:before="60" w:after="0"/>
      <w:contextualSpacing/>
    </w:pPr>
    <w:rPr>
      <w:rFonts w:cstheme="minorHAnsi"/>
      <w:szCs w:val="20"/>
    </w:rPr>
  </w:style>
  <w:style w:type="character" w:customStyle="1" w:styleId="InputZchn">
    <w:name w:val="Input Zchn"/>
    <w:basedOn w:val="Absatz-Standardschriftart"/>
    <w:link w:val="Input"/>
    <w:rsid w:val="008A3E3C"/>
    <w:rPr>
      <w:rFonts w:cstheme="minorHAnsi"/>
      <w:sz w:val="20"/>
      <w:szCs w:val="2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F4369"/>
    <w:rPr>
      <w:rFonts w:cstheme="minorHAnsi"/>
      <w:sz w:val="20"/>
      <w:szCs w:val="20"/>
    </w:rPr>
  </w:style>
  <w:style w:type="paragraph" w:customStyle="1" w:styleId="Listenabsatz3">
    <w:name w:val="Listenabsatz3"/>
    <w:basedOn w:val="Listenabsatz"/>
    <w:next w:val="Standard"/>
    <w:link w:val="Listenabsatz3Zchn"/>
    <w:qFormat/>
    <w:rsid w:val="00215D63"/>
    <w:pPr>
      <w:numPr>
        <w:numId w:val="4"/>
      </w:numPr>
    </w:pPr>
  </w:style>
  <w:style w:type="character" w:customStyle="1" w:styleId="Listenabsatz3Zchn">
    <w:name w:val="Listenabsatz3 Zchn"/>
    <w:basedOn w:val="ListenabsatzZchn"/>
    <w:link w:val="Listenabsatz3"/>
    <w:rsid w:val="00215D63"/>
    <w:rPr>
      <w:rFonts w:cstheme="minorHAnsi"/>
      <w:sz w:val="20"/>
      <w:szCs w:val="20"/>
    </w:rPr>
  </w:style>
  <w:style w:type="paragraph" w:customStyle="1" w:styleId="green-dot">
    <w:name w:val="green-dot"/>
    <w:basedOn w:val="Standard"/>
    <w:link w:val="green-dotZchn"/>
    <w:qFormat/>
    <w:rsid w:val="00EA027F"/>
    <w:pPr>
      <w:spacing w:before="120" w:after="0"/>
    </w:pPr>
    <w:rPr>
      <w:rFonts w:ascii="Calibri" w:hAnsi="Calibri"/>
      <w:color w:val="00B050"/>
      <w:sz w:val="48"/>
      <w:szCs w:val="32"/>
    </w:rPr>
  </w:style>
  <w:style w:type="paragraph" w:customStyle="1" w:styleId="yellow-dot">
    <w:name w:val="yellow-dot"/>
    <w:basedOn w:val="green-dot"/>
    <w:link w:val="yellow-dotZchn"/>
    <w:qFormat/>
    <w:rsid w:val="0017481D"/>
    <w:rPr>
      <w:color w:val="FFFF00"/>
    </w:rPr>
  </w:style>
  <w:style w:type="character" w:customStyle="1" w:styleId="green-dotZchn">
    <w:name w:val="green-dot Zchn"/>
    <w:basedOn w:val="Absatz-Standardschriftart"/>
    <w:link w:val="green-dot"/>
    <w:rsid w:val="00EA027F"/>
    <w:rPr>
      <w:rFonts w:ascii="Calibri" w:hAnsi="Calibri"/>
      <w:color w:val="00B050"/>
      <w:sz w:val="48"/>
      <w:szCs w:val="32"/>
    </w:rPr>
  </w:style>
  <w:style w:type="paragraph" w:customStyle="1" w:styleId="red-dot">
    <w:name w:val="red-dot"/>
    <w:basedOn w:val="green-dot"/>
    <w:link w:val="red-dotZchn"/>
    <w:qFormat/>
    <w:rsid w:val="0017481D"/>
    <w:rPr>
      <w:color w:val="FF0000"/>
    </w:rPr>
  </w:style>
  <w:style w:type="character" w:customStyle="1" w:styleId="yellow-dotZchn">
    <w:name w:val="yellow-dot Zchn"/>
    <w:basedOn w:val="green-dotZchn"/>
    <w:link w:val="yellow-dot"/>
    <w:rsid w:val="0017481D"/>
    <w:rPr>
      <w:rFonts w:ascii="Calibri" w:hAnsi="Calibri"/>
      <w:color w:val="FFFF00"/>
      <w:sz w:val="48"/>
      <w:szCs w:val="32"/>
    </w:rPr>
  </w:style>
  <w:style w:type="paragraph" w:customStyle="1" w:styleId="Themenfeld">
    <w:name w:val="Themenfeld"/>
    <w:basedOn w:val="Listenabsatz3"/>
    <w:next w:val="Standard"/>
    <w:link w:val="ThemenfeldZchn"/>
    <w:qFormat/>
    <w:rsid w:val="0008569C"/>
    <w:pPr>
      <w:shd w:val="clear" w:color="auto" w:fill="DBE5F1" w:themeFill="accent1" w:themeFillTint="33"/>
      <w:spacing w:after="360"/>
      <w:jc w:val="center"/>
    </w:pPr>
    <w:rPr>
      <w:b/>
      <w:color w:val="1F497D" w:themeColor="text2"/>
      <w:sz w:val="26"/>
      <w:szCs w:val="24"/>
    </w:rPr>
  </w:style>
  <w:style w:type="character" w:customStyle="1" w:styleId="red-dotZchn">
    <w:name w:val="red-dot Zchn"/>
    <w:basedOn w:val="green-dotZchn"/>
    <w:link w:val="red-dot"/>
    <w:rsid w:val="0017481D"/>
    <w:rPr>
      <w:rFonts w:ascii="Calibri" w:hAnsi="Calibri"/>
      <w:color w:val="FF0000"/>
      <w:sz w:val="48"/>
      <w:szCs w:val="32"/>
    </w:rPr>
  </w:style>
  <w:style w:type="character" w:customStyle="1" w:styleId="ThemenfeldZchn">
    <w:name w:val="Themenfeld Zchn"/>
    <w:basedOn w:val="Listenabsatz3Zchn"/>
    <w:link w:val="Themenfeld"/>
    <w:rsid w:val="0008569C"/>
    <w:rPr>
      <w:rFonts w:cstheme="minorHAnsi"/>
      <w:b/>
      <w:color w:val="1F497D" w:themeColor="text2"/>
      <w:sz w:val="26"/>
      <w:szCs w:val="24"/>
      <w:shd w:val="clear" w:color="auto" w:fill="DBE5F1" w:themeFill="accent1" w:themeFillTint="33"/>
    </w:rPr>
  </w:style>
  <w:style w:type="paragraph" w:customStyle="1" w:styleId="Themenfelderauswahl">
    <w:name w:val="Themenfelderauswahl"/>
    <w:basedOn w:val="Standard"/>
    <w:link w:val="ThemenfelderauswahlZchn"/>
    <w:qFormat/>
    <w:rsid w:val="00302882"/>
    <w:rPr>
      <w:sz w:val="16"/>
    </w:rPr>
  </w:style>
  <w:style w:type="character" w:customStyle="1" w:styleId="ThemenfelderauswahlZchn">
    <w:name w:val="Themenfelderauswahl Zchn"/>
    <w:basedOn w:val="Absatz-Standardschriftart"/>
    <w:link w:val="Themenfelderauswahl"/>
    <w:rsid w:val="0030288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7_Leitlini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0ED11DF0E114F6F900BADC048EF4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6A5866-14D4-4278-B390-2708FE9745E3}"/>
      </w:docPartPr>
      <w:docPartBody>
        <w:p w:rsidR="00B53937" w:rsidRDefault="005D54BD">
          <w:pPr>
            <w:pStyle w:val="30ED11DF0E114F6F900BADC048EF45F3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B948BDCC4F1349F3A3460FBE102265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5D7C8A-17DE-4D60-9105-F531F489FBCE}"/>
      </w:docPartPr>
      <w:docPartBody>
        <w:p w:rsidR="00B53937" w:rsidRDefault="005D54BD">
          <w:pPr>
            <w:pStyle w:val="B948BDCC4F1349F3A3460FBE10226507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527F4A667B7C498DA8EE4AC9A0DBAF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69B2A8-ACEF-4D99-A0F0-BAE1877017B5}"/>
      </w:docPartPr>
      <w:docPartBody>
        <w:p w:rsidR="00B53937" w:rsidRDefault="005D54BD">
          <w:pPr>
            <w:pStyle w:val="527F4A667B7C498DA8EE4AC9A0DBAFAD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8834A1E8461B44B99C5B3F07AAE6A9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CCBB83-F54A-48BB-99D5-82D485FA106E}"/>
      </w:docPartPr>
      <w:docPartBody>
        <w:p w:rsidR="00B53937" w:rsidRDefault="005D54BD">
          <w:pPr>
            <w:pStyle w:val="8834A1E8461B44B99C5B3F07AAE6A94D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  <w:docPart>
      <w:docPartPr>
        <w:name w:val="39F3E7A501944EE98AAFE65534763E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3477B3-AB9D-4D04-B04D-2208E0AD00D2}"/>
      </w:docPartPr>
      <w:docPartBody>
        <w:p w:rsidR="00B53937" w:rsidRDefault="005D54BD">
          <w:pPr>
            <w:pStyle w:val="39F3E7A501944EE98AAFE65534763EB8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13DA3F954B5E4DB1AFEFF54BBB07AD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AAEFD-E784-4D05-88D1-C851B3BA78AC}"/>
      </w:docPartPr>
      <w:docPartBody>
        <w:p w:rsidR="00B53937" w:rsidRDefault="005D54BD">
          <w:pPr>
            <w:pStyle w:val="13DA3F954B5E4DB1AFEFF54BBB07AD96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F24EDE661A684D718AECDB445563C6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F364AD-1D20-4B84-8EF0-5A4CEBEF0FAF}"/>
      </w:docPartPr>
      <w:docPartBody>
        <w:p w:rsidR="00B53937" w:rsidRDefault="005D54BD">
          <w:pPr>
            <w:pStyle w:val="F24EDE661A684D718AECDB445563C68F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E86393059C7F409B803B028B51B4EE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446526-A1B1-4633-8BC0-6B78CE256198}"/>
      </w:docPartPr>
      <w:docPartBody>
        <w:p w:rsidR="00B53937" w:rsidRDefault="005D54BD">
          <w:pPr>
            <w:pStyle w:val="E86393059C7F409B803B028B51B4EE25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  <w:docPart>
      <w:docPartPr>
        <w:name w:val="E22E78F59EC7462D91EAED8F241F72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B7EA4D-F7CB-4742-A5CE-073EE2FA269F}"/>
      </w:docPartPr>
      <w:docPartBody>
        <w:p w:rsidR="00B53937" w:rsidRDefault="005D54BD">
          <w:pPr>
            <w:pStyle w:val="E22E78F59EC7462D91EAED8F241F722A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3AE1AF2B3FA4451F96F72CD14F6A56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5B7E46-9DD7-4821-A9E6-E812CB0A3BE0}"/>
      </w:docPartPr>
      <w:docPartBody>
        <w:p w:rsidR="00B53937" w:rsidRDefault="005D54BD">
          <w:pPr>
            <w:pStyle w:val="3AE1AF2B3FA4451F96F72CD14F6A56E3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CA904E839FC5408EB995029A4D15D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F2DD24-E2AC-44C7-BCA7-5EE01C2A2BE7}"/>
      </w:docPartPr>
      <w:docPartBody>
        <w:p w:rsidR="00B53937" w:rsidRDefault="005D54BD">
          <w:pPr>
            <w:pStyle w:val="CA904E839FC5408EB995029A4D15DFF7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49FBDF8481B54B98B1D1EE1E7C3320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F42231-D5CC-461E-A3B5-427264444AF2}"/>
      </w:docPartPr>
      <w:docPartBody>
        <w:p w:rsidR="00B53937" w:rsidRDefault="005D54BD">
          <w:pPr>
            <w:pStyle w:val="49FBDF8481B54B98B1D1EE1E7C332046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  <w:docPart>
      <w:docPartPr>
        <w:name w:val="CEE6B8D10AE24C26A463EEE99C4D7F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30DC4F-FE66-435B-AD68-88DD929E2760}"/>
      </w:docPartPr>
      <w:docPartBody>
        <w:p w:rsidR="00B53937" w:rsidRDefault="005D54BD">
          <w:pPr>
            <w:pStyle w:val="CEE6B8D10AE24C26A463EEE99C4D7F4A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435D80684E174DA6B406CD68EF73D4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B5B628-B921-45B6-B025-446BF27670F1}"/>
      </w:docPartPr>
      <w:docPartBody>
        <w:p w:rsidR="00B53937" w:rsidRDefault="005D54BD">
          <w:pPr>
            <w:pStyle w:val="435D80684E174DA6B406CD68EF73D4BA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C9E140B975E947CDA0803E1E68B74A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EC6A4B-DF3B-421B-AA0F-3376A361428F}"/>
      </w:docPartPr>
      <w:docPartBody>
        <w:p w:rsidR="00B53937" w:rsidRDefault="005D54BD">
          <w:pPr>
            <w:pStyle w:val="C9E140B975E947CDA0803E1E68B74AEB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BAFAB562AB2F422C880F1C9FF7C1E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0F7C04-2CBF-48D4-A214-69EB6840858F}"/>
      </w:docPartPr>
      <w:docPartBody>
        <w:p w:rsidR="00B53937" w:rsidRDefault="005D54BD">
          <w:pPr>
            <w:pStyle w:val="BAFAB562AB2F422C880F1C9FF7C1E685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  <w:docPart>
      <w:docPartPr>
        <w:name w:val="D443A7C82DD44E6FA39F78495CE718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27D9AC-BEDB-4234-B07F-6E68894E126A}"/>
      </w:docPartPr>
      <w:docPartBody>
        <w:p w:rsidR="00B53937" w:rsidRDefault="005D54BD">
          <w:pPr>
            <w:pStyle w:val="D443A7C82DD44E6FA39F78495CE718E4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1D9E027C992B49C6AED6050B948B82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45BA26-3265-4008-BCDC-502A5C2DDB52}"/>
      </w:docPartPr>
      <w:docPartBody>
        <w:p w:rsidR="00B53937" w:rsidRDefault="005D54BD">
          <w:pPr>
            <w:pStyle w:val="1D9E027C992B49C6AED6050B948B8250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74B565BF20C34C6DA5B06ED0118209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4F3AF3-C648-45B7-9BC6-FB8F1CE76484}"/>
      </w:docPartPr>
      <w:docPartBody>
        <w:p w:rsidR="00B53937" w:rsidRDefault="005D54BD">
          <w:pPr>
            <w:pStyle w:val="74B565BF20C34C6DA5B06ED011820998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872A43D1B8DA4AC6845DF7F263A9C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D1E57-2CEF-4AA0-A6DA-C4AF5689B9D2}"/>
      </w:docPartPr>
      <w:docPartBody>
        <w:p w:rsidR="00B53937" w:rsidRDefault="005D54BD">
          <w:pPr>
            <w:pStyle w:val="872A43D1B8DA4AC6845DF7F263A9C7F2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  <w:docPart>
      <w:docPartPr>
        <w:name w:val="9BA450B0AC004D41A19FEFCFFEE38E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15CC3B-72AC-44EA-A215-B843A5B4362B}"/>
      </w:docPartPr>
      <w:docPartBody>
        <w:p w:rsidR="00B53937" w:rsidRDefault="005D54BD">
          <w:pPr>
            <w:pStyle w:val="9BA450B0AC004D41A19FEFCFFEE38E9D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F038E40E281B4BF2919E3CA788C35D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E01D3B-A49D-453D-9D99-D0010CA4D1FB}"/>
      </w:docPartPr>
      <w:docPartBody>
        <w:p w:rsidR="00B53937" w:rsidRDefault="005D54BD">
          <w:pPr>
            <w:pStyle w:val="F038E40E281B4BF2919E3CA788C35DA1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C2AF57BA2AC24533951B19E432EB6A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DAC27B-A976-4281-9E1D-19DA1CC2CFBD}"/>
      </w:docPartPr>
      <w:docPartBody>
        <w:p w:rsidR="00B53937" w:rsidRDefault="005D54BD">
          <w:pPr>
            <w:pStyle w:val="C2AF57BA2AC24533951B19E432EB6A39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9C922D01C08A487C89306CFD8A0BFD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28E3FC-3E21-45A1-A532-400E9B0267A9}"/>
      </w:docPartPr>
      <w:docPartBody>
        <w:p w:rsidR="00B53937" w:rsidRDefault="005D54BD">
          <w:pPr>
            <w:pStyle w:val="9C922D01C08A487C89306CFD8A0BFD79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  <w:docPart>
      <w:docPartPr>
        <w:name w:val="BCE57DC95A21435B9511AFBF772062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69E676-5BCF-4DD1-9672-302BBB53115B}"/>
      </w:docPartPr>
      <w:docPartBody>
        <w:p w:rsidR="00205F64" w:rsidRDefault="00B53937" w:rsidP="00B53937">
          <w:pPr>
            <w:pStyle w:val="BCE57DC95A21435B9511AFBF77206242"/>
          </w:pPr>
          <w:r>
            <w:rPr>
              <w:rStyle w:val="Platzhaltertext"/>
            </w:rPr>
            <w:t>Aktuell</w:t>
          </w:r>
        </w:p>
      </w:docPartBody>
    </w:docPart>
    <w:docPart>
      <w:docPartPr>
        <w:name w:val="4E02149F7281419FA34BE2AEA4812C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35467A-D34D-408F-9F0D-9DCB3F276876}"/>
      </w:docPartPr>
      <w:docPartBody>
        <w:p w:rsidR="00205F64" w:rsidRDefault="00B53937" w:rsidP="00B53937">
          <w:pPr>
            <w:pStyle w:val="4E02149F7281419FA34BE2AEA4812CA1"/>
          </w:pPr>
          <w:r>
            <w:rPr>
              <w:rStyle w:val="Platzhaltertext"/>
              <w:sz w:val="18"/>
              <w:szCs w:val="18"/>
            </w:rPr>
            <w:t xml:space="preserve">Zusammenfassung der Situationsbeschreibung (Stichworte) </w:t>
          </w:r>
        </w:p>
      </w:docPartBody>
    </w:docPart>
    <w:docPart>
      <w:docPartPr>
        <w:name w:val="1EEC0D6AA37B431C8B3CE5B44AACD1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1B41C-EA1C-4959-8108-BEB07294A879}"/>
      </w:docPartPr>
      <w:docPartBody>
        <w:p w:rsidR="00205F64" w:rsidRDefault="00B53937" w:rsidP="00B53937">
          <w:pPr>
            <w:pStyle w:val="1EEC0D6AA37B431C8B3CE5B44AACD1BA"/>
          </w:pPr>
          <w:r>
            <w:rPr>
              <w:rStyle w:val="Platzhaltertext"/>
            </w:rPr>
            <w:t>Prognose</w:t>
          </w:r>
        </w:p>
      </w:docPartBody>
    </w:docPart>
    <w:docPart>
      <w:docPartPr>
        <w:name w:val="73EB867713204EB19BB97637B8F0E1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61CDE9-6BC4-4EBB-8431-437024EF15A0}"/>
      </w:docPartPr>
      <w:docPartBody>
        <w:p w:rsidR="00205F64" w:rsidRDefault="00B53937" w:rsidP="00B53937">
          <w:pPr>
            <w:pStyle w:val="73EB867713204EB19BB97637B8F0E100"/>
          </w:pPr>
          <w:r>
            <w:rPr>
              <w:rStyle w:val="Platzhaltertext"/>
              <w:sz w:val="18"/>
              <w:szCs w:val="18"/>
            </w:rPr>
            <w:t>Formulierung eines Zielsatzes, was mit den geplanten Maßnahmen in diesem Gestaltungsfeld erreicht werden soll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BD"/>
    <w:rsid w:val="00205F64"/>
    <w:rsid w:val="005D54BD"/>
    <w:rsid w:val="00B53937"/>
    <w:rsid w:val="00E84857"/>
    <w:rsid w:val="00E9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53937"/>
    <w:rPr>
      <w:color w:val="808080"/>
    </w:rPr>
  </w:style>
  <w:style w:type="paragraph" w:customStyle="1" w:styleId="30ED11DF0E114F6F900BADC048EF45F3">
    <w:name w:val="30ED11DF0E114F6F900BADC048EF45F3"/>
  </w:style>
  <w:style w:type="paragraph" w:customStyle="1" w:styleId="B948BDCC4F1349F3A3460FBE10226507">
    <w:name w:val="B948BDCC4F1349F3A3460FBE10226507"/>
  </w:style>
  <w:style w:type="paragraph" w:customStyle="1" w:styleId="527F4A667B7C498DA8EE4AC9A0DBAFAD">
    <w:name w:val="527F4A667B7C498DA8EE4AC9A0DBAFAD"/>
  </w:style>
  <w:style w:type="paragraph" w:customStyle="1" w:styleId="8834A1E8461B44B99C5B3F07AAE6A94D">
    <w:name w:val="8834A1E8461B44B99C5B3F07AAE6A94D"/>
  </w:style>
  <w:style w:type="paragraph" w:customStyle="1" w:styleId="39F3E7A501944EE98AAFE65534763EB8">
    <w:name w:val="39F3E7A501944EE98AAFE65534763EB8"/>
  </w:style>
  <w:style w:type="paragraph" w:customStyle="1" w:styleId="13DA3F954B5E4DB1AFEFF54BBB07AD96">
    <w:name w:val="13DA3F954B5E4DB1AFEFF54BBB07AD96"/>
  </w:style>
  <w:style w:type="paragraph" w:customStyle="1" w:styleId="F24EDE661A684D718AECDB445563C68F">
    <w:name w:val="F24EDE661A684D718AECDB445563C68F"/>
  </w:style>
  <w:style w:type="paragraph" w:customStyle="1" w:styleId="E86393059C7F409B803B028B51B4EE25">
    <w:name w:val="E86393059C7F409B803B028B51B4EE25"/>
  </w:style>
  <w:style w:type="paragraph" w:customStyle="1" w:styleId="E22E78F59EC7462D91EAED8F241F722A">
    <w:name w:val="E22E78F59EC7462D91EAED8F241F722A"/>
  </w:style>
  <w:style w:type="paragraph" w:customStyle="1" w:styleId="3AE1AF2B3FA4451F96F72CD14F6A56E3">
    <w:name w:val="3AE1AF2B3FA4451F96F72CD14F6A56E3"/>
  </w:style>
  <w:style w:type="paragraph" w:customStyle="1" w:styleId="CA904E839FC5408EB995029A4D15DFF7">
    <w:name w:val="CA904E839FC5408EB995029A4D15DFF7"/>
  </w:style>
  <w:style w:type="paragraph" w:customStyle="1" w:styleId="49FBDF8481B54B98B1D1EE1E7C332046">
    <w:name w:val="49FBDF8481B54B98B1D1EE1E7C332046"/>
  </w:style>
  <w:style w:type="paragraph" w:customStyle="1" w:styleId="CEE6B8D10AE24C26A463EEE99C4D7F4A">
    <w:name w:val="CEE6B8D10AE24C26A463EEE99C4D7F4A"/>
  </w:style>
  <w:style w:type="paragraph" w:customStyle="1" w:styleId="435D80684E174DA6B406CD68EF73D4BA">
    <w:name w:val="435D80684E174DA6B406CD68EF73D4BA"/>
  </w:style>
  <w:style w:type="paragraph" w:customStyle="1" w:styleId="C9E140B975E947CDA0803E1E68B74AEB">
    <w:name w:val="C9E140B975E947CDA0803E1E68B74AEB"/>
  </w:style>
  <w:style w:type="paragraph" w:customStyle="1" w:styleId="BAFAB562AB2F422C880F1C9FF7C1E685">
    <w:name w:val="BAFAB562AB2F422C880F1C9FF7C1E685"/>
  </w:style>
  <w:style w:type="paragraph" w:customStyle="1" w:styleId="D443A7C82DD44E6FA39F78495CE718E4">
    <w:name w:val="D443A7C82DD44E6FA39F78495CE718E4"/>
  </w:style>
  <w:style w:type="paragraph" w:customStyle="1" w:styleId="1D9E027C992B49C6AED6050B948B8250">
    <w:name w:val="1D9E027C992B49C6AED6050B948B8250"/>
  </w:style>
  <w:style w:type="paragraph" w:customStyle="1" w:styleId="74B565BF20C34C6DA5B06ED011820998">
    <w:name w:val="74B565BF20C34C6DA5B06ED011820998"/>
  </w:style>
  <w:style w:type="paragraph" w:customStyle="1" w:styleId="872A43D1B8DA4AC6845DF7F263A9C7F2">
    <w:name w:val="872A43D1B8DA4AC6845DF7F263A9C7F2"/>
  </w:style>
  <w:style w:type="paragraph" w:customStyle="1" w:styleId="9BA450B0AC004D41A19FEFCFFEE38E9D">
    <w:name w:val="9BA450B0AC004D41A19FEFCFFEE38E9D"/>
  </w:style>
  <w:style w:type="paragraph" w:customStyle="1" w:styleId="F038E40E281B4BF2919E3CA788C35DA1">
    <w:name w:val="F038E40E281B4BF2919E3CA788C35DA1"/>
  </w:style>
  <w:style w:type="paragraph" w:customStyle="1" w:styleId="C2AF57BA2AC24533951B19E432EB6A39">
    <w:name w:val="C2AF57BA2AC24533951B19E432EB6A39"/>
  </w:style>
  <w:style w:type="paragraph" w:customStyle="1" w:styleId="9C922D01C08A487C89306CFD8A0BFD79">
    <w:name w:val="9C922D01C08A487C89306CFD8A0BFD79"/>
  </w:style>
  <w:style w:type="paragraph" w:customStyle="1" w:styleId="BCE57DC95A21435B9511AFBF77206242">
    <w:name w:val="BCE57DC95A21435B9511AFBF77206242"/>
    <w:rsid w:val="00B53937"/>
  </w:style>
  <w:style w:type="paragraph" w:customStyle="1" w:styleId="4E02149F7281419FA34BE2AEA4812CA1">
    <w:name w:val="4E02149F7281419FA34BE2AEA4812CA1"/>
    <w:rsid w:val="00B53937"/>
  </w:style>
  <w:style w:type="paragraph" w:customStyle="1" w:styleId="1EEC0D6AA37B431C8B3CE5B44AACD1BA">
    <w:name w:val="1EEC0D6AA37B431C8B3CE5B44AACD1BA"/>
    <w:rsid w:val="00B53937"/>
  </w:style>
  <w:style w:type="paragraph" w:customStyle="1" w:styleId="73EB867713204EB19BB97637B8F0E100">
    <w:name w:val="73EB867713204EB19BB97637B8F0E100"/>
    <w:rsid w:val="00B539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MCXR3SKWZVN3-50-741</_dlc_DocId>
    <_dlc_DocIdUrl xmlns="ac55d254-e436-4b2f-ae49-2a5e200d046d">
      <Url>https://sp.tbs-nrw.de/Projekte/DemoAktiv/_layouts/15/DocIdRedir.aspx?ID=MCXR3SKWZVN3-50-741</Url>
      <Description>MCXR3SKWZVN3-50-741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D839B-48FE-4F04-BDFE-28A3FA2A75F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8CFB3FD-3B94-4FCD-A263-853550AB6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0AB39D-7579-41DF-B40A-5F1E0A3CBF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55d254-e436-4b2f-ae49-2a5e200d046d"/>
    <ds:schemaRef ds:uri="7bf375fd-c16a-428e-90f5-962475562e5e"/>
  </ds:schemaRefs>
</ds:datastoreItem>
</file>

<file path=customXml/itemProps4.xml><?xml version="1.0" encoding="utf-8"?>
<ds:datastoreItem xmlns:ds="http://schemas.openxmlformats.org/officeDocument/2006/customXml" ds:itemID="{B9B9B36B-DB1D-4D39-9A4B-22E959EEEB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D10F73-22FF-44AD-8576-5703848E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7_Leitlinien</Template>
  <TotalTime>0</TotalTime>
  <Pages>7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5</cp:revision>
  <cp:lastPrinted>2016-04-18T07:52:00Z</cp:lastPrinted>
  <dcterms:created xsi:type="dcterms:W3CDTF">2016-05-31T07:43:00Z</dcterms:created>
  <dcterms:modified xsi:type="dcterms:W3CDTF">2018-02-07T12:47:00Z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a351df59-f89e-4a63-a871-86f3c690c8c3</vt:lpwstr>
  </property>
</Properties>
</file>