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CF297" w14:textId="77777777" w:rsidR="00832E5F" w:rsidRDefault="00D82A9D" w:rsidP="00832E5F">
      <w:r>
        <w:t xml:space="preserve">Die Themen I. – IV. sind verpflichtend zu bearbeiten. Weitere Aktionen </w:t>
      </w:r>
      <w:r w:rsidR="00795821">
        <w:t>können hier zusätzlich dokumentiert werden</w:t>
      </w:r>
      <w:r>
        <w:t>.</w:t>
      </w:r>
    </w:p>
    <w:tbl>
      <w:tblPr>
        <w:tblStyle w:val="Tabellenraster"/>
        <w:tblpPr w:leftFromText="142" w:rightFromText="142" w:vertAnchor="text" w:tblpY="1"/>
        <w:tblOverlap w:val="never"/>
        <w:tblW w:w="16155" w:type="dxa"/>
        <w:tblLook w:val="0620" w:firstRow="1" w:lastRow="0" w:firstColumn="0" w:lastColumn="0" w:noHBand="1" w:noVBand="1"/>
      </w:tblPr>
      <w:tblGrid>
        <w:gridCol w:w="543"/>
        <w:gridCol w:w="2705"/>
        <w:gridCol w:w="7379"/>
        <w:gridCol w:w="2268"/>
        <w:gridCol w:w="1559"/>
        <w:gridCol w:w="1701"/>
      </w:tblGrid>
      <w:tr w:rsidR="004461B7" w14:paraId="2FFCF29E" w14:textId="77777777" w:rsidTr="003E1BFA">
        <w:tc>
          <w:tcPr>
            <w:tcW w:w="543" w:type="dxa"/>
            <w:shd w:val="clear" w:color="auto" w:fill="C6D9F1" w:themeFill="text2" w:themeFillTint="33"/>
            <w:vAlign w:val="center"/>
          </w:tcPr>
          <w:p w14:paraId="2FFCF298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705" w:type="dxa"/>
            <w:shd w:val="clear" w:color="auto" w:fill="C6D9F1" w:themeFill="text2" w:themeFillTint="33"/>
            <w:vAlign w:val="center"/>
          </w:tcPr>
          <w:p w14:paraId="2FFCF299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Thema</w:t>
            </w:r>
          </w:p>
        </w:tc>
        <w:tc>
          <w:tcPr>
            <w:tcW w:w="7379" w:type="dxa"/>
            <w:shd w:val="clear" w:color="auto" w:fill="C6D9F1" w:themeFill="text2" w:themeFillTint="33"/>
            <w:vAlign w:val="center"/>
          </w:tcPr>
          <w:p w14:paraId="2FFCF29A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Maßnahme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FFCF29B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Beteiligte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2FFCF29C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Verantwortlich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2FFCF29D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Zyklus</w:t>
            </w:r>
          </w:p>
        </w:tc>
      </w:tr>
      <w:tr w:rsidR="004461B7" w14:paraId="2FFCF2A5" w14:textId="77777777" w:rsidTr="003E1BFA">
        <w:tc>
          <w:tcPr>
            <w:tcW w:w="543" w:type="dxa"/>
            <w:vAlign w:val="center"/>
          </w:tcPr>
          <w:p w14:paraId="2FFCF29F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I.</w:t>
            </w:r>
          </w:p>
        </w:tc>
        <w:tc>
          <w:tcPr>
            <w:tcW w:w="2705" w:type="dxa"/>
            <w:vAlign w:val="center"/>
          </w:tcPr>
          <w:p w14:paraId="2FFCF2A0" w14:textId="77777777" w:rsidR="004461B7" w:rsidRPr="008C4C60" w:rsidRDefault="004461B7" w:rsidP="00EB12AC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Umsetzung des Aktionsplans</w:t>
            </w:r>
          </w:p>
        </w:tc>
        <w:sdt>
          <w:sdtPr>
            <w:rPr>
              <w:rStyle w:val="InputZchn"/>
            </w:rPr>
            <w:id w:val="-1938440269"/>
            <w:placeholder>
              <w:docPart w:val="338960ED899D4AB5814AFAA85B45C01D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7379" w:type="dxa"/>
                <w:vAlign w:val="center"/>
              </w:tcPr>
              <w:p w14:paraId="2FFCF2A1" w14:textId="77777777" w:rsidR="004461B7" w:rsidRPr="00110ACB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Wie gehen Sie vor, um die Umsetzung des Aktionsplans sicher zu stellen?</w:t>
                </w:r>
              </w:p>
            </w:tc>
          </w:sdtContent>
        </w:sdt>
        <w:sdt>
          <w:sdtPr>
            <w:rPr>
              <w:rStyle w:val="InputZchn"/>
            </w:rPr>
            <w:id w:val="-69659712"/>
            <w:placeholder>
              <w:docPart w:val="7E07FEC1E55E47CB8648E00DDC2B805A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2268" w:type="dxa"/>
                <w:vAlign w:val="center"/>
              </w:tcPr>
              <w:p w14:paraId="2FFCF2A2" w14:textId="77777777" w:rsidR="004461B7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Namen</w:t>
                </w:r>
              </w:p>
            </w:tc>
          </w:sdtContent>
        </w:sdt>
        <w:sdt>
          <w:sdtPr>
            <w:rPr>
              <w:rStyle w:val="InputZchn"/>
            </w:rPr>
            <w:id w:val="-1849082718"/>
            <w:placeholder>
              <w:docPart w:val="D21B24A02252407E9550EBABFF7DF963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559" w:type="dxa"/>
                <w:vAlign w:val="center"/>
              </w:tcPr>
              <w:p w14:paraId="2FFCF2A3" w14:textId="77777777" w:rsidR="004461B7" w:rsidRPr="00110ACB" w:rsidRDefault="004461B7" w:rsidP="00EB12AC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ThemenfelderauswahlZchn"/>
            </w:rPr>
            <w:alias w:val="Zyklus"/>
            <w:tag w:val="Zyklus"/>
            <w:id w:val="2078078444"/>
            <w:placeholder>
              <w:docPart w:val="D69D9F9BDDDA4B56B6A3D2F66E14CDD3"/>
            </w:placeholder>
            <w:showingPlcHdr/>
            <w:dropDownList>
              <w:listItem w:value="Wählen Sie ein Element aus."/>
              <w:listItem w:displayText="monatlich" w:value="monatlich"/>
              <w:listItem w:displayText="quartalsweise" w:value="quartalsweise"/>
              <w:listItem w:displayText="halbjährlich" w:value="halbjährlich"/>
              <w:listItem w:displayText="jährlich" w:value="jährlich"/>
              <w:listItem w:displayText="alle 2 Jahre" w:value="alle 2 Jahre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2FFCF2A4" w14:textId="77777777" w:rsidR="004461B7" w:rsidRPr="00D82A9D" w:rsidRDefault="004461B7" w:rsidP="00D82A9D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</w:rPr>
                  <w:t>Zykl</w:t>
                </w:r>
                <w:r w:rsidRPr="00D82A9D">
                  <w:rPr>
                    <w:rStyle w:val="Platzhaltertext"/>
                    <w:sz w:val="18"/>
                    <w:szCs w:val="18"/>
                  </w:rPr>
                  <w:t>us</w:t>
                </w:r>
              </w:p>
            </w:tc>
          </w:sdtContent>
        </w:sdt>
      </w:tr>
      <w:tr w:rsidR="004461B7" w14:paraId="2FFCF2AC" w14:textId="77777777" w:rsidTr="003E1BFA">
        <w:tc>
          <w:tcPr>
            <w:tcW w:w="543" w:type="dxa"/>
            <w:vAlign w:val="center"/>
          </w:tcPr>
          <w:p w14:paraId="2FFCF2A6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2705" w:type="dxa"/>
            <w:vAlign w:val="center"/>
          </w:tcPr>
          <w:p w14:paraId="2FFCF2A7" w14:textId="77777777" w:rsidR="004461B7" w:rsidRPr="008C4C60" w:rsidRDefault="004461B7" w:rsidP="005C3958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Verände</w:t>
            </w:r>
            <w:r w:rsidR="005C3958">
              <w:rPr>
                <w:sz w:val="18"/>
                <w:szCs w:val="18"/>
              </w:rPr>
              <w:t>rungen in der Ausgangssituation</w:t>
            </w:r>
          </w:p>
        </w:tc>
        <w:sdt>
          <w:sdtPr>
            <w:rPr>
              <w:rStyle w:val="InputZchn"/>
            </w:rPr>
            <w:id w:val="1300573971"/>
            <w:placeholder>
              <w:docPart w:val="7C44C4A374A54BB1B799CFE7E6558E38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7379" w:type="dxa"/>
                <w:vAlign w:val="center"/>
              </w:tcPr>
              <w:p w14:paraId="2FFCF2A8" w14:textId="77777777" w:rsidR="004461B7" w:rsidRPr="00110ACB" w:rsidRDefault="004461B7" w:rsidP="005C3958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 xml:space="preserve">Wie beobachten Sie </w:t>
                </w:r>
                <w:r w:rsidR="005C3958">
                  <w:rPr>
                    <w:rStyle w:val="Platzhaltertext"/>
                    <w:sz w:val="18"/>
                    <w:szCs w:val="18"/>
                  </w:rPr>
                  <w:t>Situationsv</w:t>
                </w:r>
                <w:r>
                  <w:rPr>
                    <w:rStyle w:val="Platzhaltertext"/>
                    <w:sz w:val="18"/>
                    <w:szCs w:val="18"/>
                  </w:rPr>
                  <w:t>eränderungen in de</w:t>
                </w:r>
                <w:r w:rsidR="005C3958">
                  <w:rPr>
                    <w:rStyle w:val="Platzhaltertext"/>
                    <w:sz w:val="18"/>
                    <w:szCs w:val="18"/>
                  </w:rPr>
                  <w:t>n</w:t>
                </w:r>
                <w:r>
                  <w:rPr>
                    <w:rStyle w:val="Platzhaltertext"/>
                    <w:sz w:val="18"/>
                    <w:szCs w:val="18"/>
                  </w:rPr>
                  <w:t xml:space="preserve"> </w:t>
                </w:r>
                <w:r w:rsidR="005C3958">
                  <w:rPr>
                    <w:rStyle w:val="Platzhaltertext"/>
                    <w:sz w:val="18"/>
                    <w:szCs w:val="18"/>
                  </w:rPr>
                  <w:t>einzelnen</w:t>
                </w:r>
                <w:r w:rsidR="00EB79ED">
                  <w:rPr>
                    <w:rStyle w:val="Platzhaltertext"/>
                    <w:sz w:val="18"/>
                    <w:szCs w:val="18"/>
                  </w:rPr>
                  <w:t xml:space="preserve"> Demografie-Themenfelder</w:t>
                </w:r>
                <w:r w:rsidR="005C3958">
                  <w:rPr>
                    <w:rStyle w:val="Platzhaltertext"/>
                    <w:sz w:val="18"/>
                    <w:szCs w:val="18"/>
                  </w:rPr>
                  <w:t>n, die</w:t>
                </w:r>
                <w:r w:rsidR="00EB79ED">
                  <w:rPr>
                    <w:rStyle w:val="Platzhaltertext"/>
                    <w:sz w:val="18"/>
                    <w:szCs w:val="18"/>
                  </w:rPr>
                  <w:t xml:space="preserve"> </w:t>
                </w:r>
                <w:r w:rsidR="005C3958">
                  <w:rPr>
                    <w:rStyle w:val="Platzhaltertext"/>
                    <w:sz w:val="18"/>
                    <w:szCs w:val="18"/>
                  </w:rPr>
                  <w:t>in Ihrer Organisation</w:t>
                </w:r>
                <w:r>
                  <w:rPr>
                    <w:rStyle w:val="Platzhaltertext"/>
                    <w:sz w:val="18"/>
                    <w:szCs w:val="18"/>
                  </w:rPr>
                  <w:t xml:space="preserve"> zu neuen Handlungsanforderungen führen?</w:t>
                </w:r>
              </w:p>
            </w:tc>
          </w:sdtContent>
        </w:sdt>
        <w:sdt>
          <w:sdtPr>
            <w:rPr>
              <w:rStyle w:val="InputZchn"/>
            </w:rPr>
            <w:id w:val="-523937982"/>
            <w:placeholder>
              <w:docPart w:val="F21FDB659D6B42CDBAA66562DC124A9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2268" w:type="dxa"/>
                <w:vAlign w:val="center"/>
              </w:tcPr>
              <w:p w14:paraId="2FFCF2A9" w14:textId="77777777" w:rsidR="004461B7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Namen</w:t>
                </w:r>
              </w:p>
            </w:tc>
          </w:sdtContent>
        </w:sdt>
        <w:sdt>
          <w:sdtPr>
            <w:rPr>
              <w:rStyle w:val="InputZchn"/>
            </w:rPr>
            <w:id w:val="1399408657"/>
            <w:placeholder>
              <w:docPart w:val="CD2FEFFE0E4D4DFD8E5D7F235FB7C371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559" w:type="dxa"/>
                <w:vAlign w:val="center"/>
              </w:tcPr>
              <w:p w14:paraId="2FFCF2AA" w14:textId="77777777" w:rsidR="004461B7" w:rsidRPr="00110ACB" w:rsidRDefault="004461B7" w:rsidP="00EB12AC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ThemenfelderauswahlZchn"/>
            </w:rPr>
            <w:alias w:val="Zyklus"/>
            <w:tag w:val="Zyklus"/>
            <w:id w:val="77568858"/>
            <w:placeholder>
              <w:docPart w:val="429315C0D48D414696DDF7492740BAA5"/>
            </w:placeholder>
            <w:showingPlcHdr/>
            <w:dropDownList>
              <w:listItem w:value="Wählen Sie ein Element aus."/>
              <w:listItem w:displayText="monatlich" w:value="monatlich"/>
              <w:listItem w:displayText="quartalsweise" w:value="quartalsweise"/>
              <w:listItem w:displayText="halbjährlich" w:value="halbjährlich"/>
              <w:listItem w:displayText="jährlich" w:value="jährlich"/>
              <w:listItem w:displayText="alle 2 Jahre" w:value="alle 2 Jahre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2FFCF2AB" w14:textId="77777777" w:rsidR="004461B7" w:rsidRPr="00D82A9D" w:rsidRDefault="003774AA" w:rsidP="00D82A9D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</w:rPr>
                  <w:t>Zykl</w:t>
                </w:r>
                <w:r w:rsidRPr="00D82A9D">
                  <w:rPr>
                    <w:rStyle w:val="Platzhaltertext"/>
                    <w:sz w:val="18"/>
                    <w:szCs w:val="18"/>
                  </w:rPr>
                  <w:t>us</w:t>
                </w:r>
              </w:p>
            </w:tc>
          </w:sdtContent>
        </w:sdt>
      </w:tr>
      <w:tr w:rsidR="004461B7" w14:paraId="2FFCF2B3" w14:textId="77777777" w:rsidTr="003E1BFA">
        <w:tc>
          <w:tcPr>
            <w:tcW w:w="543" w:type="dxa"/>
            <w:vAlign w:val="center"/>
          </w:tcPr>
          <w:p w14:paraId="2FFCF2AD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III.</w:t>
            </w:r>
          </w:p>
        </w:tc>
        <w:tc>
          <w:tcPr>
            <w:tcW w:w="2705" w:type="dxa"/>
            <w:vAlign w:val="center"/>
          </w:tcPr>
          <w:p w14:paraId="2FFCF2AE" w14:textId="77777777" w:rsidR="004461B7" w:rsidRPr="008C4C60" w:rsidRDefault="004461B7" w:rsidP="00EB12AC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Altersstrukturanalyse</w:t>
            </w:r>
          </w:p>
        </w:tc>
        <w:sdt>
          <w:sdtPr>
            <w:rPr>
              <w:rStyle w:val="InputZchn"/>
            </w:rPr>
            <w:id w:val="912824169"/>
            <w:placeholder>
              <w:docPart w:val="BEF395E504554C5E8DC07EDBEB686B2D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7379" w:type="dxa"/>
                <w:vAlign w:val="center"/>
              </w:tcPr>
              <w:p w14:paraId="2FFCF2AF" w14:textId="77777777" w:rsidR="004461B7" w:rsidRPr="00110ACB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Wie und wie häufig werden Sie in Zukunft eine Altersstrukturanalyse erstellen und nutzen?</w:t>
                </w:r>
              </w:p>
            </w:tc>
          </w:sdtContent>
        </w:sdt>
        <w:sdt>
          <w:sdtPr>
            <w:rPr>
              <w:rStyle w:val="InputZchn"/>
            </w:rPr>
            <w:id w:val="831569038"/>
            <w:placeholder>
              <w:docPart w:val="8AE7752417284F48B1F878E31A3C380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2268" w:type="dxa"/>
                <w:vAlign w:val="center"/>
              </w:tcPr>
              <w:p w14:paraId="2FFCF2B0" w14:textId="77777777" w:rsidR="004461B7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Namen</w:t>
                </w:r>
              </w:p>
            </w:tc>
          </w:sdtContent>
        </w:sdt>
        <w:sdt>
          <w:sdtPr>
            <w:rPr>
              <w:rStyle w:val="InputZchn"/>
            </w:rPr>
            <w:id w:val="1925534216"/>
            <w:placeholder>
              <w:docPart w:val="C399B4B3D7914C0199F2602042E3023E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559" w:type="dxa"/>
                <w:vAlign w:val="center"/>
              </w:tcPr>
              <w:p w14:paraId="2FFCF2B1" w14:textId="77777777" w:rsidR="004461B7" w:rsidRPr="00110ACB" w:rsidRDefault="004461B7" w:rsidP="00EB12AC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ThemenfelderauswahlZchn"/>
            </w:rPr>
            <w:alias w:val="Zyklus"/>
            <w:tag w:val="Zyklus"/>
            <w:id w:val="127522265"/>
            <w:placeholder>
              <w:docPart w:val="F31919F042FE4E0089749153B028F22D"/>
            </w:placeholder>
            <w:showingPlcHdr/>
            <w:dropDownList>
              <w:listItem w:value="Wählen Sie ein Element aus."/>
              <w:listItem w:displayText="monatlich" w:value="monatlich"/>
              <w:listItem w:displayText="quartalsweise" w:value="quartalsweise"/>
              <w:listItem w:displayText="halbjährlich" w:value="halbjährlich"/>
              <w:listItem w:displayText="jährlich" w:value="jährlich"/>
              <w:listItem w:displayText="alle 2 Jahre" w:value="alle 2 Jahre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2FFCF2B2" w14:textId="77777777" w:rsidR="004461B7" w:rsidRPr="00D82A9D" w:rsidRDefault="003774AA" w:rsidP="00EB12AC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</w:rPr>
                  <w:t>Zykl</w:t>
                </w:r>
                <w:r w:rsidRPr="00D82A9D">
                  <w:rPr>
                    <w:rStyle w:val="Platzhaltertext"/>
                    <w:sz w:val="18"/>
                    <w:szCs w:val="18"/>
                  </w:rPr>
                  <w:t>us</w:t>
                </w:r>
              </w:p>
            </w:tc>
          </w:sdtContent>
        </w:sdt>
      </w:tr>
      <w:tr w:rsidR="004461B7" w14:paraId="2FFCF2BA" w14:textId="77777777" w:rsidTr="003E1BFA">
        <w:tc>
          <w:tcPr>
            <w:tcW w:w="543" w:type="dxa"/>
            <w:vAlign w:val="center"/>
          </w:tcPr>
          <w:p w14:paraId="2FFCF2B4" w14:textId="77777777" w:rsidR="004461B7" w:rsidRDefault="004461B7" w:rsidP="00EB12AC">
            <w:pPr>
              <w:spacing w:before="120" w:after="120"/>
              <w:rPr>
                <w:b/>
              </w:rPr>
            </w:pPr>
            <w:r>
              <w:rPr>
                <w:b/>
              </w:rPr>
              <w:t>IV.</w:t>
            </w:r>
          </w:p>
        </w:tc>
        <w:tc>
          <w:tcPr>
            <w:tcW w:w="2705" w:type="dxa"/>
            <w:vAlign w:val="center"/>
          </w:tcPr>
          <w:p w14:paraId="2FFCF2B5" w14:textId="77777777" w:rsidR="004461B7" w:rsidRPr="008C4C60" w:rsidRDefault="004461B7" w:rsidP="00EB12AC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Verfahren bei auftretendem Handlungsbedarf</w:t>
            </w:r>
          </w:p>
        </w:tc>
        <w:sdt>
          <w:sdtPr>
            <w:rPr>
              <w:rStyle w:val="InputZchn"/>
            </w:rPr>
            <w:id w:val="1165370729"/>
            <w:placeholder>
              <w:docPart w:val="B69D337215934697B22C8D376CFEBC4A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7379" w:type="dxa"/>
                <w:vAlign w:val="center"/>
              </w:tcPr>
              <w:p w14:paraId="2FFCF2B6" w14:textId="77777777" w:rsidR="004461B7" w:rsidRPr="00110ACB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Wie werden Sie bei auftretendem Handlungsbedarf  in Zukunft agieren?</w:t>
                </w:r>
              </w:p>
            </w:tc>
          </w:sdtContent>
        </w:sdt>
        <w:sdt>
          <w:sdtPr>
            <w:rPr>
              <w:rStyle w:val="InputZchn"/>
            </w:rPr>
            <w:id w:val="-1905528700"/>
            <w:placeholder>
              <w:docPart w:val="D254D50E827F439482BC35C3215B91D7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2268" w:type="dxa"/>
                <w:vAlign w:val="center"/>
              </w:tcPr>
              <w:p w14:paraId="2FFCF2B7" w14:textId="77777777" w:rsidR="004461B7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Namen</w:t>
                </w:r>
              </w:p>
            </w:tc>
          </w:sdtContent>
        </w:sdt>
        <w:sdt>
          <w:sdtPr>
            <w:rPr>
              <w:rStyle w:val="InputZchn"/>
            </w:rPr>
            <w:id w:val="983514561"/>
            <w:placeholder>
              <w:docPart w:val="42BAA9AEACB44E65B4DCFBB53CDF366E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559" w:type="dxa"/>
                <w:vAlign w:val="center"/>
              </w:tcPr>
              <w:p w14:paraId="2FFCF2B8" w14:textId="77777777" w:rsidR="004461B7" w:rsidRPr="00110ACB" w:rsidRDefault="004461B7" w:rsidP="00EB12AC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ThemenfelderauswahlZchn"/>
            </w:rPr>
            <w:alias w:val="Zyklus"/>
            <w:tag w:val="Zyklus"/>
            <w:id w:val="-1745175159"/>
            <w:placeholder>
              <w:docPart w:val="55D1CADBC22D4B89914EB66B1EAAB5A1"/>
            </w:placeholder>
            <w:showingPlcHdr/>
            <w:dropDownList>
              <w:listItem w:value="Wählen Sie ein Element aus."/>
              <w:listItem w:displayText="monatlich" w:value="monatlich"/>
              <w:listItem w:displayText="quartalsweise" w:value="quartalsweise"/>
              <w:listItem w:displayText="halbjährlich" w:value="halbjährlich"/>
              <w:listItem w:displayText="jährlich" w:value="jährlich"/>
              <w:listItem w:displayText="alle 2 Jahre" w:value="alle 2 Jahre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2FFCF2B9" w14:textId="77777777" w:rsidR="004461B7" w:rsidRPr="00D82A9D" w:rsidRDefault="003774AA" w:rsidP="00EB12AC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</w:rPr>
                  <w:t>Zykl</w:t>
                </w:r>
                <w:r w:rsidRPr="00D82A9D">
                  <w:rPr>
                    <w:rStyle w:val="Platzhaltertext"/>
                    <w:sz w:val="18"/>
                    <w:szCs w:val="18"/>
                  </w:rPr>
                  <w:t>us</w:t>
                </w:r>
              </w:p>
            </w:tc>
          </w:sdtContent>
        </w:sdt>
      </w:tr>
      <w:tr w:rsidR="004461B7" w14:paraId="2FFCF2C1" w14:textId="77777777" w:rsidTr="003E1BFA">
        <w:tc>
          <w:tcPr>
            <w:tcW w:w="543" w:type="dxa"/>
            <w:vAlign w:val="center"/>
          </w:tcPr>
          <w:p w14:paraId="2FFCF2BB" w14:textId="77777777" w:rsidR="004461B7" w:rsidRDefault="004461B7" w:rsidP="00EB12AC">
            <w:pPr>
              <w:spacing w:before="120" w:after="120"/>
              <w:rPr>
                <w:b/>
              </w:rPr>
            </w:pPr>
          </w:p>
        </w:tc>
        <w:tc>
          <w:tcPr>
            <w:tcW w:w="2705" w:type="dxa"/>
            <w:vAlign w:val="center"/>
          </w:tcPr>
          <w:p w14:paraId="2FFCF2BC" w14:textId="77777777" w:rsidR="004461B7" w:rsidRPr="008C4C60" w:rsidRDefault="004461B7" w:rsidP="00EB12AC">
            <w:pPr>
              <w:spacing w:before="120" w:after="120"/>
              <w:rPr>
                <w:sz w:val="18"/>
                <w:szCs w:val="18"/>
              </w:rPr>
            </w:pPr>
          </w:p>
        </w:tc>
        <w:sdt>
          <w:sdtPr>
            <w:rPr>
              <w:rStyle w:val="InputZchn"/>
            </w:rPr>
            <w:id w:val="179714955"/>
            <w:placeholder>
              <w:docPart w:val="28DC66134DE343FC94F1E2D543DE947E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7379" w:type="dxa"/>
                <w:vAlign w:val="center"/>
              </w:tcPr>
              <w:p w14:paraId="2FFCF2BD" w14:textId="77777777" w:rsidR="004461B7" w:rsidRPr="00110ACB" w:rsidRDefault="004461B7" w:rsidP="00EB12AC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762922804"/>
            <w:placeholder>
              <w:docPart w:val="AF4BEA141BB34EA5B349F52B29A7A806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2268" w:type="dxa"/>
                <w:vAlign w:val="center"/>
              </w:tcPr>
              <w:p w14:paraId="2FFCF2BE" w14:textId="77777777" w:rsidR="004461B7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Namen</w:t>
                </w:r>
              </w:p>
            </w:tc>
          </w:sdtContent>
        </w:sdt>
        <w:sdt>
          <w:sdtPr>
            <w:rPr>
              <w:rStyle w:val="InputZchn"/>
            </w:rPr>
            <w:id w:val="-1659378968"/>
            <w:placeholder>
              <w:docPart w:val="37240FEF47CE417EA5897F5F2E106FE3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559" w:type="dxa"/>
                <w:vAlign w:val="center"/>
              </w:tcPr>
              <w:p w14:paraId="2FFCF2BF" w14:textId="77777777" w:rsidR="004461B7" w:rsidRPr="00110ACB" w:rsidRDefault="004461B7" w:rsidP="00EB12AC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ThemenfelderauswahlZchn"/>
            </w:rPr>
            <w:alias w:val="Zyklus"/>
            <w:tag w:val="Zyklus"/>
            <w:id w:val="93458177"/>
            <w:placeholder>
              <w:docPart w:val="69C1E1C7D8D74E5F99762DCB0CEB40A2"/>
            </w:placeholder>
            <w:showingPlcHdr/>
            <w:dropDownList>
              <w:listItem w:value="Wählen Sie ein Element aus."/>
              <w:listItem w:displayText="monatlich" w:value="monatlich"/>
              <w:listItem w:displayText="quartalsweise" w:value="quartalsweise"/>
              <w:listItem w:displayText="halbjährlich" w:value="halbjährlich"/>
              <w:listItem w:displayText="jährlich" w:value="jährlich"/>
              <w:listItem w:displayText="alle 2 Jahre" w:value="alle 2 Jahre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2FFCF2C0" w14:textId="77777777" w:rsidR="004461B7" w:rsidRPr="00D82A9D" w:rsidRDefault="003774AA" w:rsidP="00D82A9D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</w:rPr>
                  <w:t>Zykl</w:t>
                </w:r>
                <w:r w:rsidRPr="00D82A9D">
                  <w:rPr>
                    <w:rStyle w:val="Platzhaltertext"/>
                    <w:sz w:val="18"/>
                    <w:szCs w:val="18"/>
                  </w:rPr>
                  <w:t>us</w:t>
                </w:r>
              </w:p>
            </w:tc>
          </w:sdtContent>
        </w:sdt>
      </w:tr>
      <w:tr w:rsidR="004461B7" w14:paraId="2FFCF2C8" w14:textId="77777777" w:rsidTr="003E1BFA">
        <w:tc>
          <w:tcPr>
            <w:tcW w:w="543" w:type="dxa"/>
            <w:vAlign w:val="center"/>
          </w:tcPr>
          <w:p w14:paraId="2FFCF2C2" w14:textId="77777777" w:rsidR="004461B7" w:rsidRDefault="004461B7" w:rsidP="00EB12AC">
            <w:pPr>
              <w:spacing w:before="120" w:after="120"/>
              <w:rPr>
                <w:b/>
              </w:rPr>
            </w:pPr>
          </w:p>
        </w:tc>
        <w:tc>
          <w:tcPr>
            <w:tcW w:w="2705" w:type="dxa"/>
            <w:vAlign w:val="center"/>
          </w:tcPr>
          <w:p w14:paraId="2FFCF2C3" w14:textId="77777777" w:rsidR="004461B7" w:rsidRPr="008C4C60" w:rsidRDefault="004461B7" w:rsidP="00EB12AC">
            <w:pPr>
              <w:spacing w:before="120" w:after="120"/>
              <w:rPr>
                <w:sz w:val="18"/>
                <w:szCs w:val="18"/>
              </w:rPr>
            </w:pPr>
          </w:p>
        </w:tc>
        <w:sdt>
          <w:sdtPr>
            <w:rPr>
              <w:rStyle w:val="InputZchn"/>
            </w:rPr>
            <w:id w:val="-572506975"/>
            <w:placeholder>
              <w:docPart w:val="D96921B8B2F1441CA32317D57D634304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7379" w:type="dxa"/>
                <w:vAlign w:val="center"/>
              </w:tcPr>
              <w:p w14:paraId="2FFCF2C4" w14:textId="77777777" w:rsidR="004461B7" w:rsidRPr="00110ACB" w:rsidRDefault="004461B7" w:rsidP="00EB12AC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735701025"/>
            <w:placeholder>
              <w:docPart w:val="AE0D3DA3000E4601A5F2A8E284B8693B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2268" w:type="dxa"/>
                <w:vAlign w:val="center"/>
              </w:tcPr>
              <w:p w14:paraId="2FFCF2C5" w14:textId="77777777" w:rsidR="004461B7" w:rsidRDefault="004461B7" w:rsidP="004461B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Namen</w:t>
                </w:r>
              </w:p>
            </w:tc>
          </w:sdtContent>
        </w:sdt>
        <w:sdt>
          <w:sdtPr>
            <w:rPr>
              <w:rStyle w:val="InputZchn"/>
            </w:rPr>
            <w:id w:val="1481506975"/>
            <w:placeholder>
              <w:docPart w:val="A1D0A96796614A2EB45E8C559274287C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559" w:type="dxa"/>
                <w:vAlign w:val="center"/>
              </w:tcPr>
              <w:p w14:paraId="2FFCF2C6" w14:textId="77777777" w:rsidR="004461B7" w:rsidRPr="00110ACB" w:rsidRDefault="004461B7" w:rsidP="00EB12AC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ThemenfelderauswahlZchn"/>
            </w:rPr>
            <w:alias w:val="Zyklus"/>
            <w:tag w:val="Zyklus"/>
            <w:id w:val="1648544494"/>
            <w:placeholder>
              <w:docPart w:val="2056671462B24110A75A8018978B5AF8"/>
            </w:placeholder>
            <w:showingPlcHdr/>
            <w:dropDownList>
              <w:listItem w:value="Wählen Sie ein Element aus."/>
              <w:listItem w:displayText="monatlich" w:value="monatlich"/>
              <w:listItem w:displayText="quartalsweise" w:value="quartalsweise"/>
              <w:listItem w:displayText="halbjährlich" w:value="halbjährlich"/>
              <w:listItem w:displayText="jährlich" w:value="jährlich"/>
              <w:listItem w:displayText="alle 2 Jahre" w:value="alle 2 Jahre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2FFCF2C7" w14:textId="77777777" w:rsidR="004461B7" w:rsidRPr="00D82A9D" w:rsidRDefault="003774AA" w:rsidP="00EB12AC">
                <w:pPr>
                  <w:spacing w:before="120" w:after="120"/>
                  <w:rPr>
                    <w:sz w:val="18"/>
                    <w:szCs w:val="18"/>
                  </w:rPr>
                </w:pPr>
                <w:r>
                  <w:rPr>
                    <w:rStyle w:val="Platzhaltertext"/>
                  </w:rPr>
                  <w:t>Zykl</w:t>
                </w:r>
                <w:r w:rsidRPr="00D82A9D">
                  <w:rPr>
                    <w:rStyle w:val="Platzhaltertext"/>
                    <w:sz w:val="18"/>
                    <w:szCs w:val="18"/>
                  </w:rPr>
                  <w:t>us</w:t>
                </w:r>
              </w:p>
            </w:tc>
          </w:sdtContent>
        </w:sdt>
      </w:tr>
    </w:tbl>
    <w:p w14:paraId="2FFCF2C9" w14:textId="77777777" w:rsidR="008E2E41" w:rsidRDefault="008E2E41" w:rsidP="00832E5F"/>
    <w:p w14:paraId="2FFCF2CA" w14:textId="77777777" w:rsidR="00BF4CA9" w:rsidRPr="000F5082" w:rsidRDefault="00BF4CA9" w:rsidP="00BF4CA9">
      <w:pPr>
        <w:pStyle w:val="berschrift2"/>
      </w:pPr>
      <w:r w:rsidRPr="000F5082">
        <w:t>Prozessbeteiligte</w:t>
      </w:r>
    </w:p>
    <w:p w14:paraId="2FFCF2CB" w14:textId="77777777" w:rsidR="00BF4CA9" w:rsidRPr="008E5080" w:rsidRDefault="00BF4CA9" w:rsidP="00BF4CA9">
      <w:pPr>
        <w:spacing w:before="240"/>
        <w:rPr>
          <w:rFonts w:cstheme="minorHAnsi"/>
          <w:szCs w:val="20"/>
        </w:rPr>
      </w:pPr>
      <w:r w:rsidRPr="008E5080">
        <w:rPr>
          <w:rFonts w:cstheme="minorHAnsi"/>
          <w:szCs w:val="20"/>
        </w:rPr>
        <w:t xml:space="preserve">Dokumentieren Sie, welche Personen dieses Arbeitsmaterial erstellt und aktualisiert haben. </w:t>
      </w:r>
    </w:p>
    <w:tbl>
      <w:tblPr>
        <w:tblStyle w:val="Tabellenraster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BF4CA9" w14:paraId="2FFCF2CD" w14:textId="77777777" w:rsidTr="00137A45">
        <w:sdt>
          <w:sdtPr>
            <w:rPr>
              <w:szCs w:val="20"/>
            </w:rPr>
            <w:id w:val="-1860191678"/>
            <w:placeholder>
              <w:docPart w:val="6B069F1EE5E542ED868AAC4E2FDFC462"/>
            </w:placeholder>
            <w:showingPlcHdr/>
          </w:sdtPr>
          <w:sdtEndPr>
            <w:rPr>
              <w:szCs w:val="22"/>
            </w:rPr>
          </w:sdtEndPr>
          <w:sdtContent>
            <w:tc>
              <w:tcPr>
                <w:tcW w:w="9214" w:type="dxa"/>
                <w:shd w:val="clear" w:color="auto" w:fill="D9D9D9" w:themeFill="background1" w:themeFillShade="D9"/>
              </w:tcPr>
              <w:p w14:paraId="2FFCF2CC" w14:textId="77777777" w:rsidR="00BF4CA9" w:rsidRDefault="00BF4CA9" w:rsidP="00137A45">
                <w:pPr>
                  <w:spacing w:before="60"/>
                </w:pPr>
                <w:r>
                  <w:rPr>
                    <w:rStyle w:val="Platzhaltertext"/>
                  </w:rPr>
                  <w:t>Namen</w:t>
                </w:r>
              </w:p>
            </w:tc>
          </w:sdtContent>
        </w:sdt>
      </w:tr>
    </w:tbl>
    <w:p w14:paraId="2FFCF2CE" w14:textId="77777777" w:rsidR="00BF4CA9" w:rsidRDefault="00BF4CA9" w:rsidP="00BF4CA9"/>
    <w:p w14:paraId="2FFCF2CF" w14:textId="77777777" w:rsidR="001E185C" w:rsidRPr="00C55675" w:rsidRDefault="00BF4CA9" w:rsidP="00672C68">
      <w:pPr>
        <w:tabs>
          <w:tab w:val="left" w:pos="2268"/>
        </w:tabs>
      </w:pPr>
      <w:r w:rsidRPr="00641922">
        <w:rPr>
          <w:szCs w:val="20"/>
        </w:rPr>
        <w:t>Letzte Aktualisierung am:</w:t>
      </w:r>
      <w:r w:rsidRPr="00641922">
        <w:rPr>
          <w:szCs w:val="20"/>
        </w:rPr>
        <w:tab/>
      </w:r>
      <w:sdt>
        <w:sdtPr>
          <w:alias w:val="Datum"/>
          <w:tag w:val="Datum"/>
          <w:id w:val="400485692"/>
          <w:placeholder>
            <w:docPart w:val="866FF62C885341A99109306AD18966EA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>
            <w:rPr>
              <w:rStyle w:val="Platzhaltertext"/>
            </w:rPr>
            <w:t>Datum</w:t>
          </w:r>
        </w:sdtContent>
      </w:sdt>
    </w:p>
    <w:sectPr w:rsidR="001E185C" w:rsidRPr="00C55675" w:rsidSect="009E21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 w:code="9"/>
      <w:pgMar w:top="1701" w:right="284" w:bottom="1701" w:left="28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E6AFD" w14:textId="77777777" w:rsidR="00740BA7" w:rsidRDefault="00740BA7" w:rsidP="005F2D7F">
      <w:pPr>
        <w:spacing w:after="0" w:line="240" w:lineRule="auto"/>
      </w:pPr>
      <w:r>
        <w:separator/>
      </w:r>
    </w:p>
  </w:endnote>
  <w:endnote w:type="continuationSeparator" w:id="0">
    <w:p w14:paraId="50B0AFD5" w14:textId="77777777" w:rsidR="00740BA7" w:rsidRDefault="00740BA7" w:rsidP="005F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855F0" w14:textId="77777777" w:rsidR="008B58A5" w:rsidRDefault="008B58A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CF2D6" w14:textId="0CE95F2E" w:rsidR="006C60BE" w:rsidRDefault="008B58A5" w:rsidP="00CF79EC">
    <w:pPr>
      <w:pStyle w:val="Fuzeile"/>
      <w:spacing w:before="480"/>
      <w:jc w:val="center"/>
    </w:pPr>
    <w:r>
      <w:rPr>
        <w:noProof/>
      </w:rPr>
      <w:drawing>
        <wp:anchor distT="0" distB="0" distL="114300" distR="114300" simplePos="0" relativeHeight="251673600" behindDoc="1" locked="0" layoutInCell="1" allowOverlap="1" wp14:anchorId="7E393C9E" wp14:editId="03B5E03A">
          <wp:simplePos x="0" y="0"/>
          <wp:positionH relativeFrom="column">
            <wp:posOffset>147320</wp:posOffset>
          </wp:positionH>
          <wp:positionV relativeFrom="paragraph">
            <wp:posOffset>-3810</wp:posOffset>
          </wp:positionV>
          <wp:extent cx="1413510" cy="289560"/>
          <wp:effectExtent l="0" t="0" r="0" b="0"/>
          <wp:wrapTight wrapText="bothSides">
            <wp:wrapPolygon edited="0">
              <wp:start x="0" y="0"/>
              <wp:lineTo x="0" y="19895"/>
              <wp:lineTo x="21251" y="19895"/>
              <wp:lineTo x="21251" y="0"/>
              <wp:lineTo x="0" y="0"/>
            </wp:wrapPolygon>
          </wp:wrapTight>
          <wp:docPr id="7" name="Grafi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3510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431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FFCF2DB" wp14:editId="2FFCF2DC">
              <wp:simplePos x="0" y="0"/>
              <wp:positionH relativeFrom="column">
                <wp:posOffset>9201664</wp:posOffset>
              </wp:positionH>
              <wp:positionV relativeFrom="paragraph">
                <wp:posOffset>312403</wp:posOffset>
              </wp:positionV>
              <wp:extent cx="1059815" cy="238125"/>
              <wp:effectExtent l="0" t="0" r="0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9815" cy="238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FCF2EB" w14:textId="7DB0BF26" w:rsidR="00A14316" w:rsidRPr="00705353" w:rsidRDefault="008B58A5" w:rsidP="00A14316">
                          <w:pP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Stand: </w:t>
                          </w:r>
                          <w:r w:rsidR="00A348D9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07.02.2018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CF2D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724.55pt;margin-top:24.6pt;width:83.4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" filled="f" stroked="f">
              <v:textbox>
                <w:txbxContent>
                  <w:p w14:paraId="2FFCF2EB" w14:textId="7DB0BF26" w:rsidR="00A14316" w:rsidRPr="00705353" w:rsidRDefault="008B58A5" w:rsidP="00A14316">
                    <w:pPr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>
                      <w:rPr>
                        <w:color w:val="548DD4" w:themeColor="text2" w:themeTint="99"/>
                        <w:sz w:val="16"/>
                        <w:szCs w:val="16"/>
                      </w:rPr>
                      <w:t xml:space="preserve">Stand: </w:t>
                    </w:r>
                    <w:r w:rsidR="00A348D9">
                      <w:rPr>
                        <w:color w:val="548DD4" w:themeColor="text2" w:themeTint="99"/>
                        <w:sz w:val="16"/>
                        <w:szCs w:val="16"/>
                      </w:rPr>
                      <w:t>07.02.2018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8480" behindDoc="0" locked="0" layoutInCell="1" allowOverlap="1" wp14:anchorId="2FFCF2DD" wp14:editId="2FFCF2DE">
          <wp:simplePos x="0" y="0"/>
          <wp:positionH relativeFrom="column">
            <wp:posOffset>9041829</wp:posOffset>
          </wp:positionH>
          <wp:positionV relativeFrom="paragraph">
            <wp:posOffset>3175</wp:posOffset>
          </wp:positionV>
          <wp:extent cx="528955" cy="269875"/>
          <wp:effectExtent l="0" t="0" r="4445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26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7456" behindDoc="0" locked="0" layoutInCell="1" allowOverlap="1" wp14:anchorId="2FFCF2DF" wp14:editId="2FFCF2E0">
          <wp:simplePos x="0" y="0"/>
          <wp:positionH relativeFrom="column">
            <wp:posOffset>9755761</wp:posOffset>
          </wp:positionH>
          <wp:positionV relativeFrom="paragraph">
            <wp:posOffset>3175</wp:posOffset>
          </wp:positionV>
          <wp:extent cx="561340" cy="269875"/>
          <wp:effectExtent l="0" t="0" r="0" b="0"/>
          <wp:wrapNone/>
          <wp:docPr id="2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Bild 9"/>
                  <pic:cNvPicPr>
                    <a:picLocks noChangeAspect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269875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6432" behindDoc="0" locked="0" layoutInCell="1" allowOverlap="1" wp14:anchorId="2FFCF2E1" wp14:editId="2FFCF2E2">
          <wp:simplePos x="0" y="0"/>
          <wp:positionH relativeFrom="column">
            <wp:posOffset>2606739</wp:posOffset>
          </wp:positionH>
          <wp:positionV relativeFrom="paragraph">
            <wp:posOffset>-6350</wp:posOffset>
          </wp:positionV>
          <wp:extent cx="1692275" cy="233680"/>
          <wp:effectExtent l="0" t="0" r="3175" b="0"/>
          <wp:wrapNone/>
          <wp:docPr id="31" name="Bild 7" descr="unternehmer-nrw-400x5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Bild 7" descr="unternehmer-nrw-400x55.jpg"/>
                  <pic:cNvPicPr>
                    <a:picLocks noChangeAspect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233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9504" behindDoc="0" locked="0" layoutInCell="1" allowOverlap="1" wp14:anchorId="2FFCF2E3" wp14:editId="2FFCF2E4">
          <wp:simplePos x="0" y="0"/>
          <wp:positionH relativeFrom="column">
            <wp:posOffset>1712024</wp:posOffset>
          </wp:positionH>
          <wp:positionV relativeFrom="paragraph">
            <wp:posOffset>-55880</wp:posOffset>
          </wp:positionV>
          <wp:extent cx="632460" cy="374015"/>
          <wp:effectExtent l="0" t="0" r="0" b="6985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Grafik 33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70528" behindDoc="0" locked="1" layoutInCell="1" allowOverlap="1" wp14:anchorId="2FFCF2E7" wp14:editId="409775A4">
              <wp:simplePos x="0" y="0"/>
              <wp:positionH relativeFrom="column">
                <wp:posOffset>4864735</wp:posOffset>
              </wp:positionH>
              <wp:positionV relativeFrom="page">
                <wp:posOffset>10288905</wp:posOffset>
              </wp:positionV>
              <wp:extent cx="968375" cy="213995"/>
              <wp:effectExtent l="0" t="0" r="3175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83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FCF2EC" w14:textId="77777777" w:rsidR="006C60BE" w:rsidRPr="0010028E" w:rsidRDefault="006C60BE" w:rsidP="006C60BE">
                          <w:pPr>
                            <w:spacing w:after="0"/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Stand: 05.</w:t>
                          </w:r>
                          <w: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03</w:t>
                          </w: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.2016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FCF2E7" id="Textfeld 6" o:spid="_x0000_s1027" type="#_x0000_t202" style="position:absolute;left:0;text-align:left;margin-left:383.05pt;margin-top:810.15pt;width:76.25pt;height:1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" fillcolor="white [3201]" stroked="f" strokeweight=".5pt">
              <v:textbox>
                <w:txbxContent>
                  <w:p w14:paraId="2FFCF2EC" w14:textId="77777777" w:rsidR="006C60BE" w:rsidRPr="0010028E" w:rsidRDefault="006C60BE" w:rsidP="006C60BE">
                    <w:pPr>
                      <w:spacing w:after="0"/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>Stand: 05.</w:t>
                    </w:r>
                    <w:r>
                      <w:rPr>
                        <w:color w:val="548DD4" w:themeColor="text2" w:themeTint="99"/>
                        <w:sz w:val="16"/>
                        <w:szCs w:val="16"/>
                      </w:rPr>
                      <w:t>03</w:t>
                    </w: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>.2016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FFCF2E9" wp14:editId="2FFCF2EA">
              <wp:simplePos x="0" y="0"/>
              <wp:positionH relativeFrom="column">
                <wp:posOffset>5715</wp:posOffset>
              </wp:positionH>
              <wp:positionV relativeFrom="paragraph">
                <wp:posOffset>-167005</wp:posOffset>
              </wp:positionV>
              <wp:extent cx="10332000" cy="0"/>
              <wp:effectExtent l="0" t="0" r="3175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623D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5pt;margin-top:-13.15pt;width:813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" strokecolor="#bfbfbf [2412]" strokeweight="1.5pt">
              <v:shadow color="#7f7f7f [1601]" opacity=".5" offset="1pt"/>
            </v:shape>
          </w:pict>
        </mc:Fallback>
      </mc:AlternateContent>
    </w:r>
    <w:r w:rsidR="006C60BE" w:rsidRPr="00B9121C">
      <w:rPr>
        <w:color w:val="7F7F7F" w:themeColor="text1" w:themeTint="80"/>
      </w:rPr>
      <w:fldChar w:fldCharType="begin"/>
    </w:r>
    <w:r w:rsidR="006C60BE" w:rsidRPr="00B9121C">
      <w:rPr>
        <w:color w:val="7F7F7F" w:themeColor="text1" w:themeTint="80"/>
      </w:rPr>
      <w:instrText>PAGE   \* MERGEFORMAT</w:instrText>
    </w:r>
    <w:r w:rsidR="006C60BE" w:rsidRPr="00B9121C">
      <w:rPr>
        <w:color w:val="7F7F7F" w:themeColor="text1" w:themeTint="80"/>
      </w:rPr>
      <w:fldChar w:fldCharType="separate"/>
    </w:r>
    <w:r w:rsidR="00A348D9">
      <w:rPr>
        <w:noProof/>
        <w:color w:val="7F7F7F" w:themeColor="text1" w:themeTint="80"/>
      </w:rPr>
      <w:t>1</w:t>
    </w:r>
    <w:r w:rsidR="006C60BE" w:rsidRPr="00B9121C">
      <w:rPr>
        <w:color w:val="7F7F7F" w:themeColor="text1" w:themeTint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5AA75" w14:textId="77777777" w:rsidR="008B58A5" w:rsidRDefault="008B58A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97720" w14:textId="77777777" w:rsidR="00740BA7" w:rsidRDefault="00740BA7" w:rsidP="005F2D7F">
      <w:pPr>
        <w:spacing w:after="0" w:line="240" w:lineRule="auto"/>
      </w:pPr>
      <w:r>
        <w:separator/>
      </w:r>
    </w:p>
  </w:footnote>
  <w:footnote w:type="continuationSeparator" w:id="0">
    <w:p w14:paraId="6696E3AB" w14:textId="77777777" w:rsidR="00740BA7" w:rsidRDefault="00740BA7" w:rsidP="005F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148C9" w14:textId="77777777" w:rsidR="008B58A5" w:rsidRDefault="008B58A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CF2D4" w14:textId="77777777" w:rsidR="006C60BE" w:rsidRDefault="006C60BE" w:rsidP="006C60BE">
    <w:pPr>
      <w:pStyle w:val="Kopfzeile"/>
      <w:tabs>
        <w:tab w:val="left" w:pos="4425"/>
      </w:tabs>
      <w:rPr>
        <w:color w:val="A6A6A6" w:themeColor="background1" w:themeShade="A6"/>
        <w:sz w:val="24"/>
      </w:rPr>
    </w:pPr>
    <w:r w:rsidRPr="00B9121C">
      <w:rPr>
        <w:noProof/>
        <w:color w:val="7F7F7F" w:themeColor="text1" w:themeTint="80"/>
        <w:sz w:val="24"/>
      </w:rPr>
      <w:drawing>
        <wp:anchor distT="0" distB="0" distL="114300" distR="114300" simplePos="0" relativeHeight="251655168" behindDoc="0" locked="0" layoutInCell="1" allowOverlap="1" wp14:anchorId="2FFCF2D7" wp14:editId="2FFCF2D8">
          <wp:simplePos x="0" y="0"/>
          <wp:positionH relativeFrom="column">
            <wp:posOffset>9579417</wp:posOffset>
          </wp:positionH>
          <wp:positionV relativeFrom="paragraph">
            <wp:posOffset>-121920</wp:posOffset>
          </wp:positionV>
          <wp:extent cx="738000" cy="630000"/>
          <wp:effectExtent l="0" t="0" r="5080" b="0"/>
          <wp:wrapNone/>
          <wp:docPr id="41" name="Grafik 1" descr="da_logo_solo_230820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_logo_solo_2308201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0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FFCF2D9" wp14:editId="2FFCF2DA">
              <wp:simplePos x="0" y="0"/>
              <wp:positionH relativeFrom="column">
                <wp:posOffset>5080</wp:posOffset>
              </wp:positionH>
              <wp:positionV relativeFrom="paragraph">
                <wp:posOffset>559435</wp:posOffset>
              </wp:positionV>
              <wp:extent cx="10332000" cy="0"/>
              <wp:effectExtent l="0" t="0" r="31750" b="19050"/>
              <wp:wrapNone/>
              <wp:docPr id="2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BA58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44.05pt;width:813.5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" strokecolor="#bfbfbf [2412]" strokeweight="1.5pt">
              <v:shadow color="#7f7f7f [1601]" opacity=".5" offset="1pt"/>
            </v:shape>
          </w:pict>
        </mc:Fallback>
      </mc:AlternateContent>
    </w:r>
    <w:r w:rsidRPr="00B9121C">
      <w:rPr>
        <w:color w:val="7F7F7F" w:themeColor="text1" w:themeTint="80"/>
        <w:sz w:val="24"/>
      </w:rPr>
      <w:t>Dokumentation (</w:t>
    </w:r>
    <w:r w:rsidR="00832E5F">
      <w:rPr>
        <w:color w:val="7F7F7F" w:themeColor="text1" w:themeTint="80"/>
        <w:sz w:val="24"/>
      </w:rPr>
      <w:t>8</w:t>
    </w:r>
    <w:r w:rsidRPr="00B9121C">
      <w:rPr>
        <w:color w:val="7F7F7F" w:themeColor="text1" w:themeTint="80"/>
        <w:sz w:val="24"/>
      </w:rPr>
      <w:t>)</w:t>
    </w:r>
    <w:r w:rsidRPr="00DE0528">
      <w:rPr>
        <w:color w:val="A6A6A6" w:themeColor="background1" w:themeShade="A6"/>
        <w:sz w:val="24"/>
      </w:rPr>
      <w:t xml:space="preserve"> </w:t>
    </w:r>
  </w:p>
  <w:p w14:paraId="2FFCF2D5" w14:textId="77777777" w:rsidR="006C60BE" w:rsidRPr="0074692A" w:rsidRDefault="00832E5F" w:rsidP="006C60BE">
    <w:pPr>
      <w:pStyle w:val="Kopfzeile"/>
      <w:tabs>
        <w:tab w:val="left" w:pos="4425"/>
      </w:tabs>
      <w:spacing w:before="120"/>
      <w:rPr>
        <w:b/>
        <w:color w:val="548DD4" w:themeColor="text2" w:themeTint="99"/>
        <w:sz w:val="36"/>
        <w:szCs w:val="36"/>
      </w:rPr>
    </w:pPr>
    <w:r>
      <w:rPr>
        <w:b/>
        <w:color w:val="548DD4" w:themeColor="text2" w:themeTint="99"/>
        <w:sz w:val="36"/>
        <w:szCs w:val="36"/>
      </w:rPr>
      <w:t>Nachhaltigkeit</w:t>
    </w:r>
    <w:r w:rsidR="00752F24">
      <w:rPr>
        <w:b/>
        <w:color w:val="548DD4" w:themeColor="text2" w:themeTint="99"/>
        <w:sz w:val="36"/>
        <w:szCs w:val="36"/>
      </w:rPr>
      <w:t xml:space="preserve"> - Planung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75EB8" w14:textId="77777777" w:rsidR="008B58A5" w:rsidRDefault="008B58A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B6089"/>
    <w:multiLevelType w:val="hybridMultilevel"/>
    <w:tmpl w:val="64965514"/>
    <w:lvl w:ilvl="0" w:tplc="30AEE4D0">
      <w:start w:val="1"/>
      <w:numFmt w:val="decimal"/>
      <w:lvlText w:val="%1."/>
      <w:lvlJc w:val="left"/>
      <w:pPr>
        <w:ind w:left="709" w:hanging="360"/>
      </w:pPr>
    </w:lvl>
    <w:lvl w:ilvl="1" w:tplc="04070019" w:tentative="1">
      <w:start w:val="1"/>
      <w:numFmt w:val="lowerLetter"/>
      <w:lvlText w:val="%2."/>
      <w:lvlJc w:val="left"/>
      <w:pPr>
        <w:ind w:left="1429" w:hanging="360"/>
      </w:pPr>
    </w:lvl>
    <w:lvl w:ilvl="2" w:tplc="0407001B" w:tentative="1">
      <w:start w:val="1"/>
      <w:numFmt w:val="lowerRoman"/>
      <w:lvlText w:val="%3."/>
      <w:lvlJc w:val="right"/>
      <w:pPr>
        <w:ind w:left="2149" w:hanging="180"/>
      </w:pPr>
    </w:lvl>
    <w:lvl w:ilvl="3" w:tplc="0407000F" w:tentative="1">
      <w:start w:val="1"/>
      <w:numFmt w:val="decimal"/>
      <w:lvlText w:val="%4."/>
      <w:lvlJc w:val="left"/>
      <w:pPr>
        <w:ind w:left="2869" w:hanging="360"/>
      </w:pPr>
    </w:lvl>
    <w:lvl w:ilvl="4" w:tplc="04070019" w:tentative="1">
      <w:start w:val="1"/>
      <w:numFmt w:val="lowerLetter"/>
      <w:lvlText w:val="%5."/>
      <w:lvlJc w:val="left"/>
      <w:pPr>
        <w:ind w:left="3589" w:hanging="360"/>
      </w:pPr>
    </w:lvl>
    <w:lvl w:ilvl="5" w:tplc="0407001B" w:tentative="1">
      <w:start w:val="1"/>
      <w:numFmt w:val="lowerRoman"/>
      <w:lvlText w:val="%6."/>
      <w:lvlJc w:val="right"/>
      <w:pPr>
        <w:ind w:left="4309" w:hanging="180"/>
      </w:pPr>
    </w:lvl>
    <w:lvl w:ilvl="6" w:tplc="0407000F" w:tentative="1">
      <w:start w:val="1"/>
      <w:numFmt w:val="decimal"/>
      <w:lvlText w:val="%7."/>
      <w:lvlJc w:val="left"/>
      <w:pPr>
        <w:ind w:left="5029" w:hanging="360"/>
      </w:pPr>
    </w:lvl>
    <w:lvl w:ilvl="7" w:tplc="04070019" w:tentative="1">
      <w:start w:val="1"/>
      <w:numFmt w:val="lowerLetter"/>
      <w:lvlText w:val="%8."/>
      <w:lvlJc w:val="left"/>
      <w:pPr>
        <w:ind w:left="5749" w:hanging="360"/>
      </w:pPr>
    </w:lvl>
    <w:lvl w:ilvl="8" w:tplc="0407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E392EB5"/>
    <w:multiLevelType w:val="multilevel"/>
    <w:tmpl w:val="EB56CA4C"/>
    <w:lvl w:ilvl="0">
      <w:numFmt w:val="decimal"/>
      <w:pStyle w:val="MMTopic1"/>
      <w:suff w:val="space"/>
      <w:lvlText w:val="%1"/>
      <w:lvlJc w:val="left"/>
      <w:pPr>
        <w:ind w:left="708" w:firstLine="0"/>
      </w:pPr>
      <w:rPr>
        <w:rFonts w:hint="default"/>
      </w:rPr>
    </w:lvl>
    <w:lvl w:ilvl="1">
      <w:start w:val="1"/>
      <w:numFmt w:val="decimal"/>
      <w:pStyle w:val="MMTopic2"/>
      <w:suff w:val="space"/>
      <w:lvlText w:val="%1.%2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" w15:restartNumberingAfterBreak="0">
    <w:nsid w:val="2E8A27DB"/>
    <w:multiLevelType w:val="hybridMultilevel"/>
    <w:tmpl w:val="BC6AA670"/>
    <w:lvl w:ilvl="0" w:tplc="A69E802C">
      <w:start w:val="1"/>
      <w:numFmt w:val="decimal"/>
      <w:pStyle w:val="FrageAudit"/>
      <w:lvlText w:val="1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0F48CA"/>
    <w:multiLevelType w:val="hybridMultilevel"/>
    <w:tmpl w:val="ABD22944"/>
    <w:lvl w:ilvl="0" w:tplc="2386583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A53CC"/>
    <w:multiLevelType w:val="hybridMultilevel"/>
    <w:tmpl w:val="023AD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25C24"/>
    <w:multiLevelType w:val="hybridMultilevel"/>
    <w:tmpl w:val="1038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C0618"/>
    <w:multiLevelType w:val="hybridMultilevel"/>
    <w:tmpl w:val="E800D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E1F0A"/>
    <w:multiLevelType w:val="hybridMultilevel"/>
    <w:tmpl w:val="821ABFA4"/>
    <w:lvl w:ilvl="0" w:tplc="5A60B1AC">
      <w:start w:val="1"/>
      <w:numFmt w:val="decimal"/>
      <w:pStyle w:val="Listenabsatz3"/>
      <w:lvlText w:val="2.%1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doNotTrackFormatting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D68"/>
    <w:rsid w:val="00000168"/>
    <w:rsid w:val="00001BEB"/>
    <w:rsid w:val="00014897"/>
    <w:rsid w:val="00027E3F"/>
    <w:rsid w:val="00031F80"/>
    <w:rsid w:val="00034615"/>
    <w:rsid w:val="00036FCD"/>
    <w:rsid w:val="00050238"/>
    <w:rsid w:val="000506E2"/>
    <w:rsid w:val="0005158B"/>
    <w:rsid w:val="000541EB"/>
    <w:rsid w:val="00074846"/>
    <w:rsid w:val="00075D50"/>
    <w:rsid w:val="0008569C"/>
    <w:rsid w:val="00085CB4"/>
    <w:rsid w:val="00091574"/>
    <w:rsid w:val="0009282F"/>
    <w:rsid w:val="00095810"/>
    <w:rsid w:val="000A0F23"/>
    <w:rsid w:val="000A39DB"/>
    <w:rsid w:val="000C3578"/>
    <w:rsid w:val="000C7E65"/>
    <w:rsid w:val="000D437E"/>
    <w:rsid w:val="000D6ECC"/>
    <w:rsid w:val="000F2565"/>
    <w:rsid w:val="000F280C"/>
    <w:rsid w:val="000F5082"/>
    <w:rsid w:val="0010028E"/>
    <w:rsid w:val="0010438E"/>
    <w:rsid w:val="00105B45"/>
    <w:rsid w:val="00110ACB"/>
    <w:rsid w:val="00126881"/>
    <w:rsid w:val="00143A26"/>
    <w:rsid w:val="00161315"/>
    <w:rsid w:val="00163BC6"/>
    <w:rsid w:val="00165A1E"/>
    <w:rsid w:val="00171C96"/>
    <w:rsid w:val="0017481D"/>
    <w:rsid w:val="0018392F"/>
    <w:rsid w:val="00183E86"/>
    <w:rsid w:val="001A4BAA"/>
    <w:rsid w:val="001B7E65"/>
    <w:rsid w:val="001C10BF"/>
    <w:rsid w:val="001D2BB9"/>
    <w:rsid w:val="001E185C"/>
    <w:rsid w:val="001F6847"/>
    <w:rsid w:val="00200881"/>
    <w:rsid w:val="00212A11"/>
    <w:rsid w:val="00215D63"/>
    <w:rsid w:val="002337FD"/>
    <w:rsid w:val="00236DB4"/>
    <w:rsid w:val="00255C94"/>
    <w:rsid w:val="0026349D"/>
    <w:rsid w:val="0026440A"/>
    <w:rsid w:val="002A08AE"/>
    <w:rsid w:val="002A2B45"/>
    <w:rsid w:val="002B12C5"/>
    <w:rsid w:val="002B7937"/>
    <w:rsid w:val="002D4281"/>
    <w:rsid w:val="002D465F"/>
    <w:rsid w:val="002E525B"/>
    <w:rsid w:val="002E5646"/>
    <w:rsid w:val="002E6432"/>
    <w:rsid w:val="00302882"/>
    <w:rsid w:val="0030582B"/>
    <w:rsid w:val="0030683F"/>
    <w:rsid w:val="003119B9"/>
    <w:rsid w:val="003124FF"/>
    <w:rsid w:val="003272FD"/>
    <w:rsid w:val="0033066E"/>
    <w:rsid w:val="00344864"/>
    <w:rsid w:val="003774AA"/>
    <w:rsid w:val="00386103"/>
    <w:rsid w:val="00397DBD"/>
    <w:rsid w:val="003A7AC3"/>
    <w:rsid w:val="003B47C0"/>
    <w:rsid w:val="003B61DF"/>
    <w:rsid w:val="003C36E3"/>
    <w:rsid w:val="003D5533"/>
    <w:rsid w:val="003E1B0D"/>
    <w:rsid w:val="003E1BFA"/>
    <w:rsid w:val="003F6F5C"/>
    <w:rsid w:val="0040325E"/>
    <w:rsid w:val="00405972"/>
    <w:rsid w:val="00406559"/>
    <w:rsid w:val="0041077F"/>
    <w:rsid w:val="00421B8A"/>
    <w:rsid w:val="00435149"/>
    <w:rsid w:val="004461B7"/>
    <w:rsid w:val="004662E8"/>
    <w:rsid w:val="00471BC6"/>
    <w:rsid w:val="00487F11"/>
    <w:rsid w:val="004A085E"/>
    <w:rsid w:val="004B3D66"/>
    <w:rsid w:val="004B5B41"/>
    <w:rsid w:val="004D3AC7"/>
    <w:rsid w:val="004E7B2D"/>
    <w:rsid w:val="004F2A1B"/>
    <w:rsid w:val="004F4725"/>
    <w:rsid w:val="005079D2"/>
    <w:rsid w:val="00522418"/>
    <w:rsid w:val="005338A1"/>
    <w:rsid w:val="00540AEA"/>
    <w:rsid w:val="00540ECE"/>
    <w:rsid w:val="00544C4D"/>
    <w:rsid w:val="00566990"/>
    <w:rsid w:val="00577200"/>
    <w:rsid w:val="00586AC6"/>
    <w:rsid w:val="00593842"/>
    <w:rsid w:val="005940B9"/>
    <w:rsid w:val="005A1A0D"/>
    <w:rsid w:val="005A4D5B"/>
    <w:rsid w:val="005A7E15"/>
    <w:rsid w:val="005B07A1"/>
    <w:rsid w:val="005B27C1"/>
    <w:rsid w:val="005C0BAA"/>
    <w:rsid w:val="005C3958"/>
    <w:rsid w:val="005E5AD1"/>
    <w:rsid w:val="005F22D1"/>
    <w:rsid w:val="005F2D7F"/>
    <w:rsid w:val="005F4FC5"/>
    <w:rsid w:val="006002A9"/>
    <w:rsid w:val="00601259"/>
    <w:rsid w:val="00614EB4"/>
    <w:rsid w:val="00624552"/>
    <w:rsid w:val="0063228B"/>
    <w:rsid w:val="00641922"/>
    <w:rsid w:val="00641CCF"/>
    <w:rsid w:val="006637B3"/>
    <w:rsid w:val="00665F99"/>
    <w:rsid w:val="00670039"/>
    <w:rsid w:val="00672C68"/>
    <w:rsid w:val="00677F8B"/>
    <w:rsid w:val="00681D76"/>
    <w:rsid w:val="00691CB3"/>
    <w:rsid w:val="00695B34"/>
    <w:rsid w:val="006A19DF"/>
    <w:rsid w:val="006B65EF"/>
    <w:rsid w:val="006C01F5"/>
    <w:rsid w:val="006C527D"/>
    <w:rsid w:val="006C5D9F"/>
    <w:rsid w:val="006C60BE"/>
    <w:rsid w:val="006D164D"/>
    <w:rsid w:val="006D3EC3"/>
    <w:rsid w:val="006D77B8"/>
    <w:rsid w:val="006F05B1"/>
    <w:rsid w:val="006F3A7E"/>
    <w:rsid w:val="006F40D6"/>
    <w:rsid w:val="006F4369"/>
    <w:rsid w:val="0073474A"/>
    <w:rsid w:val="00740BA7"/>
    <w:rsid w:val="0074692A"/>
    <w:rsid w:val="00752F24"/>
    <w:rsid w:val="00765B3B"/>
    <w:rsid w:val="00773427"/>
    <w:rsid w:val="00791C3F"/>
    <w:rsid w:val="00795821"/>
    <w:rsid w:val="007A17D4"/>
    <w:rsid w:val="007A7756"/>
    <w:rsid w:val="007E41A7"/>
    <w:rsid w:val="007F1AFB"/>
    <w:rsid w:val="007F7577"/>
    <w:rsid w:val="00801E5D"/>
    <w:rsid w:val="00803B9B"/>
    <w:rsid w:val="0081062C"/>
    <w:rsid w:val="00815B93"/>
    <w:rsid w:val="00824F74"/>
    <w:rsid w:val="00825063"/>
    <w:rsid w:val="00831F12"/>
    <w:rsid w:val="00832E5F"/>
    <w:rsid w:val="008338C9"/>
    <w:rsid w:val="008723A6"/>
    <w:rsid w:val="008723F3"/>
    <w:rsid w:val="008800E1"/>
    <w:rsid w:val="0088488E"/>
    <w:rsid w:val="008A3E3C"/>
    <w:rsid w:val="008B58A5"/>
    <w:rsid w:val="008C03B4"/>
    <w:rsid w:val="008C4C60"/>
    <w:rsid w:val="008C5925"/>
    <w:rsid w:val="008E2AC4"/>
    <w:rsid w:val="008E2E41"/>
    <w:rsid w:val="00903F89"/>
    <w:rsid w:val="00904598"/>
    <w:rsid w:val="0091305B"/>
    <w:rsid w:val="00926A1C"/>
    <w:rsid w:val="0093353C"/>
    <w:rsid w:val="0093419E"/>
    <w:rsid w:val="009415FF"/>
    <w:rsid w:val="00943146"/>
    <w:rsid w:val="00954072"/>
    <w:rsid w:val="00963518"/>
    <w:rsid w:val="0096674B"/>
    <w:rsid w:val="009944A8"/>
    <w:rsid w:val="009A4C63"/>
    <w:rsid w:val="009B45F8"/>
    <w:rsid w:val="009D6FD7"/>
    <w:rsid w:val="009E2131"/>
    <w:rsid w:val="009F39F2"/>
    <w:rsid w:val="009F695F"/>
    <w:rsid w:val="00A03A78"/>
    <w:rsid w:val="00A05718"/>
    <w:rsid w:val="00A06CFA"/>
    <w:rsid w:val="00A14316"/>
    <w:rsid w:val="00A2157F"/>
    <w:rsid w:val="00A21A1C"/>
    <w:rsid w:val="00A32A42"/>
    <w:rsid w:val="00A32D86"/>
    <w:rsid w:val="00A348D9"/>
    <w:rsid w:val="00A40021"/>
    <w:rsid w:val="00A414AC"/>
    <w:rsid w:val="00A433FC"/>
    <w:rsid w:val="00A47AAA"/>
    <w:rsid w:val="00A765F7"/>
    <w:rsid w:val="00A928CD"/>
    <w:rsid w:val="00A9741F"/>
    <w:rsid w:val="00AA18F2"/>
    <w:rsid w:val="00AA2043"/>
    <w:rsid w:val="00AD0821"/>
    <w:rsid w:val="00AF67AD"/>
    <w:rsid w:val="00B010FE"/>
    <w:rsid w:val="00B015EC"/>
    <w:rsid w:val="00B04D54"/>
    <w:rsid w:val="00B053B4"/>
    <w:rsid w:val="00B17628"/>
    <w:rsid w:val="00B205F4"/>
    <w:rsid w:val="00B21B18"/>
    <w:rsid w:val="00B27C7D"/>
    <w:rsid w:val="00B30420"/>
    <w:rsid w:val="00B30C89"/>
    <w:rsid w:val="00B35664"/>
    <w:rsid w:val="00B43BC8"/>
    <w:rsid w:val="00B524E6"/>
    <w:rsid w:val="00B643F7"/>
    <w:rsid w:val="00B65366"/>
    <w:rsid w:val="00B6759F"/>
    <w:rsid w:val="00B67B36"/>
    <w:rsid w:val="00B84440"/>
    <w:rsid w:val="00B85FAA"/>
    <w:rsid w:val="00B8671D"/>
    <w:rsid w:val="00B87C02"/>
    <w:rsid w:val="00B9121C"/>
    <w:rsid w:val="00B926D7"/>
    <w:rsid w:val="00BB0531"/>
    <w:rsid w:val="00BB38A8"/>
    <w:rsid w:val="00BB4CAC"/>
    <w:rsid w:val="00BC3622"/>
    <w:rsid w:val="00BC6404"/>
    <w:rsid w:val="00BE129E"/>
    <w:rsid w:val="00BE529B"/>
    <w:rsid w:val="00BE631F"/>
    <w:rsid w:val="00BF1CB3"/>
    <w:rsid w:val="00BF29B1"/>
    <w:rsid w:val="00BF4CA9"/>
    <w:rsid w:val="00C055BC"/>
    <w:rsid w:val="00C12876"/>
    <w:rsid w:val="00C242CB"/>
    <w:rsid w:val="00C25AD9"/>
    <w:rsid w:val="00C31E10"/>
    <w:rsid w:val="00C33F77"/>
    <w:rsid w:val="00C373B2"/>
    <w:rsid w:val="00C55675"/>
    <w:rsid w:val="00C60DB4"/>
    <w:rsid w:val="00C702F8"/>
    <w:rsid w:val="00C70CA0"/>
    <w:rsid w:val="00C87CC0"/>
    <w:rsid w:val="00CB2C9E"/>
    <w:rsid w:val="00CB53FF"/>
    <w:rsid w:val="00CF1FF0"/>
    <w:rsid w:val="00CF2C36"/>
    <w:rsid w:val="00CF79EC"/>
    <w:rsid w:val="00D06E14"/>
    <w:rsid w:val="00D12B10"/>
    <w:rsid w:val="00D140DF"/>
    <w:rsid w:val="00D31C7A"/>
    <w:rsid w:val="00D320A6"/>
    <w:rsid w:val="00D420A9"/>
    <w:rsid w:val="00D64CAF"/>
    <w:rsid w:val="00D7035D"/>
    <w:rsid w:val="00D70383"/>
    <w:rsid w:val="00D74225"/>
    <w:rsid w:val="00D82A9D"/>
    <w:rsid w:val="00D838C1"/>
    <w:rsid w:val="00D90E49"/>
    <w:rsid w:val="00DB03CD"/>
    <w:rsid w:val="00DB3957"/>
    <w:rsid w:val="00DD5DC0"/>
    <w:rsid w:val="00DE0528"/>
    <w:rsid w:val="00DE247C"/>
    <w:rsid w:val="00DF6599"/>
    <w:rsid w:val="00DF78BD"/>
    <w:rsid w:val="00E00A31"/>
    <w:rsid w:val="00E01800"/>
    <w:rsid w:val="00E276BF"/>
    <w:rsid w:val="00E378DA"/>
    <w:rsid w:val="00E43020"/>
    <w:rsid w:val="00E4740B"/>
    <w:rsid w:val="00E51471"/>
    <w:rsid w:val="00E51C72"/>
    <w:rsid w:val="00E52DF1"/>
    <w:rsid w:val="00E546D6"/>
    <w:rsid w:val="00E55B1B"/>
    <w:rsid w:val="00E576FE"/>
    <w:rsid w:val="00E867DD"/>
    <w:rsid w:val="00E87D98"/>
    <w:rsid w:val="00E95376"/>
    <w:rsid w:val="00EA01D2"/>
    <w:rsid w:val="00EA027F"/>
    <w:rsid w:val="00EA4A60"/>
    <w:rsid w:val="00EB1D01"/>
    <w:rsid w:val="00EB79ED"/>
    <w:rsid w:val="00EC3E72"/>
    <w:rsid w:val="00EE1FB1"/>
    <w:rsid w:val="00EE4E69"/>
    <w:rsid w:val="00EF46CE"/>
    <w:rsid w:val="00EF649F"/>
    <w:rsid w:val="00F07AE9"/>
    <w:rsid w:val="00F22803"/>
    <w:rsid w:val="00F232C0"/>
    <w:rsid w:val="00F26128"/>
    <w:rsid w:val="00F30D02"/>
    <w:rsid w:val="00F30E7F"/>
    <w:rsid w:val="00F338D7"/>
    <w:rsid w:val="00F43F1F"/>
    <w:rsid w:val="00F514CE"/>
    <w:rsid w:val="00F55369"/>
    <w:rsid w:val="00F609C9"/>
    <w:rsid w:val="00F61D68"/>
    <w:rsid w:val="00F6580E"/>
    <w:rsid w:val="00F86E23"/>
    <w:rsid w:val="00F97D92"/>
    <w:rsid w:val="00FB1C22"/>
    <w:rsid w:val="00FC3D89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CF297"/>
  <w15:docId w15:val="{FDC30A4A-CB1C-4671-8C8B-8CF53ED0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3E3C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6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Listenabsatz"/>
    <w:next w:val="Standard"/>
    <w:link w:val="berschrift2Zchn"/>
    <w:autoRedefine/>
    <w:uiPriority w:val="9"/>
    <w:unhideWhenUsed/>
    <w:qFormat/>
    <w:rsid w:val="00F338D7"/>
    <w:pPr>
      <w:numPr>
        <w:numId w:val="0"/>
      </w:numPr>
      <w:tabs>
        <w:tab w:val="left" w:pos="3402"/>
      </w:tabs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D08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38D7"/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Listenabsatz">
    <w:name w:val="List Paragraph"/>
    <w:basedOn w:val="Standard"/>
    <w:next w:val="Standard"/>
    <w:link w:val="ListenabsatzZchn"/>
    <w:autoRedefine/>
    <w:uiPriority w:val="34"/>
    <w:qFormat/>
    <w:rsid w:val="006F4369"/>
    <w:pPr>
      <w:numPr>
        <w:numId w:val="6"/>
      </w:numPr>
      <w:spacing w:after="120" w:line="240" w:lineRule="auto"/>
      <w:contextualSpacing/>
    </w:pPr>
    <w:rPr>
      <w:rFonts w:cstheme="minorHAnsi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2D7F"/>
  </w:style>
  <w:style w:type="paragraph" w:styleId="Fuzeile">
    <w:name w:val="footer"/>
    <w:basedOn w:val="Standard"/>
    <w:link w:val="Fu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2D7F"/>
  </w:style>
  <w:style w:type="table" w:styleId="Tabellenraster">
    <w:name w:val="Table Grid"/>
    <w:basedOn w:val="NormaleTabelle"/>
    <w:uiPriority w:val="59"/>
    <w:rsid w:val="005F2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5224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224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128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0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20A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20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20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20A6"/>
    <w:rPr>
      <w:b/>
      <w:bCs/>
      <w:sz w:val="20"/>
      <w:szCs w:val="20"/>
    </w:rPr>
  </w:style>
  <w:style w:type="table" w:styleId="MittlereListe2-Akzent3">
    <w:name w:val="Medium List 2 Accent 3"/>
    <w:basedOn w:val="NormaleTabelle"/>
    <w:uiPriority w:val="66"/>
    <w:rsid w:val="005B07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MTopic1">
    <w:name w:val="MM Topic 1"/>
    <w:basedOn w:val="berschrift1"/>
    <w:rsid w:val="00AD0821"/>
    <w:pPr>
      <w:numPr>
        <w:numId w:val="1"/>
      </w:numPr>
    </w:pPr>
    <w:rPr>
      <w:rFonts w:ascii="Cambria" w:eastAsia="Times New Roman" w:hAnsi="Cambria" w:cs="Times New Roman"/>
      <w:color w:val="365F91"/>
    </w:rPr>
  </w:style>
  <w:style w:type="paragraph" w:customStyle="1" w:styleId="MMTopic2">
    <w:name w:val="MM Topic 2"/>
    <w:basedOn w:val="berschrift2"/>
    <w:rsid w:val="00AD0821"/>
    <w:pPr>
      <w:numPr>
        <w:ilvl w:val="1"/>
        <w:numId w:val="1"/>
      </w:numPr>
    </w:pPr>
    <w:rPr>
      <w:rFonts w:ascii="Cambria" w:eastAsia="Times New Roman" w:hAnsi="Cambria" w:cs="Times New Roman"/>
      <w:color w:val="4F81BD"/>
    </w:rPr>
  </w:style>
  <w:style w:type="paragraph" w:customStyle="1" w:styleId="MMTopic3">
    <w:name w:val="MM Topic 3"/>
    <w:basedOn w:val="berschrift3"/>
    <w:rsid w:val="00AD0821"/>
    <w:pPr>
      <w:numPr>
        <w:ilvl w:val="2"/>
        <w:numId w:val="1"/>
      </w:numPr>
      <w:ind w:left="2160" w:hanging="180"/>
    </w:pPr>
    <w:rPr>
      <w:rFonts w:ascii="Cambria" w:eastAsia="Times New Roman" w:hAnsi="Cambria" w:cs="Times New Roman"/>
      <w:color w:val="4F81BD"/>
    </w:rPr>
  </w:style>
  <w:style w:type="paragraph" w:customStyle="1" w:styleId="HB-berschrift1">
    <w:name w:val="HB-Überschrift1"/>
    <w:basedOn w:val="MMTopic1"/>
    <w:link w:val="HB-berschrift1Zchn"/>
    <w:qFormat/>
    <w:rsid w:val="00AD0821"/>
  </w:style>
  <w:style w:type="character" w:customStyle="1" w:styleId="HB-berschrift1Zchn">
    <w:name w:val="HB-Überschrift1 Zchn"/>
    <w:basedOn w:val="Absatz-Standardschriftart"/>
    <w:link w:val="HB-berschrift1"/>
    <w:rsid w:val="00AD082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MittlereListe1-Akzent3">
    <w:name w:val="Medium List 1 Accent 3"/>
    <w:basedOn w:val="NormaleTabelle"/>
    <w:uiPriority w:val="65"/>
    <w:rsid w:val="00AD08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D08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tzhaltertext">
    <w:name w:val="Placeholder Text"/>
    <w:basedOn w:val="Absatz-Standardschriftart"/>
    <w:uiPriority w:val="99"/>
    <w:semiHidden/>
    <w:rsid w:val="008338C9"/>
    <w:rPr>
      <w:color w:val="808080"/>
    </w:rPr>
  </w:style>
  <w:style w:type="table" w:styleId="HelleSchattierung-Akzent1">
    <w:name w:val="Light Shading Accent 1"/>
    <w:basedOn w:val="NormaleTabelle"/>
    <w:uiPriority w:val="60"/>
    <w:rsid w:val="003448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3448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-Akzent3">
    <w:name w:val="Light List Accent 3"/>
    <w:basedOn w:val="NormaleTabelle"/>
    <w:uiPriority w:val="61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sRaster-Akzent3">
    <w:name w:val="Light Grid Accent 3"/>
    <w:basedOn w:val="NormaleTabelle"/>
    <w:uiPriority w:val="62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FrageAudit">
    <w:name w:val="Frage Audit"/>
    <w:basedOn w:val="Standard"/>
    <w:next w:val="Standard"/>
    <w:link w:val="FrageAuditZchn"/>
    <w:qFormat/>
    <w:rsid w:val="00215D63"/>
    <w:pPr>
      <w:numPr>
        <w:numId w:val="3"/>
      </w:numPr>
      <w:spacing w:before="200" w:after="120"/>
      <w:ind w:left="425" w:hanging="425"/>
      <w:outlineLvl w:val="1"/>
    </w:pPr>
    <w:rPr>
      <w:rFonts w:ascii="Calibri" w:eastAsia="Times New Roman" w:hAnsi="Calibri" w:cs="Times New Roman"/>
      <w:b/>
      <w:bCs/>
      <w:iCs/>
    </w:rPr>
  </w:style>
  <w:style w:type="character" w:customStyle="1" w:styleId="FrageAuditZchn">
    <w:name w:val="Frage Audit Zchn"/>
    <w:basedOn w:val="Absatz-Standardschriftart"/>
    <w:link w:val="FrageAudit"/>
    <w:rsid w:val="00215D63"/>
    <w:rPr>
      <w:rFonts w:ascii="Calibri" w:eastAsia="Times New Roman" w:hAnsi="Calibri" w:cs="Times New Roman"/>
      <w:b/>
      <w:bCs/>
      <w:iCs/>
      <w:sz w:val="20"/>
    </w:rPr>
  </w:style>
  <w:style w:type="paragraph" w:customStyle="1" w:styleId="Input">
    <w:name w:val="Input"/>
    <w:basedOn w:val="Standard"/>
    <w:link w:val="InputZchn"/>
    <w:autoRedefine/>
    <w:qFormat/>
    <w:rsid w:val="008A3E3C"/>
    <w:pPr>
      <w:spacing w:before="60" w:after="0"/>
      <w:contextualSpacing/>
    </w:pPr>
    <w:rPr>
      <w:rFonts w:cstheme="minorHAnsi"/>
      <w:szCs w:val="20"/>
    </w:rPr>
  </w:style>
  <w:style w:type="character" w:customStyle="1" w:styleId="InputZchn">
    <w:name w:val="Input Zchn"/>
    <w:basedOn w:val="Absatz-Standardschriftart"/>
    <w:link w:val="Input"/>
    <w:rsid w:val="008A3E3C"/>
    <w:rPr>
      <w:rFonts w:cstheme="minorHAnsi"/>
      <w:sz w:val="20"/>
      <w:szCs w:val="20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6F4369"/>
    <w:rPr>
      <w:rFonts w:cstheme="minorHAnsi"/>
      <w:sz w:val="20"/>
      <w:szCs w:val="20"/>
    </w:rPr>
  </w:style>
  <w:style w:type="paragraph" w:customStyle="1" w:styleId="Listenabsatz3">
    <w:name w:val="Listenabsatz3"/>
    <w:basedOn w:val="Listenabsatz"/>
    <w:next w:val="Standard"/>
    <w:link w:val="Listenabsatz3Zchn"/>
    <w:qFormat/>
    <w:rsid w:val="00215D63"/>
    <w:pPr>
      <w:numPr>
        <w:numId w:val="4"/>
      </w:numPr>
    </w:pPr>
  </w:style>
  <w:style w:type="character" w:customStyle="1" w:styleId="Listenabsatz3Zchn">
    <w:name w:val="Listenabsatz3 Zchn"/>
    <w:basedOn w:val="ListenabsatzZchn"/>
    <w:link w:val="Listenabsatz3"/>
    <w:rsid w:val="00215D63"/>
    <w:rPr>
      <w:rFonts w:cstheme="minorHAnsi"/>
      <w:sz w:val="20"/>
      <w:szCs w:val="20"/>
    </w:rPr>
  </w:style>
  <w:style w:type="paragraph" w:customStyle="1" w:styleId="green-dot">
    <w:name w:val="green-dot"/>
    <w:basedOn w:val="Standard"/>
    <w:link w:val="green-dotZchn"/>
    <w:qFormat/>
    <w:rsid w:val="00EA027F"/>
    <w:pPr>
      <w:spacing w:before="120" w:after="0"/>
    </w:pPr>
    <w:rPr>
      <w:rFonts w:ascii="Calibri" w:hAnsi="Calibri"/>
      <w:color w:val="00B050"/>
      <w:sz w:val="48"/>
      <w:szCs w:val="32"/>
    </w:rPr>
  </w:style>
  <w:style w:type="paragraph" w:customStyle="1" w:styleId="yellow-dot">
    <w:name w:val="yellow-dot"/>
    <w:basedOn w:val="green-dot"/>
    <w:link w:val="yellow-dotZchn"/>
    <w:qFormat/>
    <w:rsid w:val="0017481D"/>
    <w:rPr>
      <w:color w:val="FFFF00"/>
    </w:rPr>
  </w:style>
  <w:style w:type="character" w:customStyle="1" w:styleId="green-dotZchn">
    <w:name w:val="green-dot Zchn"/>
    <w:basedOn w:val="Absatz-Standardschriftart"/>
    <w:link w:val="green-dot"/>
    <w:rsid w:val="00EA027F"/>
    <w:rPr>
      <w:rFonts w:ascii="Calibri" w:hAnsi="Calibri"/>
      <w:color w:val="00B050"/>
      <w:sz w:val="48"/>
      <w:szCs w:val="32"/>
    </w:rPr>
  </w:style>
  <w:style w:type="paragraph" w:customStyle="1" w:styleId="red-dot">
    <w:name w:val="red-dot"/>
    <w:basedOn w:val="green-dot"/>
    <w:link w:val="red-dotZchn"/>
    <w:qFormat/>
    <w:rsid w:val="0017481D"/>
    <w:rPr>
      <w:color w:val="FF0000"/>
    </w:rPr>
  </w:style>
  <w:style w:type="character" w:customStyle="1" w:styleId="yellow-dotZchn">
    <w:name w:val="yellow-dot Zchn"/>
    <w:basedOn w:val="green-dotZchn"/>
    <w:link w:val="yellow-dot"/>
    <w:rsid w:val="0017481D"/>
    <w:rPr>
      <w:rFonts w:ascii="Calibri" w:hAnsi="Calibri"/>
      <w:color w:val="FFFF00"/>
      <w:sz w:val="48"/>
      <w:szCs w:val="32"/>
    </w:rPr>
  </w:style>
  <w:style w:type="paragraph" w:customStyle="1" w:styleId="Themenfeld">
    <w:name w:val="Themenfeld"/>
    <w:basedOn w:val="Listenabsatz3"/>
    <w:next w:val="Standard"/>
    <w:link w:val="ThemenfeldZchn"/>
    <w:qFormat/>
    <w:rsid w:val="0008569C"/>
    <w:pPr>
      <w:shd w:val="clear" w:color="auto" w:fill="DBE5F1" w:themeFill="accent1" w:themeFillTint="33"/>
      <w:spacing w:after="360"/>
      <w:ind w:left="510" w:hanging="510"/>
      <w:jc w:val="center"/>
    </w:pPr>
    <w:rPr>
      <w:b/>
      <w:color w:val="1F497D" w:themeColor="text2"/>
      <w:sz w:val="26"/>
      <w:szCs w:val="24"/>
    </w:rPr>
  </w:style>
  <w:style w:type="character" w:customStyle="1" w:styleId="red-dotZchn">
    <w:name w:val="red-dot Zchn"/>
    <w:basedOn w:val="green-dotZchn"/>
    <w:link w:val="red-dot"/>
    <w:rsid w:val="0017481D"/>
    <w:rPr>
      <w:rFonts w:ascii="Calibri" w:hAnsi="Calibri"/>
      <w:color w:val="FF0000"/>
      <w:sz w:val="48"/>
      <w:szCs w:val="32"/>
    </w:rPr>
  </w:style>
  <w:style w:type="character" w:customStyle="1" w:styleId="ThemenfeldZchn">
    <w:name w:val="Themenfeld Zchn"/>
    <w:basedOn w:val="Listenabsatz3Zchn"/>
    <w:link w:val="Themenfeld"/>
    <w:rsid w:val="0008569C"/>
    <w:rPr>
      <w:rFonts w:cstheme="minorHAnsi"/>
      <w:b/>
      <w:color w:val="1F497D" w:themeColor="text2"/>
      <w:sz w:val="26"/>
      <w:szCs w:val="24"/>
      <w:shd w:val="clear" w:color="auto" w:fill="DBE5F1" w:themeFill="accent1" w:themeFillTint="33"/>
    </w:rPr>
  </w:style>
  <w:style w:type="paragraph" w:customStyle="1" w:styleId="Themenfelderauswahl">
    <w:name w:val="Themenfelderauswahl"/>
    <w:basedOn w:val="Standard"/>
    <w:link w:val="ThemenfelderauswahlZchn"/>
    <w:qFormat/>
    <w:rsid w:val="00302882"/>
    <w:rPr>
      <w:sz w:val="16"/>
    </w:rPr>
  </w:style>
  <w:style w:type="character" w:customStyle="1" w:styleId="ThemenfelderauswahlZchn">
    <w:name w:val="Themenfelderauswahl Zchn"/>
    <w:basedOn w:val="Absatz-Standardschriftart"/>
    <w:link w:val="Themenfelderauswahl"/>
    <w:rsid w:val="0030288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8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7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4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wmf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ervicestelle\Arbeitsmaterialien\8_Nachhaltigke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38960ED899D4AB5814AFAA85B45C0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68DBE0-6E20-4126-B086-DC22751FC8CD}"/>
      </w:docPartPr>
      <w:docPartBody>
        <w:p w:rsidR="001F5FD2" w:rsidRDefault="00C30E49">
          <w:pPr>
            <w:pStyle w:val="338960ED899D4AB5814AFAA85B45C01D"/>
          </w:pPr>
          <w:r>
            <w:rPr>
              <w:rStyle w:val="Platzhaltertext"/>
              <w:sz w:val="18"/>
              <w:szCs w:val="18"/>
            </w:rPr>
            <w:t>Wie gehen Sie vor, um die Umsetzung des Aktionsplans sicher zu stellen?</w:t>
          </w:r>
        </w:p>
      </w:docPartBody>
    </w:docPart>
    <w:docPart>
      <w:docPartPr>
        <w:name w:val="7E07FEC1E55E47CB8648E00DDC2B80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54B69A-9200-426C-A359-63D187C6F20E}"/>
      </w:docPartPr>
      <w:docPartBody>
        <w:p w:rsidR="001F5FD2" w:rsidRDefault="00C30E49">
          <w:pPr>
            <w:pStyle w:val="7E07FEC1E55E47CB8648E00DDC2B805A"/>
          </w:pPr>
          <w:r>
            <w:rPr>
              <w:rStyle w:val="Platzhaltertext"/>
              <w:sz w:val="18"/>
              <w:szCs w:val="18"/>
            </w:rPr>
            <w:t>Namen</w:t>
          </w:r>
        </w:p>
      </w:docPartBody>
    </w:docPart>
    <w:docPart>
      <w:docPartPr>
        <w:name w:val="D21B24A02252407E9550EBABFF7DF9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62DD84-4626-45A8-A5A8-329D98E1B736}"/>
      </w:docPartPr>
      <w:docPartBody>
        <w:p w:rsidR="001F5FD2" w:rsidRDefault="00C30E49">
          <w:pPr>
            <w:pStyle w:val="D21B24A02252407E9550EBABFF7DF963"/>
          </w:pPr>
          <w:r w:rsidRPr="00110ACB">
            <w:rPr>
              <w:rStyle w:val="Platzhaltertext"/>
              <w:sz w:val="18"/>
              <w:szCs w:val="18"/>
            </w:rPr>
            <w:t>Name</w:t>
          </w:r>
        </w:p>
      </w:docPartBody>
    </w:docPart>
    <w:docPart>
      <w:docPartPr>
        <w:name w:val="D69D9F9BDDDA4B56B6A3D2F66E14CD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B8A298-5D99-4A39-B4F5-0ABE8E8AB986}"/>
      </w:docPartPr>
      <w:docPartBody>
        <w:p w:rsidR="001F5FD2" w:rsidRDefault="00C30E49">
          <w:pPr>
            <w:pStyle w:val="D69D9F9BDDDA4B56B6A3D2F66E14CDD3"/>
          </w:pPr>
          <w:r>
            <w:rPr>
              <w:rStyle w:val="Platzhaltertext"/>
            </w:rPr>
            <w:t>Zykl</w:t>
          </w:r>
          <w:r w:rsidRPr="00D82A9D">
            <w:rPr>
              <w:rStyle w:val="Platzhaltertext"/>
              <w:sz w:val="18"/>
              <w:szCs w:val="18"/>
            </w:rPr>
            <w:t>us</w:t>
          </w:r>
        </w:p>
      </w:docPartBody>
    </w:docPart>
    <w:docPart>
      <w:docPartPr>
        <w:name w:val="7C44C4A374A54BB1B799CFE7E6558E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B132E6-E2A6-4178-826C-A8317A79061B}"/>
      </w:docPartPr>
      <w:docPartBody>
        <w:p w:rsidR="001F5FD2" w:rsidRDefault="00C30E49">
          <w:pPr>
            <w:pStyle w:val="7C44C4A374A54BB1B799CFE7E6558E38"/>
          </w:pPr>
          <w:r>
            <w:rPr>
              <w:rStyle w:val="Platzhaltertext"/>
              <w:sz w:val="18"/>
              <w:szCs w:val="18"/>
            </w:rPr>
            <w:t>Wie beobachten Sie Situationsveränderungen in den einzelnen Demografie-Themenfeldern, die in Ihrer Organisation zu neuen Handlungsanforderungen führen?</w:t>
          </w:r>
        </w:p>
      </w:docPartBody>
    </w:docPart>
    <w:docPart>
      <w:docPartPr>
        <w:name w:val="F21FDB659D6B42CDBAA66562DC124A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2A8E7B-9E52-407D-A898-FA62B5A7A9F4}"/>
      </w:docPartPr>
      <w:docPartBody>
        <w:p w:rsidR="001F5FD2" w:rsidRDefault="00C30E49">
          <w:pPr>
            <w:pStyle w:val="F21FDB659D6B42CDBAA66562DC124A95"/>
          </w:pPr>
          <w:r>
            <w:rPr>
              <w:rStyle w:val="Platzhaltertext"/>
              <w:sz w:val="18"/>
              <w:szCs w:val="18"/>
            </w:rPr>
            <w:t>Namen</w:t>
          </w:r>
        </w:p>
      </w:docPartBody>
    </w:docPart>
    <w:docPart>
      <w:docPartPr>
        <w:name w:val="CD2FEFFE0E4D4DFD8E5D7F235FB7C3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D9FAED-554B-4530-B4A6-495C0D30984C}"/>
      </w:docPartPr>
      <w:docPartBody>
        <w:p w:rsidR="001F5FD2" w:rsidRDefault="00C30E49">
          <w:pPr>
            <w:pStyle w:val="CD2FEFFE0E4D4DFD8E5D7F235FB7C371"/>
          </w:pPr>
          <w:r w:rsidRPr="00110ACB">
            <w:rPr>
              <w:rStyle w:val="Platzhaltertext"/>
              <w:sz w:val="18"/>
              <w:szCs w:val="18"/>
            </w:rPr>
            <w:t>Name</w:t>
          </w:r>
        </w:p>
      </w:docPartBody>
    </w:docPart>
    <w:docPart>
      <w:docPartPr>
        <w:name w:val="429315C0D48D414696DDF7492740BA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3B4972-ADB2-4572-8A6A-CA00ECA83235}"/>
      </w:docPartPr>
      <w:docPartBody>
        <w:p w:rsidR="001F5FD2" w:rsidRDefault="00C30E49">
          <w:pPr>
            <w:pStyle w:val="429315C0D48D414696DDF7492740BAA5"/>
          </w:pPr>
          <w:r>
            <w:rPr>
              <w:rStyle w:val="Platzhaltertext"/>
            </w:rPr>
            <w:t>Zykl</w:t>
          </w:r>
          <w:r w:rsidRPr="00D82A9D">
            <w:rPr>
              <w:rStyle w:val="Platzhaltertext"/>
              <w:sz w:val="18"/>
              <w:szCs w:val="18"/>
            </w:rPr>
            <w:t>us</w:t>
          </w:r>
        </w:p>
      </w:docPartBody>
    </w:docPart>
    <w:docPart>
      <w:docPartPr>
        <w:name w:val="BEF395E504554C5E8DC07EDBEB686B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2760E2-EA0D-4FF4-B491-788B5470C89B}"/>
      </w:docPartPr>
      <w:docPartBody>
        <w:p w:rsidR="001F5FD2" w:rsidRDefault="00C30E49">
          <w:pPr>
            <w:pStyle w:val="BEF395E504554C5E8DC07EDBEB686B2D"/>
          </w:pPr>
          <w:r>
            <w:rPr>
              <w:rStyle w:val="Platzhaltertext"/>
              <w:sz w:val="18"/>
              <w:szCs w:val="18"/>
            </w:rPr>
            <w:t>Wie und wie häufig werden Sie in Zukunft eine Altersstrukturanalyse erstellen und nutzen?</w:t>
          </w:r>
        </w:p>
      </w:docPartBody>
    </w:docPart>
    <w:docPart>
      <w:docPartPr>
        <w:name w:val="8AE7752417284F48B1F878E31A3C38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27D208-A98C-40B6-AF24-33870C3CAE21}"/>
      </w:docPartPr>
      <w:docPartBody>
        <w:p w:rsidR="001F5FD2" w:rsidRDefault="00C30E49">
          <w:pPr>
            <w:pStyle w:val="8AE7752417284F48B1F878E31A3C3805"/>
          </w:pPr>
          <w:r>
            <w:rPr>
              <w:rStyle w:val="Platzhaltertext"/>
              <w:sz w:val="18"/>
              <w:szCs w:val="18"/>
            </w:rPr>
            <w:t>Namen</w:t>
          </w:r>
        </w:p>
      </w:docPartBody>
    </w:docPart>
    <w:docPart>
      <w:docPartPr>
        <w:name w:val="C399B4B3D7914C0199F2602042E302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7C4FBC-1B8F-4179-BD9C-0E1CEC3B9F83}"/>
      </w:docPartPr>
      <w:docPartBody>
        <w:p w:rsidR="001F5FD2" w:rsidRDefault="00C30E49">
          <w:pPr>
            <w:pStyle w:val="C399B4B3D7914C0199F2602042E3023E"/>
          </w:pPr>
          <w:r w:rsidRPr="00110ACB">
            <w:rPr>
              <w:rStyle w:val="Platzhaltertext"/>
              <w:sz w:val="18"/>
              <w:szCs w:val="18"/>
            </w:rPr>
            <w:t>Name</w:t>
          </w:r>
        </w:p>
      </w:docPartBody>
    </w:docPart>
    <w:docPart>
      <w:docPartPr>
        <w:name w:val="F31919F042FE4E0089749153B028F2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C07808-B0AC-4280-AA26-618AF72CA6F4}"/>
      </w:docPartPr>
      <w:docPartBody>
        <w:p w:rsidR="001F5FD2" w:rsidRDefault="00C30E49">
          <w:pPr>
            <w:pStyle w:val="F31919F042FE4E0089749153B028F22D"/>
          </w:pPr>
          <w:r>
            <w:rPr>
              <w:rStyle w:val="Platzhaltertext"/>
            </w:rPr>
            <w:t>Zykl</w:t>
          </w:r>
          <w:r w:rsidRPr="00D82A9D">
            <w:rPr>
              <w:rStyle w:val="Platzhaltertext"/>
              <w:sz w:val="18"/>
              <w:szCs w:val="18"/>
            </w:rPr>
            <w:t>us</w:t>
          </w:r>
        </w:p>
      </w:docPartBody>
    </w:docPart>
    <w:docPart>
      <w:docPartPr>
        <w:name w:val="B69D337215934697B22C8D376CFEBC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209901-B86B-47E2-9627-63EB505CA9CC}"/>
      </w:docPartPr>
      <w:docPartBody>
        <w:p w:rsidR="001F5FD2" w:rsidRDefault="00C30E49">
          <w:pPr>
            <w:pStyle w:val="B69D337215934697B22C8D376CFEBC4A"/>
          </w:pPr>
          <w:r>
            <w:rPr>
              <w:rStyle w:val="Platzhaltertext"/>
              <w:sz w:val="18"/>
              <w:szCs w:val="18"/>
            </w:rPr>
            <w:t>Wie werden Sie bei auftretendem Handlungsbedarf  in Zukunft agieren?</w:t>
          </w:r>
        </w:p>
      </w:docPartBody>
    </w:docPart>
    <w:docPart>
      <w:docPartPr>
        <w:name w:val="D254D50E827F439482BC35C3215B91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8149D7-4DD2-4BF6-B2AF-6013F1CE1D8F}"/>
      </w:docPartPr>
      <w:docPartBody>
        <w:p w:rsidR="001F5FD2" w:rsidRDefault="00C30E49">
          <w:pPr>
            <w:pStyle w:val="D254D50E827F439482BC35C3215B91D7"/>
          </w:pPr>
          <w:r>
            <w:rPr>
              <w:rStyle w:val="Platzhaltertext"/>
              <w:sz w:val="18"/>
              <w:szCs w:val="18"/>
            </w:rPr>
            <w:t>Namen</w:t>
          </w:r>
        </w:p>
      </w:docPartBody>
    </w:docPart>
    <w:docPart>
      <w:docPartPr>
        <w:name w:val="42BAA9AEACB44E65B4DCFBB53CDF36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9BA53B-F010-48CD-8DE0-BD948B96BFBA}"/>
      </w:docPartPr>
      <w:docPartBody>
        <w:p w:rsidR="001F5FD2" w:rsidRDefault="00C30E49">
          <w:pPr>
            <w:pStyle w:val="42BAA9AEACB44E65B4DCFBB53CDF366E"/>
          </w:pPr>
          <w:r w:rsidRPr="00110ACB">
            <w:rPr>
              <w:rStyle w:val="Platzhaltertext"/>
              <w:sz w:val="18"/>
              <w:szCs w:val="18"/>
            </w:rPr>
            <w:t>Name</w:t>
          </w:r>
        </w:p>
      </w:docPartBody>
    </w:docPart>
    <w:docPart>
      <w:docPartPr>
        <w:name w:val="55D1CADBC22D4B89914EB66B1EAAB5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47C10C-0DFC-4A7B-BB9E-9E0CFFD94C2B}"/>
      </w:docPartPr>
      <w:docPartBody>
        <w:p w:rsidR="001F5FD2" w:rsidRDefault="00C30E49">
          <w:pPr>
            <w:pStyle w:val="55D1CADBC22D4B89914EB66B1EAAB5A1"/>
          </w:pPr>
          <w:r>
            <w:rPr>
              <w:rStyle w:val="Platzhaltertext"/>
            </w:rPr>
            <w:t>Zykl</w:t>
          </w:r>
          <w:r w:rsidRPr="00D82A9D">
            <w:rPr>
              <w:rStyle w:val="Platzhaltertext"/>
              <w:sz w:val="18"/>
              <w:szCs w:val="18"/>
            </w:rPr>
            <w:t>us</w:t>
          </w:r>
        </w:p>
      </w:docPartBody>
    </w:docPart>
    <w:docPart>
      <w:docPartPr>
        <w:name w:val="28DC66134DE343FC94F1E2D543DE94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4DFD65-711E-4D70-A7FE-2A7213A08DCD}"/>
      </w:docPartPr>
      <w:docPartBody>
        <w:p w:rsidR="001F5FD2" w:rsidRDefault="00C30E49">
          <w:pPr>
            <w:pStyle w:val="28DC66134DE343FC94F1E2D543DE947E"/>
          </w:pPr>
          <w:r w:rsidRPr="00110ACB">
            <w:rPr>
              <w:rStyle w:val="Platzhaltertext"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AF4BEA141BB34EA5B349F52B29A7A8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157F6-050A-433E-B624-8F63B81199FD}"/>
      </w:docPartPr>
      <w:docPartBody>
        <w:p w:rsidR="001F5FD2" w:rsidRDefault="00C30E49">
          <w:pPr>
            <w:pStyle w:val="AF4BEA141BB34EA5B349F52B29A7A806"/>
          </w:pPr>
          <w:r>
            <w:rPr>
              <w:rStyle w:val="Platzhaltertext"/>
              <w:sz w:val="18"/>
              <w:szCs w:val="18"/>
            </w:rPr>
            <w:t>Namen</w:t>
          </w:r>
        </w:p>
      </w:docPartBody>
    </w:docPart>
    <w:docPart>
      <w:docPartPr>
        <w:name w:val="37240FEF47CE417EA5897F5F2E106F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D45B51-CC5A-4375-9EED-B6576E91630C}"/>
      </w:docPartPr>
      <w:docPartBody>
        <w:p w:rsidR="001F5FD2" w:rsidRDefault="00C30E49">
          <w:pPr>
            <w:pStyle w:val="37240FEF47CE417EA5897F5F2E106FE3"/>
          </w:pPr>
          <w:r w:rsidRPr="00110ACB">
            <w:rPr>
              <w:rStyle w:val="Platzhaltertext"/>
              <w:sz w:val="18"/>
              <w:szCs w:val="18"/>
            </w:rPr>
            <w:t>Name</w:t>
          </w:r>
        </w:p>
      </w:docPartBody>
    </w:docPart>
    <w:docPart>
      <w:docPartPr>
        <w:name w:val="69C1E1C7D8D74E5F99762DCB0CEB40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80ABF-F14C-4490-9C04-1383FB8ED02D}"/>
      </w:docPartPr>
      <w:docPartBody>
        <w:p w:rsidR="001F5FD2" w:rsidRDefault="00C30E49">
          <w:pPr>
            <w:pStyle w:val="69C1E1C7D8D74E5F99762DCB0CEB40A2"/>
          </w:pPr>
          <w:r>
            <w:rPr>
              <w:rStyle w:val="Platzhaltertext"/>
            </w:rPr>
            <w:t>Zykl</w:t>
          </w:r>
          <w:r w:rsidRPr="00D82A9D">
            <w:rPr>
              <w:rStyle w:val="Platzhaltertext"/>
              <w:sz w:val="18"/>
              <w:szCs w:val="18"/>
            </w:rPr>
            <w:t>us</w:t>
          </w:r>
        </w:p>
      </w:docPartBody>
    </w:docPart>
    <w:docPart>
      <w:docPartPr>
        <w:name w:val="D96921B8B2F1441CA32317D57D6343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48BA76-88BE-4E4D-892C-1C323B84109C}"/>
      </w:docPartPr>
      <w:docPartBody>
        <w:p w:rsidR="001F5FD2" w:rsidRDefault="00C30E49">
          <w:pPr>
            <w:pStyle w:val="D96921B8B2F1441CA32317D57D634304"/>
          </w:pPr>
          <w:r w:rsidRPr="00110ACB">
            <w:rPr>
              <w:rStyle w:val="Platzhaltertext"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AE0D3DA3000E4601A5F2A8E284B869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90F3CB-8BE7-4378-B805-85EE759EDEF8}"/>
      </w:docPartPr>
      <w:docPartBody>
        <w:p w:rsidR="001F5FD2" w:rsidRDefault="00C30E49">
          <w:pPr>
            <w:pStyle w:val="AE0D3DA3000E4601A5F2A8E284B8693B"/>
          </w:pPr>
          <w:r>
            <w:rPr>
              <w:rStyle w:val="Platzhaltertext"/>
              <w:sz w:val="18"/>
              <w:szCs w:val="18"/>
            </w:rPr>
            <w:t>Namen</w:t>
          </w:r>
        </w:p>
      </w:docPartBody>
    </w:docPart>
    <w:docPart>
      <w:docPartPr>
        <w:name w:val="A1D0A96796614A2EB45E8C55927428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3881E5-48F4-4BC4-B3C7-1602EBF8EC6A}"/>
      </w:docPartPr>
      <w:docPartBody>
        <w:p w:rsidR="001F5FD2" w:rsidRDefault="00C30E49">
          <w:pPr>
            <w:pStyle w:val="A1D0A96796614A2EB45E8C559274287C"/>
          </w:pPr>
          <w:r w:rsidRPr="00110ACB">
            <w:rPr>
              <w:rStyle w:val="Platzhaltertext"/>
              <w:sz w:val="18"/>
              <w:szCs w:val="18"/>
            </w:rPr>
            <w:t>Name</w:t>
          </w:r>
        </w:p>
      </w:docPartBody>
    </w:docPart>
    <w:docPart>
      <w:docPartPr>
        <w:name w:val="2056671462B24110A75A8018978B5A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BD3535-5B86-4999-B0D4-D53516B2E736}"/>
      </w:docPartPr>
      <w:docPartBody>
        <w:p w:rsidR="001F5FD2" w:rsidRDefault="00C30E49">
          <w:pPr>
            <w:pStyle w:val="2056671462B24110A75A8018978B5AF8"/>
          </w:pPr>
          <w:r>
            <w:rPr>
              <w:rStyle w:val="Platzhaltertext"/>
            </w:rPr>
            <w:t>Zykl</w:t>
          </w:r>
          <w:r w:rsidRPr="00D82A9D">
            <w:rPr>
              <w:rStyle w:val="Platzhaltertext"/>
              <w:sz w:val="18"/>
              <w:szCs w:val="18"/>
            </w:rPr>
            <w:t>us</w:t>
          </w:r>
        </w:p>
      </w:docPartBody>
    </w:docPart>
    <w:docPart>
      <w:docPartPr>
        <w:name w:val="6B069F1EE5E542ED868AAC4E2FDFC4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43F89A-A2C1-4934-A4EA-4601A806721A}"/>
      </w:docPartPr>
      <w:docPartBody>
        <w:p w:rsidR="001F5FD2" w:rsidRDefault="00C30E49">
          <w:pPr>
            <w:pStyle w:val="6B069F1EE5E542ED868AAC4E2FDFC462"/>
          </w:pPr>
          <w:r>
            <w:rPr>
              <w:rStyle w:val="Platzhaltertext"/>
            </w:rPr>
            <w:t>Namen</w:t>
          </w:r>
        </w:p>
      </w:docPartBody>
    </w:docPart>
    <w:docPart>
      <w:docPartPr>
        <w:name w:val="866FF62C885341A99109306AD18966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617872-F66E-43A4-AC06-127194613D4D}"/>
      </w:docPartPr>
      <w:docPartBody>
        <w:p w:rsidR="001F5FD2" w:rsidRDefault="00C30E49">
          <w:pPr>
            <w:pStyle w:val="866FF62C885341A99109306AD18966EA"/>
          </w:pPr>
          <w:r>
            <w:rPr>
              <w:rStyle w:val="Platzhaltertext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E49"/>
    <w:rsid w:val="001F5FD2"/>
    <w:rsid w:val="00C30E49"/>
    <w:rsid w:val="00D5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338960ED899D4AB5814AFAA85B45C01D">
    <w:name w:val="338960ED899D4AB5814AFAA85B45C01D"/>
  </w:style>
  <w:style w:type="paragraph" w:customStyle="1" w:styleId="7E07FEC1E55E47CB8648E00DDC2B805A">
    <w:name w:val="7E07FEC1E55E47CB8648E00DDC2B805A"/>
  </w:style>
  <w:style w:type="paragraph" w:customStyle="1" w:styleId="D21B24A02252407E9550EBABFF7DF963">
    <w:name w:val="D21B24A02252407E9550EBABFF7DF963"/>
  </w:style>
  <w:style w:type="paragraph" w:customStyle="1" w:styleId="D69D9F9BDDDA4B56B6A3D2F66E14CDD3">
    <w:name w:val="D69D9F9BDDDA4B56B6A3D2F66E14CDD3"/>
  </w:style>
  <w:style w:type="paragraph" w:customStyle="1" w:styleId="7C44C4A374A54BB1B799CFE7E6558E38">
    <w:name w:val="7C44C4A374A54BB1B799CFE7E6558E38"/>
  </w:style>
  <w:style w:type="paragraph" w:customStyle="1" w:styleId="F21FDB659D6B42CDBAA66562DC124A95">
    <w:name w:val="F21FDB659D6B42CDBAA66562DC124A95"/>
  </w:style>
  <w:style w:type="paragraph" w:customStyle="1" w:styleId="CD2FEFFE0E4D4DFD8E5D7F235FB7C371">
    <w:name w:val="CD2FEFFE0E4D4DFD8E5D7F235FB7C371"/>
  </w:style>
  <w:style w:type="paragraph" w:customStyle="1" w:styleId="429315C0D48D414696DDF7492740BAA5">
    <w:name w:val="429315C0D48D414696DDF7492740BAA5"/>
  </w:style>
  <w:style w:type="paragraph" w:customStyle="1" w:styleId="BEF395E504554C5E8DC07EDBEB686B2D">
    <w:name w:val="BEF395E504554C5E8DC07EDBEB686B2D"/>
  </w:style>
  <w:style w:type="paragraph" w:customStyle="1" w:styleId="8AE7752417284F48B1F878E31A3C3805">
    <w:name w:val="8AE7752417284F48B1F878E31A3C3805"/>
  </w:style>
  <w:style w:type="paragraph" w:customStyle="1" w:styleId="C399B4B3D7914C0199F2602042E3023E">
    <w:name w:val="C399B4B3D7914C0199F2602042E3023E"/>
  </w:style>
  <w:style w:type="paragraph" w:customStyle="1" w:styleId="F31919F042FE4E0089749153B028F22D">
    <w:name w:val="F31919F042FE4E0089749153B028F22D"/>
  </w:style>
  <w:style w:type="paragraph" w:customStyle="1" w:styleId="B69D337215934697B22C8D376CFEBC4A">
    <w:name w:val="B69D337215934697B22C8D376CFEBC4A"/>
  </w:style>
  <w:style w:type="paragraph" w:customStyle="1" w:styleId="D254D50E827F439482BC35C3215B91D7">
    <w:name w:val="D254D50E827F439482BC35C3215B91D7"/>
  </w:style>
  <w:style w:type="paragraph" w:customStyle="1" w:styleId="42BAA9AEACB44E65B4DCFBB53CDF366E">
    <w:name w:val="42BAA9AEACB44E65B4DCFBB53CDF366E"/>
  </w:style>
  <w:style w:type="paragraph" w:customStyle="1" w:styleId="55D1CADBC22D4B89914EB66B1EAAB5A1">
    <w:name w:val="55D1CADBC22D4B89914EB66B1EAAB5A1"/>
  </w:style>
  <w:style w:type="paragraph" w:customStyle="1" w:styleId="28DC66134DE343FC94F1E2D543DE947E">
    <w:name w:val="28DC66134DE343FC94F1E2D543DE947E"/>
  </w:style>
  <w:style w:type="paragraph" w:customStyle="1" w:styleId="AF4BEA141BB34EA5B349F52B29A7A806">
    <w:name w:val="AF4BEA141BB34EA5B349F52B29A7A806"/>
  </w:style>
  <w:style w:type="paragraph" w:customStyle="1" w:styleId="37240FEF47CE417EA5897F5F2E106FE3">
    <w:name w:val="37240FEF47CE417EA5897F5F2E106FE3"/>
  </w:style>
  <w:style w:type="paragraph" w:customStyle="1" w:styleId="69C1E1C7D8D74E5F99762DCB0CEB40A2">
    <w:name w:val="69C1E1C7D8D74E5F99762DCB0CEB40A2"/>
  </w:style>
  <w:style w:type="paragraph" w:customStyle="1" w:styleId="D96921B8B2F1441CA32317D57D634304">
    <w:name w:val="D96921B8B2F1441CA32317D57D634304"/>
  </w:style>
  <w:style w:type="paragraph" w:customStyle="1" w:styleId="AE0D3DA3000E4601A5F2A8E284B8693B">
    <w:name w:val="AE0D3DA3000E4601A5F2A8E284B8693B"/>
  </w:style>
  <w:style w:type="paragraph" w:customStyle="1" w:styleId="A1D0A96796614A2EB45E8C559274287C">
    <w:name w:val="A1D0A96796614A2EB45E8C559274287C"/>
  </w:style>
  <w:style w:type="paragraph" w:customStyle="1" w:styleId="2056671462B24110A75A8018978B5AF8">
    <w:name w:val="2056671462B24110A75A8018978B5AF8"/>
  </w:style>
  <w:style w:type="paragraph" w:customStyle="1" w:styleId="6B069F1EE5E542ED868AAC4E2FDFC462">
    <w:name w:val="6B069F1EE5E542ED868AAC4E2FDFC462"/>
  </w:style>
  <w:style w:type="paragraph" w:customStyle="1" w:styleId="866FF62C885341A99109306AD18966EA">
    <w:name w:val="866FF62C885341A99109306AD18966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CF44EAE3C8444816A313C806F4F46" ma:contentTypeVersion="30" ma:contentTypeDescription="Ein neues Dokument erstellen." ma:contentTypeScope="" ma:versionID="585fd598cfb1cbabe98ee509d8c0d008">
  <xsd:schema xmlns:xsd="http://www.w3.org/2001/XMLSchema" xmlns:xs="http://www.w3.org/2001/XMLSchema" xmlns:p="http://schemas.microsoft.com/office/2006/metadata/properties" xmlns:ns1="http://schemas.microsoft.com/sharepoint/v3" xmlns:ns2="ac55d254-e436-4b2f-ae49-2a5e200d046d" xmlns:ns3="7bf375fd-c16a-428e-90f5-962475562e5e" targetNamespace="http://schemas.microsoft.com/office/2006/metadata/properties" ma:root="true" ma:fieldsID="ead424e9eca073de1f898bba33aad6fb" ns1:_="" ns2:_="" ns3:_="">
    <xsd:import namespace="http://schemas.microsoft.com/sharepoint/v3"/>
    <xsd:import namespace="ac55d254-e436-4b2f-ae49-2a5e200d046d"/>
    <xsd:import namespace="7bf375fd-c16a-428e-90f5-962475562e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SeoKeywords" minOccurs="0"/>
                <xsd:element ref="ns3:g09145f204d040129e074f4a3472b47c" minOccurs="0"/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9" nillable="true" ma:displayName="Bewertung (0 - 5)" ma:decimals="2" ma:description="Mittelwert aller Bewertungen, die abgegeben wurden." ma:hidden="true" ma:internalName="AverageRating" ma:readOnly="false">
      <xsd:simpleType>
        <xsd:restriction base="dms:Number"/>
      </xsd:simpleType>
    </xsd:element>
    <xsd:element name="RatingCount" ma:index="10" nillable="true" ma:displayName="Anzahl Bewertungen" ma:decimals="0" ma:description="Anzahl abgegebener Bewertungen" ma:hidden="true" ma:internalName="RatingCount" ma:readOnly="false">
      <xsd:simpleType>
        <xsd:restriction base="dms:Number"/>
      </xsd:simpleType>
    </xsd:element>
    <xsd:element name="RatedBy" ma:index="11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2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3" nillable="true" ma:displayName="Anzahl 'Gefällt mir'" ma:hidden="true" ma:internalName="LikesCount" ma:readOnly="false">
      <xsd:simpleType>
        <xsd:restriction base="dms:Unknown"/>
      </xsd:simpleType>
    </xsd:element>
    <xsd:element name="LikedBy" ma:index="14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oKeywords" ma:index="15" nillable="true" ma:displayName="Schlüsselwort" ma:description="Schlüsselwort" ma:hidden="true" ma:internalName="SeoKeywords">
      <xsd:simpleType>
        <xsd:restriction base="dms:Text"/>
      </xsd:simpleType>
    </xsd:element>
    <xsd:element name="DocumentSetDescription" ma:index="21" nillable="true" ma:displayName="Beschreibung" ma:description="Eine Beschreibung der Dokumentenmapp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5d254-e436-4b2f-ae49-2a5e200d046d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iespalte &quot;Alle abfangen&quot;" ma:hidden="true" ma:list="{0521226e-e5e2-42e6-aa45-28d3bb72619b}" ma:internalName="TaxCatchAll" ma:showField="CatchAllData" ma:web="ac55d254-e436-4b2f-ae49-2a5e200d04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75fd-c16a-428e-90f5-962475562e5e" elementFormDefault="qualified">
    <xsd:import namespace="http://schemas.microsoft.com/office/2006/documentManagement/types"/>
    <xsd:import namespace="http://schemas.microsoft.com/office/infopath/2007/PartnerControls"/>
    <xsd:element name="g09145f204d040129e074f4a3472b47c" ma:index="17" nillable="true" ma:taxonomy="true" ma:internalName="g09145f204d040129e074f4a3472b47c" ma:taxonomyFieldName="Thema" ma:displayName="DokumentTyp" ma:default="" ma:fieldId="{009145f2-04d0-4012-9e07-4f4a3472b47c}" ma:taxonomyMulti="true" ma:sspId="11499e37-d308-4901-996c-eb6d626bbc7c" ma:termSetId="bb780794-2b62-43d2-96d1-0e26f7812cb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SeoKeywords xmlns="http://schemas.microsoft.com/sharepoint/v3">Arbeitsmaterialien</SeoKeywords>
    <DocumentSetDescription xmlns="http://schemas.microsoft.com/sharepoint/v3">Formulare zur Dokumentation eines Demografie-Prozesses</DocumentSetDescription>
    <TaxCatchAll xmlns="ac55d254-e436-4b2f-ae49-2a5e200d046d"/>
    <g09145f204d040129e074f4a3472b47c xmlns="7bf375fd-c16a-428e-90f5-962475562e5e">
      <Terms xmlns="http://schemas.microsoft.com/office/infopath/2007/PartnerControls"/>
    </g09145f204d040129e074f4a3472b47c>
    <RatingCount xmlns="http://schemas.microsoft.com/sharepoint/v3" xsi:nil="true"/>
    <LikedBy xmlns="http://schemas.microsoft.com/sharepoint/v3">
      <UserInfo>
        <DisplayName/>
        <AccountId xsi:nil="true"/>
        <AccountType/>
      </UserInfo>
    </LikedBy>
    <AverageRating xmlns="http://schemas.microsoft.com/sharepoint/v3" xsi:nil="true"/>
    <RatedBy xmlns="http://schemas.microsoft.com/sharepoint/v3">
      <UserInfo>
        <DisplayName/>
        <AccountId xsi:nil="true"/>
        <AccountType/>
      </UserInfo>
    </RatedBy>
    <_dlc_DocId xmlns="ac55d254-e436-4b2f-ae49-2a5e200d046d">MCXR3SKWZVN3-50-740</_dlc_DocId>
    <_dlc_DocIdUrl xmlns="ac55d254-e436-4b2f-ae49-2a5e200d046d">
      <Url>https://sp.tbs-nrw.de/Projekte/DemoAktiv/_layouts/15/DocIdRedir.aspx?ID=MCXR3SKWZVN3-50-740</Url>
      <Description>MCXR3SKWZVN3-50-740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5A940-6DE5-4DC7-9555-F12EE2051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599F9C-A179-4C01-B749-AD0C26B177B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55d254-e436-4b2f-ae49-2a5e200d046d"/>
    <ds:schemaRef ds:uri="7bf375fd-c16a-428e-90f5-962475562e5e"/>
  </ds:schemaRefs>
</ds:datastoreItem>
</file>

<file path=customXml/itemProps3.xml><?xml version="1.0" encoding="utf-8"?>
<ds:datastoreItem xmlns:ds="http://schemas.openxmlformats.org/officeDocument/2006/customXml" ds:itemID="{909BA57D-A72B-4EF3-A96C-E3E4EAD82D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A8910C-F507-4EDC-B6AA-2629827801D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DA44658-1C05-4A06-B58B-24028DC0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8_Nachhaltigkeit</Template>
  <TotalTime>0</TotalTime>
  <Pages>1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w.lensing</dc:creator>
  <cp:lastModifiedBy>Birte Föhse</cp:lastModifiedBy>
  <cp:revision>3</cp:revision>
  <cp:lastPrinted>2016-04-18T07:52:00Z</cp:lastPrinted>
  <dcterms:created xsi:type="dcterms:W3CDTF">2016-05-31T07:43:00Z</dcterms:created>
  <dcterms:modified xsi:type="dcterms:W3CDTF">2018-02-07T12:54:00Z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0x01010048ACF44EAE3C8444816A313C806F4F46</vt:lpwstr>
  </property>
  <property fmtid="{D5CDD505-2E9C-101B-9397-08002B2CF9AE}" pid="3" name="Letzter Bearbeiter/in">
    <vt:lpwstr/>
  </property>
  <property fmtid="{D5CDD505-2E9C-101B-9397-08002B2CF9AE}" pid="4" name="Thema">
    <vt:lpwstr/>
  </property>
  <property fmtid="{D5CDD505-2E9C-101B-9397-08002B2CF9AE}" pid="5" name="_dlc_DocIdItemGuid">
    <vt:lpwstr>916415e8-bb49-46ee-81d2-09a73eca54f5</vt:lpwstr>
  </property>
</Properties>
</file>