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65509F" w14:textId="77777777" w:rsidR="00832E5F" w:rsidRDefault="00D82A9D" w:rsidP="00832E5F">
      <w:r>
        <w:t>Die Themen I. – IV. si</w:t>
      </w:r>
      <w:r w:rsidR="00705D32">
        <w:t>nd verpflichtend zu bearbeiten.</w:t>
      </w:r>
    </w:p>
    <w:tbl>
      <w:tblPr>
        <w:tblStyle w:val="Tabellenraster"/>
        <w:tblpPr w:leftFromText="142" w:rightFromText="142" w:vertAnchor="text" w:tblpY="1"/>
        <w:tblOverlap w:val="never"/>
        <w:tblW w:w="16155" w:type="dxa"/>
        <w:tblLook w:val="0620" w:firstRow="1" w:lastRow="0" w:firstColumn="0" w:lastColumn="0" w:noHBand="1" w:noVBand="1"/>
      </w:tblPr>
      <w:tblGrid>
        <w:gridCol w:w="543"/>
        <w:gridCol w:w="2146"/>
        <w:gridCol w:w="7938"/>
        <w:gridCol w:w="2268"/>
        <w:gridCol w:w="1559"/>
        <w:gridCol w:w="1701"/>
      </w:tblGrid>
      <w:tr w:rsidR="00F773BB" w14:paraId="696550A3" w14:textId="77777777" w:rsidTr="00F773BB">
        <w:tc>
          <w:tcPr>
            <w:tcW w:w="543" w:type="dxa"/>
            <w:shd w:val="clear" w:color="auto" w:fill="C6D9F1" w:themeFill="text2" w:themeFillTint="33"/>
            <w:vAlign w:val="center"/>
          </w:tcPr>
          <w:p w14:paraId="696550A0" w14:textId="77777777" w:rsidR="00F773BB" w:rsidRDefault="00F773BB" w:rsidP="00EB12AC">
            <w:pPr>
              <w:spacing w:before="120" w:after="120"/>
              <w:rPr>
                <w:b/>
              </w:rPr>
            </w:pPr>
            <w:r>
              <w:rPr>
                <w:b/>
              </w:rPr>
              <w:t>Nr.</w:t>
            </w:r>
          </w:p>
        </w:tc>
        <w:tc>
          <w:tcPr>
            <w:tcW w:w="2146" w:type="dxa"/>
            <w:shd w:val="clear" w:color="auto" w:fill="C6D9F1" w:themeFill="text2" w:themeFillTint="33"/>
            <w:vAlign w:val="center"/>
          </w:tcPr>
          <w:p w14:paraId="696550A1" w14:textId="77777777" w:rsidR="00F773BB" w:rsidRDefault="00F773BB" w:rsidP="00EB12AC">
            <w:pPr>
              <w:spacing w:before="120" w:after="120"/>
              <w:rPr>
                <w:b/>
              </w:rPr>
            </w:pPr>
            <w:r>
              <w:rPr>
                <w:b/>
              </w:rPr>
              <w:t>Thema</w:t>
            </w:r>
          </w:p>
        </w:tc>
        <w:tc>
          <w:tcPr>
            <w:tcW w:w="13466" w:type="dxa"/>
            <w:gridSpan w:val="4"/>
            <w:shd w:val="clear" w:color="auto" w:fill="C6D9F1" w:themeFill="text2" w:themeFillTint="33"/>
            <w:vAlign w:val="center"/>
          </w:tcPr>
          <w:p w14:paraId="696550A2" w14:textId="77777777" w:rsidR="00F773BB" w:rsidRDefault="00F773BB" w:rsidP="00EB12AC">
            <w:pPr>
              <w:spacing w:before="120" w:after="120"/>
              <w:rPr>
                <w:b/>
              </w:rPr>
            </w:pPr>
            <w:r>
              <w:rPr>
                <w:b/>
              </w:rPr>
              <w:t>Beschreibung</w:t>
            </w:r>
          </w:p>
        </w:tc>
      </w:tr>
      <w:tr w:rsidR="00F773BB" w14:paraId="696550A7" w14:textId="77777777" w:rsidTr="00F773BB">
        <w:tc>
          <w:tcPr>
            <w:tcW w:w="543" w:type="dxa"/>
            <w:vAlign w:val="center"/>
          </w:tcPr>
          <w:p w14:paraId="696550A4" w14:textId="77777777" w:rsidR="00F773BB" w:rsidRDefault="00F773BB" w:rsidP="00EB12AC">
            <w:pPr>
              <w:spacing w:before="120" w:after="120"/>
              <w:rPr>
                <w:b/>
              </w:rPr>
            </w:pPr>
            <w:r>
              <w:rPr>
                <w:b/>
              </w:rPr>
              <w:t>I.</w:t>
            </w:r>
          </w:p>
        </w:tc>
        <w:tc>
          <w:tcPr>
            <w:tcW w:w="2146" w:type="dxa"/>
            <w:vAlign w:val="center"/>
          </w:tcPr>
          <w:p w14:paraId="696550A5" w14:textId="77777777" w:rsidR="00F773BB" w:rsidRPr="008C4C60" w:rsidRDefault="00F773BB" w:rsidP="00EB12AC">
            <w:pPr>
              <w:spacing w:before="120"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Zielgruppen</w:t>
            </w:r>
          </w:p>
        </w:tc>
        <w:sdt>
          <w:sdtPr>
            <w:rPr>
              <w:rStyle w:val="InputZchn"/>
            </w:rPr>
            <w:id w:val="-1938440269"/>
            <w:placeholder>
              <w:docPart w:val="9FDD852D70D048CD9D6C5DAE70B1A601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13466" w:type="dxa"/>
                <w:gridSpan w:val="4"/>
                <w:vAlign w:val="center"/>
              </w:tcPr>
              <w:p w14:paraId="696550A6" w14:textId="77777777" w:rsidR="00F773BB" w:rsidRPr="00D82A9D" w:rsidRDefault="00F773BB" w:rsidP="00D82A9D">
                <w:pPr>
                  <w:spacing w:before="120" w:after="120"/>
                  <w:rPr>
                    <w:sz w:val="18"/>
                    <w:szCs w:val="18"/>
                  </w:rPr>
                </w:pPr>
                <w:r>
                  <w:rPr>
                    <w:rStyle w:val="Platzhaltertext"/>
                    <w:sz w:val="18"/>
                    <w:szCs w:val="18"/>
                  </w:rPr>
                  <w:t>Wen / welche Beschäftigtengruppen werden Sie über den Demografie-Prozess und dessen Ergebnisse informieren?</w:t>
                </w:r>
              </w:p>
            </w:tc>
          </w:sdtContent>
        </w:sdt>
      </w:tr>
      <w:tr w:rsidR="00F773BB" w14:paraId="696550AB" w14:textId="77777777" w:rsidTr="00F773BB">
        <w:tc>
          <w:tcPr>
            <w:tcW w:w="543" w:type="dxa"/>
            <w:vAlign w:val="center"/>
          </w:tcPr>
          <w:p w14:paraId="696550A8" w14:textId="77777777" w:rsidR="00F773BB" w:rsidRDefault="00F773BB" w:rsidP="00EB12AC">
            <w:pPr>
              <w:spacing w:before="120" w:after="120"/>
              <w:rPr>
                <w:b/>
              </w:rPr>
            </w:pPr>
            <w:r>
              <w:rPr>
                <w:b/>
              </w:rPr>
              <w:t>II.</w:t>
            </w:r>
          </w:p>
        </w:tc>
        <w:tc>
          <w:tcPr>
            <w:tcW w:w="2146" w:type="dxa"/>
            <w:vAlign w:val="center"/>
          </w:tcPr>
          <w:p w14:paraId="696550A9" w14:textId="77777777" w:rsidR="00F773BB" w:rsidRPr="008C4C60" w:rsidRDefault="00F773BB" w:rsidP="004461B7">
            <w:pPr>
              <w:spacing w:before="120"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Inhalte</w:t>
            </w:r>
          </w:p>
        </w:tc>
        <w:sdt>
          <w:sdtPr>
            <w:rPr>
              <w:rStyle w:val="InputZchn"/>
            </w:rPr>
            <w:id w:val="1300573971"/>
            <w:placeholder>
              <w:docPart w:val="8DCDDD99B8AF4CF4A8075FA8EADB50F2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13466" w:type="dxa"/>
                <w:gridSpan w:val="4"/>
                <w:vAlign w:val="center"/>
              </w:tcPr>
              <w:p w14:paraId="696550AA" w14:textId="77777777" w:rsidR="00F773BB" w:rsidRPr="00D82A9D" w:rsidRDefault="00F773BB" w:rsidP="00D82A9D">
                <w:pPr>
                  <w:spacing w:before="120" w:after="120"/>
                  <w:rPr>
                    <w:sz w:val="18"/>
                    <w:szCs w:val="18"/>
                  </w:rPr>
                </w:pPr>
                <w:r>
                  <w:rPr>
                    <w:rStyle w:val="Platzhaltertext"/>
                    <w:sz w:val="18"/>
                    <w:szCs w:val="18"/>
                  </w:rPr>
                  <w:t>Was werden Sie den Zielgruppen mitteilen?</w:t>
                </w:r>
              </w:p>
            </w:tc>
          </w:sdtContent>
        </w:sdt>
      </w:tr>
      <w:tr w:rsidR="00F773BB" w14:paraId="696550AF" w14:textId="77777777" w:rsidTr="00F773BB">
        <w:tc>
          <w:tcPr>
            <w:tcW w:w="543" w:type="dxa"/>
            <w:vAlign w:val="center"/>
          </w:tcPr>
          <w:p w14:paraId="696550AC" w14:textId="77777777" w:rsidR="00F773BB" w:rsidRDefault="00F773BB" w:rsidP="00EB12AC">
            <w:pPr>
              <w:spacing w:before="120" w:after="120"/>
              <w:rPr>
                <w:b/>
              </w:rPr>
            </w:pPr>
            <w:r>
              <w:rPr>
                <w:b/>
              </w:rPr>
              <w:t>III.</w:t>
            </w:r>
          </w:p>
        </w:tc>
        <w:tc>
          <w:tcPr>
            <w:tcW w:w="2146" w:type="dxa"/>
            <w:vAlign w:val="center"/>
          </w:tcPr>
          <w:p w14:paraId="696550AD" w14:textId="77777777" w:rsidR="00F773BB" w:rsidRPr="008C4C60" w:rsidRDefault="00F773BB" w:rsidP="00EB12AC">
            <w:pPr>
              <w:spacing w:before="120"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Medien</w:t>
            </w:r>
          </w:p>
        </w:tc>
        <w:sdt>
          <w:sdtPr>
            <w:rPr>
              <w:rStyle w:val="InputZchn"/>
            </w:rPr>
            <w:id w:val="912824169"/>
            <w:placeholder>
              <w:docPart w:val="0F7BBBFDA0E24D1CB1E7800AFB282111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13466" w:type="dxa"/>
                <w:gridSpan w:val="4"/>
                <w:vAlign w:val="center"/>
              </w:tcPr>
              <w:p w14:paraId="696550AE" w14:textId="77777777" w:rsidR="00F773BB" w:rsidRPr="00D82A9D" w:rsidRDefault="00F773BB" w:rsidP="0079508B">
                <w:pPr>
                  <w:spacing w:before="120" w:after="120"/>
                  <w:rPr>
                    <w:sz w:val="18"/>
                    <w:szCs w:val="18"/>
                  </w:rPr>
                </w:pPr>
                <w:r>
                  <w:rPr>
                    <w:rStyle w:val="Platzhaltertext"/>
                    <w:sz w:val="18"/>
                    <w:szCs w:val="18"/>
                  </w:rPr>
                  <w:t>Welche Medien (z.B. Firmenzeitsc</w:t>
                </w:r>
                <w:r w:rsidR="0079508B">
                  <w:rPr>
                    <w:rStyle w:val="Platzhaltertext"/>
                    <w:sz w:val="18"/>
                    <w:szCs w:val="18"/>
                  </w:rPr>
                  <w:t>hrift, Intranet, Teamsitzungen</w:t>
                </w:r>
                <w:r>
                  <w:rPr>
                    <w:rStyle w:val="Platzhaltertext"/>
                    <w:sz w:val="18"/>
                    <w:szCs w:val="18"/>
                  </w:rPr>
                  <w:t>) werden Sie dafür nutzen?</w:t>
                </w:r>
              </w:p>
            </w:tc>
          </w:sdtContent>
        </w:sdt>
      </w:tr>
      <w:tr w:rsidR="00F773BB" w14:paraId="696550B1" w14:textId="77777777" w:rsidTr="00047962">
        <w:trPr>
          <w:trHeight w:val="207"/>
        </w:trPr>
        <w:tc>
          <w:tcPr>
            <w:tcW w:w="16155" w:type="dxa"/>
            <w:gridSpan w:val="6"/>
            <w:vAlign w:val="center"/>
          </w:tcPr>
          <w:p w14:paraId="696550B0" w14:textId="77777777" w:rsidR="00F773BB" w:rsidRPr="00705D32" w:rsidRDefault="00F773BB" w:rsidP="00705D32">
            <w:pPr>
              <w:rPr>
                <w:sz w:val="16"/>
                <w:szCs w:val="16"/>
              </w:rPr>
            </w:pPr>
          </w:p>
        </w:tc>
      </w:tr>
      <w:tr w:rsidR="00705D32" w14:paraId="696550B8" w14:textId="77777777" w:rsidTr="00F773BB">
        <w:tc>
          <w:tcPr>
            <w:tcW w:w="543" w:type="dxa"/>
            <w:shd w:val="clear" w:color="auto" w:fill="C6D9F1" w:themeFill="text2" w:themeFillTint="33"/>
            <w:vAlign w:val="center"/>
          </w:tcPr>
          <w:p w14:paraId="696550B2" w14:textId="77777777" w:rsidR="00705D32" w:rsidRDefault="00705D32" w:rsidP="00705D32">
            <w:pPr>
              <w:spacing w:before="120" w:after="120"/>
              <w:rPr>
                <w:b/>
              </w:rPr>
            </w:pPr>
            <w:r>
              <w:rPr>
                <w:b/>
              </w:rPr>
              <w:t>Nr.</w:t>
            </w:r>
          </w:p>
        </w:tc>
        <w:tc>
          <w:tcPr>
            <w:tcW w:w="2146" w:type="dxa"/>
            <w:shd w:val="clear" w:color="auto" w:fill="C6D9F1" w:themeFill="text2" w:themeFillTint="33"/>
            <w:vAlign w:val="center"/>
          </w:tcPr>
          <w:p w14:paraId="696550B3" w14:textId="77777777" w:rsidR="00705D32" w:rsidRDefault="00705D32" w:rsidP="00705D32">
            <w:pPr>
              <w:spacing w:before="120" w:after="120"/>
              <w:rPr>
                <w:b/>
              </w:rPr>
            </w:pPr>
            <w:r>
              <w:rPr>
                <w:b/>
              </w:rPr>
              <w:t>Thema</w:t>
            </w:r>
          </w:p>
        </w:tc>
        <w:tc>
          <w:tcPr>
            <w:tcW w:w="7938" w:type="dxa"/>
            <w:shd w:val="clear" w:color="auto" w:fill="C6D9F1" w:themeFill="text2" w:themeFillTint="33"/>
            <w:vAlign w:val="center"/>
          </w:tcPr>
          <w:p w14:paraId="696550B4" w14:textId="77777777" w:rsidR="00705D32" w:rsidRDefault="00F773BB" w:rsidP="00705D32">
            <w:pPr>
              <w:spacing w:before="120" w:after="120"/>
              <w:rPr>
                <w:b/>
              </w:rPr>
            </w:pPr>
            <w:r>
              <w:rPr>
                <w:b/>
              </w:rPr>
              <w:t>Beschreibung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696550B5" w14:textId="77777777" w:rsidR="00705D32" w:rsidRDefault="00705D32" w:rsidP="00705D32">
            <w:pPr>
              <w:spacing w:before="120" w:after="120"/>
              <w:rPr>
                <w:b/>
              </w:rPr>
            </w:pPr>
            <w:r>
              <w:rPr>
                <w:b/>
              </w:rPr>
              <w:t>Beteiligte</w:t>
            </w:r>
          </w:p>
        </w:tc>
        <w:tc>
          <w:tcPr>
            <w:tcW w:w="1559" w:type="dxa"/>
            <w:shd w:val="clear" w:color="auto" w:fill="C6D9F1" w:themeFill="text2" w:themeFillTint="33"/>
            <w:vAlign w:val="center"/>
          </w:tcPr>
          <w:p w14:paraId="696550B6" w14:textId="77777777" w:rsidR="00705D32" w:rsidRDefault="00705D32" w:rsidP="00705D32">
            <w:pPr>
              <w:spacing w:before="120" w:after="120"/>
              <w:rPr>
                <w:b/>
              </w:rPr>
            </w:pPr>
            <w:r>
              <w:rPr>
                <w:b/>
              </w:rPr>
              <w:t>Verantwortlich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14:paraId="696550B7" w14:textId="77777777" w:rsidR="00705D32" w:rsidRDefault="00705D32" w:rsidP="00705D32">
            <w:pPr>
              <w:spacing w:before="120" w:after="120"/>
              <w:rPr>
                <w:b/>
              </w:rPr>
            </w:pPr>
            <w:r>
              <w:rPr>
                <w:b/>
              </w:rPr>
              <w:t>Zieltermin</w:t>
            </w:r>
          </w:p>
        </w:tc>
      </w:tr>
      <w:tr w:rsidR="004461B7" w14:paraId="696550BF" w14:textId="77777777" w:rsidTr="00F773BB">
        <w:tc>
          <w:tcPr>
            <w:tcW w:w="543" w:type="dxa"/>
            <w:vAlign w:val="center"/>
          </w:tcPr>
          <w:p w14:paraId="696550B9" w14:textId="77777777" w:rsidR="004461B7" w:rsidRDefault="004461B7" w:rsidP="00EB12AC">
            <w:pPr>
              <w:spacing w:before="120" w:after="120"/>
              <w:rPr>
                <w:b/>
              </w:rPr>
            </w:pPr>
            <w:r>
              <w:rPr>
                <w:b/>
              </w:rPr>
              <w:t>IV.</w:t>
            </w:r>
          </w:p>
        </w:tc>
        <w:tc>
          <w:tcPr>
            <w:tcW w:w="2146" w:type="dxa"/>
            <w:vAlign w:val="center"/>
          </w:tcPr>
          <w:p w14:paraId="696550BA" w14:textId="77777777" w:rsidR="004461B7" w:rsidRPr="008C4C60" w:rsidRDefault="00705D32" w:rsidP="00EB12AC">
            <w:pPr>
              <w:spacing w:before="120"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Vorgehen</w:t>
            </w:r>
          </w:p>
        </w:tc>
        <w:sdt>
          <w:sdtPr>
            <w:rPr>
              <w:rStyle w:val="InputZchn"/>
            </w:rPr>
            <w:id w:val="1165370729"/>
            <w:placeholder>
              <w:docPart w:val="521691631501443B97A9011781B04C35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7938" w:type="dxa"/>
                <w:vAlign w:val="center"/>
              </w:tcPr>
              <w:p w14:paraId="696550BB" w14:textId="77777777" w:rsidR="004461B7" w:rsidRPr="00110ACB" w:rsidRDefault="00705D32" w:rsidP="00705D32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>
                  <w:rPr>
                    <w:rStyle w:val="Platzhaltertext"/>
                    <w:sz w:val="18"/>
                    <w:szCs w:val="18"/>
                  </w:rPr>
                  <w:t>In welchen Schritten werden Sie vorgehen, um die Informationen zu verteilen</w:t>
                </w:r>
                <w:r w:rsidR="004461B7">
                  <w:rPr>
                    <w:rStyle w:val="Platzhaltertext"/>
                    <w:sz w:val="18"/>
                    <w:szCs w:val="18"/>
                  </w:rPr>
                  <w:t>?</w:t>
                </w:r>
              </w:p>
            </w:tc>
          </w:sdtContent>
        </w:sdt>
        <w:sdt>
          <w:sdtPr>
            <w:rPr>
              <w:rStyle w:val="InputZchn"/>
            </w:rPr>
            <w:id w:val="-1905528700"/>
            <w:placeholder>
              <w:docPart w:val="646C90274B0E496DB8B7532C9F04DDA3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2268" w:type="dxa"/>
                <w:vAlign w:val="center"/>
              </w:tcPr>
              <w:p w14:paraId="696550BC" w14:textId="77777777" w:rsidR="004461B7" w:rsidRDefault="004461B7" w:rsidP="004461B7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>
                  <w:rPr>
                    <w:rStyle w:val="Platzhaltertext"/>
                    <w:sz w:val="18"/>
                    <w:szCs w:val="18"/>
                  </w:rPr>
                  <w:t>Namen</w:t>
                </w:r>
              </w:p>
            </w:tc>
          </w:sdtContent>
        </w:sdt>
        <w:sdt>
          <w:sdtPr>
            <w:rPr>
              <w:rStyle w:val="InputZchn"/>
            </w:rPr>
            <w:id w:val="983514561"/>
            <w:placeholder>
              <w:docPart w:val="EBBA0E887B6D4A3F91BA0A840A7CA6E2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1559" w:type="dxa"/>
                <w:vAlign w:val="center"/>
              </w:tcPr>
              <w:p w14:paraId="696550BD" w14:textId="77777777" w:rsidR="004461B7" w:rsidRPr="00110ACB" w:rsidRDefault="004461B7" w:rsidP="00EB12AC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110ACB">
                  <w:rPr>
                    <w:rStyle w:val="Platzhaltertext"/>
                    <w:sz w:val="18"/>
                    <w:szCs w:val="18"/>
                  </w:rPr>
                  <w:t>Name</w:t>
                </w:r>
              </w:p>
            </w:tc>
          </w:sdtContent>
        </w:sdt>
        <w:sdt>
          <w:sdtPr>
            <w:rPr>
              <w:rStyle w:val="InputZchn"/>
            </w:rPr>
            <w:id w:val="-1143652693"/>
            <w:placeholder>
              <w:docPart w:val="EAC82368F4D34DE49D7FCD8A18194B33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>
            <w:rPr>
              <w:rStyle w:val="Absatz-Standardschriftart"/>
              <w:rFonts w:cstheme="minorBidi"/>
              <w:sz w:val="18"/>
              <w:szCs w:val="18"/>
            </w:rPr>
          </w:sdtEndPr>
          <w:sdtContent>
            <w:tc>
              <w:tcPr>
                <w:tcW w:w="1701" w:type="dxa"/>
                <w:vAlign w:val="center"/>
              </w:tcPr>
              <w:p w14:paraId="696550BE" w14:textId="77777777" w:rsidR="004461B7" w:rsidRPr="00D82A9D" w:rsidRDefault="00705D32" w:rsidP="00705D32">
                <w:pPr>
                  <w:spacing w:before="120" w:after="120"/>
                  <w:rPr>
                    <w:sz w:val="18"/>
                    <w:szCs w:val="18"/>
                  </w:rPr>
                </w:pPr>
                <w:r>
                  <w:rPr>
                    <w:rStyle w:val="Platzhaltertext"/>
                  </w:rPr>
                  <w:t>Datum</w:t>
                </w:r>
              </w:p>
            </w:tc>
          </w:sdtContent>
        </w:sdt>
      </w:tr>
    </w:tbl>
    <w:p w14:paraId="696550C0" w14:textId="77777777" w:rsidR="008E2E41" w:rsidRDefault="008E2E41" w:rsidP="00832E5F"/>
    <w:p w14:paraId="696550C1" w14:textId="77777777" w:rsidR="00BF4CA9" w:rsidRPr="000F5082" w:rsidRDefault="00BF4CA9" w:rsidP="00BF4CA9">
      <w:pPr>
        <w:pStyle w:val="berschrift2"/>
      </w:pPr>
      <w:r w:rsidRPr="000F5082">
        <w:t>Prozessbeteiligte</w:t>
      </w:r>
    </w:p>
    <w:p w14:paraId="696550C2" w14:textId="77777777" w:rsidR="00BF4CA9" w:rsidRPr="008E5080" w:rsidRDefault="00BF4CA9" w:rsidP="00BF4CA9">
      <w:pPr>
        <w:spacing w:before="240"/>
        <w:rPr>
          <w:rFonts w:cstheme="minorHAnsi"/>
          <w:szCs w:val="20"/>
        </w:rPr>
      </w:pPr>
      <w:r w:rsidRPr="008E5080">
        <w:rPr>
          <w:rFonts w:cstheme="minorHAnsi"/>
          <w:szCs w:val="20"/>
        </w:rPr>
        <w:t xml:space="preserve">Dokumentieren Sie, welche Personen dieses Arbeitsmaterial erstellt und aktualisiert haben. </w:t>
      </w:r>
    </w:p>
    <w:tbl>
      <w:tblPr>
        <w:tblStyle w:val="Tabellenraster"/>
        <w:tblW w:w="9214" w:type="dxa"/>
        <w:tblLook w:val="04A0" w:firstRow="1" w:lastRow="0" w:firstColumn="1" w:lastColumn="0" w:noHBand="0" w:noVBand="1"/>
      </w:tblPr>
      <w:tblGrid>
        <w:gridCol w:w="9214"/>
      </w:tblGrid>
      <w:tr w:rsidR="00BF4CA9" w14:paraId="696550C4" w14:textId="77777777" w:rsidTr="00F773BB">
        <w:sdt>
          <w:sdtPr>
            <w:rPr>
              <w:szCs w:val="20"/>
            </w:rPr>
            <w:id w:val="-1860191678"/>
            <w:placeholder>
              <w:docPart w:val="9E1EF04015594D88876BEC827884E775"/>
            </w:placeholder>
            <w:showingPlcHdr/>
          </w:sdtPr>
          <w:sdtEndPr>
            <w:rPr>
              <w:szCs w:val="22"/>
            </w:rPr>
          </w:sdtEndPr>
          <w:sdtContent>
            <w:tc>
              <w:tcPr>
                <w:tcW w:w="9214" w:type="dxa"/>
                <w:shd w:val="clear" w:color="auto" w:fill="D9D9D9" w:themeFill="background1" w:themeFillShade="D9"/>
                <w:vAlign w:val="center"/>
              </w:tcPr>
              <w:p w14:paraId="696550C3" w14:textId="77777777" w:rsidR="00BF4CA9" w:rsidRDefault="00BF4CA9" w:rsidP="00137A45">
                <w:pPr>
                  <w:spacing w:before="60"/>
                </w:pPr>
                <w:r>
                  <w:rPr>
                    <w:rStyle w:val="Platzhaltertext"/>
                  </w:rPr>
                  <w:t>Namen</w:t>
                </w:r>
              </w:p>
            </w:tc>
          </w:sdtContent>
        </w:sdt>
      </w:tr>
    </w:tbl>
    <w:p w14:paraId="696550C5" w14:textId="77777777" w:rsidR="00BF4CA9" w:rsidRDefault="00BF4CA9" w:rsidP="00BF4CA9"/>
    <w:p w14:paraId="696550C6" w14:textId="77777777" w:rsidR="001E185C" w:rsidRPr="00C55675" w:rsidRDefault="00BF4CA9" w:rsidP="00672C68">
      <w:pPr>
        <w:tabs>
          <w:tab w:val="left" w:pos="2268"/>
        </w:tabs>
      </w:pPr>
      <w:r w:rsidRPr="00641922">
        <w:rPr>
          <w:szCs w:val="20"/>
        </w:rPr>
        <w:t>Letzte Aktualisierung am:</w:t>
      </w:r>
      <w:r w:rsidRPr="00641922">
        <w:rPr>
          <w:szCs w:val="20"/>
        </w:rPr>
        <w:tab/>
      </w:r>
      <w:sdt>
        <w:sdtPr>
          <w:alias w:val="Datum"/>
          <w:tag w:val="Datum"/>
          <w:id w:val="400485692"/>
          <w:placeholder>
            <w:docPart w:val="D77B531BC7E44352A37BB758B61B8EBC"/>
          </w:placeholder>
          <w:showingPlcHdr/>
          <w:date>
            <w:dateFormat w:val="dd.MM.yyyy"/>
            <w:lid w:val="de-DE"/>
            <w:storeMappedDataAs w:val="dateTime"/>
            <w:calendar w:val="gregorian"/>
          </w:date>
        </w:sdtPr>
        <w:sdtEndPr/>
        <w:sdtContent>
          <w:r>
            <w:rPr>
              <w:rStyle w:val="Platzhaltertext"/>
            </w:rPr>
            <w:t>Datum</w:t>
          </w:r>
        </w:sdtContent>
      </w:sdt>
    </w:p>
    <w:sectPr w:rsidR="001E185C" w:rsidRPr="00C55675" w:rsidSect="00705D3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6838" w:h="11906" w:orient="landscape" w:code="9"/>
      <w:pgMar w:top="1701" w:right="284" w:bottom="1418" w:left="284" w:header="56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A71E42" w14:textId="77777777" w:rsidR="00005A2C" w:rsidRDefault="00005A2C" w:rsidP="005F2D7F">
      <w:pPr>
        <w:spacing w:after="0" w:line="240" w:lineRule="auto"/>
      </w:pPr>
      <w:r>
        <w:separator/>
      </w:r>
    </w:p>
  </w:endnote>
  <w:endnote w:type="continuationSeparator" w:id="0">
    <w:p w14:paraId="1061D09A" w14:textId="77777777" w:rsidR="00005A2C" w:rsidRDefault="00005A2C" w:rsidP="005F2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C445A8" w14:textId="77777777" w:rsidR="00E07E2A" w:rsidRDefault="00E07E2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6550CD" w14:textId="7BCEA31F" w:rsidR="006C60BE" w:rsidRDefault="00BF1B4A" w:rsidP="00CF79EC">
    <w:pPr>
      <w:pStyle w:val="Fuzeile"/>
      <w:spacing w:before="480"/>
      <w:jc w:val="center"/>
    </w:pPr>
    <w:r>
      <w:rPr>
        <w:noProof/>
      </w:rPr>
      <w:drawing>
        <wp:anchor distT="0" distB="0" distL="114300" distR="114300" simplePos="0" relativeHeight="251673600" behindDoc="1" locked="0" layoutInCell="1" allowOverlap="1" wp14:anchorId="2A26779C" wp14:editId="48A7F274">
          <wp:simplePos x="0" y="0"/>
          <wp:positionH relativeFrom="column">
            <wp:posOffset>86360</wp:posOffset>
          </wp:positionH>
          <wp:positionV relativeFrom="paragraph">
            <wp:posOffset>635</wp:posOffset>
          </wp:positionV>
          <wp:extent cx="1413510" cy="289560"/>
          <wp:effectExtent l="0" t="0" r="0" b="0"/>
          <wp:wrapTight wrapText="bothSides">
            <wp:wrapPolygon edited="0">
              <wp:start x="0" y="0"/>
              <wp:lineTo x="0" y="19895"/>
              <wp:lineTo x="21251" y="19895"/>
              <wp:lineTo x="21251" y="0"/>
              <wp:lineTo x="0" y="0"/>
            </wp:wrapPolygon>
          </wp:wrapTight>
          <wp:docPr id="7" name="Grafik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3510" cy="2895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14316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696550D2" wp14:editId="696550D3">
              <wp:simplePos x="0" y="0"/>
              <wp:positionH relativeFrom="column">
                <wp:posOffset>9201664</wp:posOffset>
              </wp:positionH>
              <wp:positionV relativeFrom="paragraph">
                <wp:posOffset>312403</wp:posOffset>
              </wp:positionV>
              <wp:extent cx="1059815" cy="238125"/>
              <wp:effectExtent l="0" t="0" r="0" b="0"/>
              <wp:wrapNone/>
              <wp:docPr id="10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59815" cy="2381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6550E2" w14:textId="650FF41E" w:rsidR="00A14316" w:rsidRPr="00705353" w:rsidRDefault="00A14316" w:rsidP="00A14316">
                          <w:pPr>
                            <w:rPr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48DD4" w:themeColor="text2" w:themeTint="99"/>
                              <w:sz w:val="16"/>
                              <w:szCs w:val="16"/>
                            </w:rPr>
                            <w:t xml:space="preserve">Stand:  </w:t>
                          </w:r>
                          <w:r w:rsidR="00E07E2A">
                            <w:rPr>
                              <w:color w:val="548DD4" w:themeColor="text2" w:themeTint="99"/>
                              <w:sz w:val="16"/>
                              <w:szCs w:val="16"/>
                            </w:rPr>
                            <w:t>07.02.2018</w:t>
                          </w:r>
                          <w:bookmarkStart w:id="0" w:name="_GoBack"/>
                          <w:bookmarkEnd w:id="0"/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6550D2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724.55pt;margin-top:24.6pt;width:83.45pt;height:18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" filled="f" stroked="f">
              <v:textbox>
                <w:txbxContent>
                  <w:p w14:paraId="696550E2" w14:textId="650FF41E" w:rsidR="00A14316" w:rsidRPr="00705353" w:rsidRDefault="00A14316" w:rsidP="00A14316">
                    <w:pPr>
                      <w:rPr>
                        <w:color w:val="548DD4" w:themeColor="text2" w:themeTint="99"/>
                        <w:sz w:val="16"/>
                        <w:szCs w:val="16"/>
                      </w:rPr>
                    </w:pPr>
                    <w:r>
                      <w:rPr>
                        <w:color w:val="548DD4" w:themeColor="text2" w:themeTint="99"/>
                        <w:sz w:val="16"/>
                        <w:szCs w:val="16"/>
                      </w:rPr>
                      <w:t xml:space="preserve">Stand:  </w:t>
                    </w:r>
                    <w:r w:rsidR="00E07E2A">
                      <w:rPr>
                        <w:color w:val="548DD4" w:themeColor="text2" w:themeTint="99"/>
                        <w:sz w:val="16"/>
                        <w:szCs w:val="16"/>
                      </w:rPr>
                      <w:t>07.02.2018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 w:rsidR="003774AA">
      <w:rPr>
        <w:noProof/>
        <w:color w:val="A6A6A6" w:themeColor="background1" w:themeShade="A6"/>
        <w:sz w:val="32"/>
      </w:rPr>
      <w:drawing>
        <wp:anchor distT="0" distB="0" distL="114300" distR="114300" simplePos="0" relativeHeight="251668480" behindDoc="0" locked="0" layoutInCell="1" allowOverlap="1" wp14:anchorId="696550D4" wp14:editId="696550D5">
          <wp:simplePos x="0" y="0"/>
          <wp:positionH relativeFrom="column">
            <wp:posOffset>9041829</wp:posOffset>
          </wp:positionH>
          <wp:positionV relativeFrom="paragraph">
            <wp:posOffset>3175</wp:posOffset>
          </wp:positionV>
          <wp:extent cx="528955" cy="269875"/>
          <wp:effectExtent l="0" t="0" r="4445" b="0"/>
          <wp:wrapNone/>
          <wp:docPr id="30" name="Grafik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Grafik 30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8955" cy="269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774AA">
      <w:rPr>
        <w:noProof/>
        <w:color w:val="A6A6A6" w:themeColor="background1" w:themeShade="A6"/>
        <w:sz w:val="32"/>
      </w:rPr>
      <w:drawing>
        <wp:anchor distT="0" distB="0" distL="114300" distR="114300" simplePos="0" relativeHeight="251667456" behindDoc="0" locked="0" layoutInCell="1" allowOverlap="1" wp14:anchorId="696550D6" wp14:editId="696550D7">
          <wp:simplePos x="0" y="0"/>
          <wp:positionH relativeFrom="column">
            <wp:posOffset>9755761</wp:posOffset>
          </wp:positionH>
          <wp:positionV relativeFrom="paragraph">
            <wp:posOffset>3175</wp:posOffset>
          </wp:positionV>
          <wp:extent cx="561340" cy="269875"/>
          <wp:effectExtent l="0" t="0" r="0" b="0"/>
          <wp:wrapNone/>
          <wp:docPr id="29" name="Bild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Bild 9"/>
                  <pic:cNvPicPr>
                    <a:picLocks noChangeAspect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340" cy="269875"/>
                  </a:xfrm>
                  <a:prstGeom prst="rect">
                    <a:avLst/>
                  </a:prstGeom>
                  <a:noFill/>
                  <a:ln w="9525" algn="ctr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774AA">
      <w:rPr>
        <w:noProof/>
        <w:color w:val="A6A6A6" w:themeColor="background1" w:themeShade="A6"/>
        <w:sz w:val="32"/>
      </w:rPr>
      <w:drawing>
        <wp:anchor distT="0" distB="0" distL="114300" distR="114300" simplePos="0" relativeHeight="251666432" behindDoc="0" locked="0" layoutInCell="1" allowOverlap="1" wp14:anchorId="696550D8" wp14:editId="696550D9">
          <wp:simplePos x="0" y="0"/>
          <wp:positionH relativeFrom="column">
            <wp:posOffset>2606739</wp:posOffset>
          </wp:positionH>
          <wp:positionV relativeFrom="paragraph">
            <wp:posOffset>-6350</wp:posOffset>
          </wp:positionV>
          <wp:extent cx="1692275" cy="233680"/>
          <wp:effectExtent l="0" t="0" r="3175" b="0"/>
          <wp:wrapNone/>
          <wp:docPr id="31" name="Bild 7" descr="unternehmer-nrw-400x5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Bild 7" descr="unternehmer-nrw-400x55.jpg"/>
                  <pic:cNvPicPr>
                    <a:picLocks noChangeAspect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2275" cy="2336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774AA">
      <w:rPr>
        <w:noProof/>
        <w:color w:val="A6A6A6" w:themeColor="background1" w:themeShade="A6"/>
        <w:sz w:val="32"/>
      </w:rPr>
      <w:drawing>
        <wp:anchor distT="0" distB="0" distL="114300" distR="114300" simplePos="0" relativeHeight="251669504" behindDoc="0" locked="0" layoutInCell="1" allowOverlap="1" wp14:anchorId="696550DA" wp14:editId="696550DB">
          <wp:simplePos x="0" y="0"/>
          <wp:positionH relativeFrom="column">
            <wp:posOffset>1712024</wp:posOffset>
          </wp:positionH>
          <wp:positionV relativeFrom="paragraph">
            <wp:posOffset>-55880</wp:posOffset>
          </wp:positionV>
          <wp:extent cx="632460" cy="374015"/>
          <wp:effectExtent l="0" t="0" r="0" b="6985"/>
          <wp:wrapNone/>
          <wp:docPr id="33" name="Grafi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Grafik 33"/>
                  <pic:cNvPicPr>
                    <a:picLocks noChangeAspect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2460" cy="3740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C60BE">
      <w:rPr>
        <w:noProof/>
        <w:color w:val="A6A6A6" w:themeColor="background1" w:themeShade="A6"/>
        <w:sz w:val="32"/>
      </w:rPr>
      <mc:AlternateContent>
        <mc:Choice Requires="wps">
          <w:drawing>
            <wp:anchor distT="0" distB="0" distL="114300" distR="114300" simplePos="0" relativeHeight="251670528" behindDoc="0" locked="1" layoutInCell="1" allowOverlap="1" wp14:anchorId="696550DE" wp14:editId="378DBB26">
              <wp:simplePos x="0" y="0"/>
              <wp:positionH relativeFrom="column">
                <wp:posOffset>4864735</wp:posOffset>
              </wp:positionH>
              <wp:positionV relativeFrom="page">
                <wp:posOffset>10288905</wp:posOffset>
              </wp:positionV>
              <wp:extent cx="968375" cy="213995"/>
              <wp:effectExtent l="0" t="0" r="3175" b="0"/>
              <wp:wrapNone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68375" cy="21399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6550E3" w14:textId="77777777" w:rsidR="006C60BE" w:rsidRPr="0010028E" w:rsidRDefault="006C60BE" w:rsidP="006C60BE">
                          <w:pPr>
                            <w:spacing w:after="0"/>
                            <w:rPr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10028E">
                            <w:rPr>
                              <w:color w:val="548DD4" w:themeColor="text2" w:themeTint="99"/>
                              <w:sz w:val="16"/>
                              <w:szCs w:val="16"/>
                            </w:rPr>
                            <w:t>Stand: 05.</w:t>
                          </w:r>
                          <w:r>
                            <w:rPr>
                              <w:color w:val="548DD4" w:themeColor="text2" w:themeTint="99"/>
                              <w:sz w:val="16"/>
                              <w:szCs w:val="16"/>
                            </w:rPr>
                            <w:t>03</w:t>
                          </w:r>
                          <w:r w:rsidRPr="0010028E">
                            <w:rPr>
                              <w:color w:val="548DD4" w:themeColor="text2" w:themeTint="99"/>
                              <w:sz w:val="16"/>
                              <w:szCs w:val="16"/>
                            </w:rPr>
                            <w:t>.2016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96550DE" id="Textfeld 6" o:spid="_x0000_s1027" type="#_x0000_t202" style="position:absolute;left:0;text-align:left;margin-left:383.05pt;margin-top:810.15pt;width:76.25pt;height:16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" fillcolor="white [3201]" stroked="f" strokeweight=".5pt">
              <v:textbox>
                <w:txbxContent>
                  <w:p w14:paraId="696550E3" w14:textId="77777777" w:rsidR="006C60BE" w:rsidRPr="0010028E" w:rsidRDefault="006C60BE" w:rsidP="006C60BE">
                    <w:pPr>
                      <w:spacing w:after="0"/>
                      <w:rPr>
                        <w:color w:val="548DD4" w:themeColor="text2" w:themeTint="99"/>
                        <w:sz w:val="16"/>
                        <w:szCs w:val="16"/>
                      </w:rPr>
                    </w:pPr>
                    <w:r w:rsidRPr="0010028E">
                      <w:rPr>
                        <w:color w:val="548DD4" w:themeColor="text2" w:themeTint="99"/>
                        <w:sz w:val="16"/>
                        <w:szCs w:val="16"/>
                      </w:rPr>
                      <w:t>Stand: 05.</w:t>
                    </w:r>
                    <w:r>
                      <w:rPr>
                        <w:color w:val="548DD4" w:themeColor="text2" w:themeTint="99"/>
                        <w:sz w:val="16"/>
                        <w:szCs w:val="16"/>
                      </w:rPr>
                      <w:t>03</w:t>
                    </w:r>
                    <w:r w:rsidRPr="0010028E">
                      <w:rPr>
                        <w:color w:val="548DD4" w:themeColor="text2" w:themeTint="99"/>
                        <w:sz w:val="16"/>
                        <w:szCs w:val="16"/>
                      </w:rPr>
                      <w:t>.2016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6C60BE">
      <w:rPr>
        <w:noProof/>
        <w:color w:val="A6A6A6" w:themeColor="background1" w:themeShade="A6"/>
        <w:sz w:val="32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96550E0" wp14:editId="696550E1">
              <wp:simplePos x="0" y="0"/>
              <wp:positionH relativeFrom="column">
                <wp:posOffset>5715</wp:posOffset>
              </wp:positionH>
              <wp:positionV relativeFrom="paragraph">
                <wp:posOffset>-167005</wp:posOffset>
              </wp:positionV>
              <wp:extent cx="10332000" cy="0"/>
              <wp:effectExtent l="0" t="0" r="31750" b="19050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33200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2825E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.45pt;margin-top:-13.15pt;width:813.5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" strokecolor="#bfbfbf [2412]" strokeweight="1.5pt">
              <v:shadow color="#7f7f7f [1601]" opacity=".5" offset="1pt"/>
            </v:shape>
          </w:pict>
        </mc:Fallback>
      </mc:AlternateContent>
    </w:r>
    <w:r w:rsidR="006C60BE" w:rsidRPr="00B9121C">
      <w:rPr>
        <w:color w:val="7F7F7F" w:themeColor="text1" w:themeTint="80"/>
      </w:rPr>
      <w:fldChar w:fldCharType="begin"/>
    </w:r>
    <w:r w:rsidR="006C60BE" w:rsidRPr="00B9121C">
      <w:rPr>
        <w:color w:val="7F7F7F" w:themeColor="text1" w:themeTint="80"/>
      </w:rPr>
      <w:instrText>PAGE   \* MERGEFORMAT</w:instrText>
    </w:r>
    <w:r w:rsidR="006C60BE" w:rsidRPr="00B9121C">
      <w:rPr>
        <w:color w:val="7F7F7F" w:themeColor="text1" w:themeTint="80"/>
      </w:rPr>
      <w:fldChar w:fldCharType="separate"/>
    </w:r>
    <w:r w:rsidR="00E07E2A">
      <w:rPr>
        <w:noProof/>
        <w:color w:val="7F7F7F" w:themeColor="text1" w:themeTint="80"/>
      </w:rPr>
      <w:t>1</w:t>
    </w:r>
    <w:r w:rsidR="006C60BE" w:rsidRPr="00B9121C">
      <w:rPr>
        <w:color w:val="7F7F7F" w:themeColor="text1" w:themeTint="8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C6B625" w14:textId="77777777" w:rsidR="00E07E2A" w:rsidRDefault="00E07E2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3FDD42" w14:textId="77777777" w:rsidR="00005A2C" w:rsidRDefault="00005A2C" w:rsidP="005F2D7F">
      <w:pPr>
        <w:spacing w:after="0" w:line="240" w:lineRule="auto"/>
      </w:pPr>
      <w:r>
        <w:separator/>
      </w:r>
    </w:p>
  </w:footnote>
  <w:footnote w:type="continuationSeparator" w:id="0">
    <w:p w14:paraId="062D3DC6" w14:textId="77777777" w:rsidR="00005A2C" w:rsidRDefault="00005A2C" w:rsidP="005F2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BE3C50" w14:textId="77777777" w:rsidR="00E07E2A" w:rsidRDefault="00E07E2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6550CB" w14:textId="77777777" w:rsidR="006C60BE" w:rsidRDefault="006C60BE" w:rsidP="006C60BE">
    <w:pPr>
      <w:pStyle w:val="Kopfzeile"/>
      <w:tabs>
        <w:tab w:val="left" w:pos="4425"/>
      </w:tabs>
      <w:rPr>
        <w:color w:val="A6A6A6" w:themeColor="background1" w:themeShade="A6"/>
        <w:sz w:val="24"/>
      </w:rPr>
    </w:pPr>
    <w:r w:rsidRPr="00B9121C">
      <w:rPr>
        <w:noProof/>
        <w:color w:val="7F7F7F" w:themeColor="text1" w:themeTint="80"/>
        <w:sz w:val="24"/>
      </w:rPr>
      <w:drawing>
        <wp:anchor distT="0" distB="0" distL="114300" distR="114300" simplePos="0" relativeHeight="251655168" behindDoc="0" locked="0" layoutInCell="1" allowOverlap="1" wp14:anchorId="696550CE" wp14:editId="696550CF">
          <wp:simplePos x="0" y="0"/>
          <wp:positionH relativeFrom="column">
            <wp:posOffset>9579417</wp:posOffset>
          </wp:positionH>
          <wp:positionV relativeFrom="paragraph">
            <wp:posOffset>-121920</wp:posOffset>
          </wp:positionV>
          <wp:extent cx="738000" cy="630000"/>
          <wp:effectExtent l="0" t="0" r="5080" b="0"/>
          <wp:wrapNone/>
          <wp:docPr id="41" name="Grafik 1" descr="da_logo_solo_2308201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_logo_solo_2308201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8000" cy="63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A6A6A6" w:themeColor="background1" w:themeShade="A6"/>
        <w:sz w:val="32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96550D0" wp14:editId="696550D1">
              <wp:simplePos x="0" y="0"/>
              <wp:positionH relativeFrom="column">
                <wp:posOffset>5080</wp:posOffset>
              </wp:positionH>
              <wp:positionV relativeFrom="paragraph">
                <wp:posOffset>559435</wp:posOffset>
              </wp:positionV>
              <wp:extent cx="10332000" cy="0"/>
              <wp:effectExtent l="0" t="0" r="31750" b="19050"/>
              <wp:wrapNone/>
              <wp:docPr id="2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33200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5B764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4pt;margin-top:44.05pt;width:813.55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" strokecolor="#bfbfbf [2412]" strokeweight="1.5pt">
              <v:shadow color="#7f7f7f [1601]" opacity=".5" offset="1pt"/>
            </v:shape>
          </w:pict>
        </mc:Fallback>
      </mc:AlternateContent>
    </w:r>
    <w:r w:rsidRPr="00B9121C">
      <w:rPr>
        <w:color w:val="7F7F7F" w:themeColor="text1" w:themeTint="80"/>
        <w:sz w:val="24"/>
      </w:rPr>
      <w:t>Dokumentation (</w:t>
    </w:r>
    <w:r w:rsidR="00705D32">
      <w:rPr>
        <w:color w:val="7F7F7F" w:themeColor="text1" w:themeTint="80"/>
        <w:sz w:val="24"/>
      </w:rPr>
      <w:t>9</w:t>
    </w:r>
    <w:r w:rsidRPr="00B9121C">
      <w:rPr>
        <w:color w:val="7F7F7F" w:themeColor="text1" w:themeTint="80"/>
        <w:sz w:val="24"/>
      </w:rPr>
      <w:t>)</w:t>
    </w:r>
    <w:r w:rsidRPr="00DE0528">
      <w:rPr>
        <w:color w:val="A6A6A6" w:themeColor="background1" w:themeShade="A6"/>
        <w:sz w:val="24"/>
      </w:rPr>
      <w:t xml:space="preserve"> </w:t>
    </w:r>
  </w:p>
  <w:p w14:paraId="696550CC" w14:textId="77777777" w:rsidR="006C60BE" w:rsidRPr="0074692A" w:rsidRDefault="00705D32" w:rsidP="006C60BE">
    <w:pPr>
      <w:pStyle w:val="Kopfzeile"/>
      <w:tabs>
        <w:tab w:val="left" w:pos="4425"/>
      </w:tabs>
      <w:spacing w:before="120"/>
      <w:rPr>
        <w:b/>
        <w:color w:val="548DD4" w:themeColor="text2" w:themeTint="99"/>
        <w:sz w:val="36"/>
        <w:szCs w:val="36"/>
      </w:rPr>
    </w:pPr>
    <w:r>
      <w:rPr>
        <w:b/>
        <w:color w:val="548DD4" w:themeColor="text2" w:themeTint="99"/>
        <w:sz w:val="36"/>
        <w:szCs w:val="36"/>
      </w:rPr>
      <w:t>Kommunikation</w:t>
    </w:r>
    <w:r w:rsidR="00752F24">
      <w:rPr>
        <w:b/>
        <w:color w:val="548DD4" w:themeColor="text2" w:themeTint="99"/>
        <w:sz w:val="36"/>
        <w:szCs w:val="36"/>
      </w:rPr>
      <w:t xml:space="preserve"> - Planung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1E1E9E" w14:textId="77777777" w:rsidR="00E07E2A" w:rsidRDefault="00E07E2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B6089"/>
    <w:multiLevelType w:val="hybridMultilevel"/>
    <w:tmpl w:val="64965514"/>
    <w:lvl w:ilvl="0" w:tplc="30AEE4D0">
      <w:start w:val="1"/>
      <w:numFmt w:val="decimal"/>
      <w:lvlText w:val="%1."/>
      <w:lvlJc w:val="left"/>
      <w:pPr>
        <w:ind w:left="709" w:hanging="360"/>
      </w:pPr>
    </w:lvl>
    <w:lvl w:ilvl="1" w:tplc="04070019" w:tentative="1">
      <w:start w:val="1"/>
      <w:numFmt w:val="lowerLetter"/>
      <w:lvlText w:val="%2."/>
      <w:lvlJc w:val="left"/>
      <w:pPr>
        <w:ind w:left="1429" w:hanging="360"/>
      </w:pPr>
    </w:lvl>
    <w:lvl w:ilvl="2" w:tplc="0407001B" w:tentative="1">
      <w:start w:val="1"/>
      <w:numFmt w:val="lowerRoman"/>
      <w:lvlText w:val="%3."/>
      <w:lvlJc w:val="right"/>
      <w:pPr>
        <w:ind w:left="2149" w:hanging="180"/>
      </w:pPr>
    </w:lvl>
    <w:lvl w:ilvl="3" w:tplc="0407000F" w:tentative="1">
      <w:start w:val="1"/>
      <w:numFmt w:val="decimal"/>
      <w:lvlText w:val="%4."/>
      <w:lvlJc w:val="left"/>
      <w:pPr>
        <w:ind w:left="2869" w:hanging="360"/>
      </w:pPr>
    </w:lvl>
    <w:lvl w:ilvl="4" w:tplc="04070019" w:tentative="1">
      <w:start w:val="1"/>
      <w:numFmt w:val="lowerLetter"/>
      <w:lvlText w:val="%5."/>
      <w:lvlJc w:val="left"/>
      <w:pPr>
        <w:ind w:left="3589" w:hanging="360"/>
      </w:pPr>
    </w:lvl>
    <w:lvl w:ilvl="5" w:tplc="0407001B" w:tentative="1">
      <w:start w:val="1"/>
      <w:numFmt w:val="lowerRoman"/>
      <w:lvlText w:val="%6."/>
      <w:lvlJc w:val="right"/>
      <w:pPr>
        <w:ind w:left="4309" w:hanging="180"/>
      </w:pPr>
    </w:lvl>
    <w:lvl w:ilvl="6" w:tplc="0407000F" w:tentative="1">
      <w:start w:val="1"/>
      <w:numFmt w:val="decimal"/>
      <w:lvlText w:val="%7."/>
      <w:lvlJc w:val="left"/>
      <w:pPr>
        <w:ind w:left="5029" w:hanging="360"/>
      </w:pPr>
    </w:lvl>
    <w:lvl w:ilvl="7" w:tplc="04070019" w:tentative="1">
      <w:start w:val="1"/>
      <w:numFmt w:val="lowerLetter"/>
      <w:lvlText w:val="%8."/>
      <w:lvlJc w:val="left"/>
      <w:pPr>
        <w:ind w:left="5749" w:hanging="360"/>
      </w:pPr>
    </w:lvl>
    <w:lvl w:ilvl="8" w:tplc="0407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" w15:restartNumberingAfterBreak="0">
    <w:nsid w:val="1E392EB5"/>
    <w:multiLevelType w:val="multilevel"/>
    <w:tmpl w:val="EB56CA4C"/>
    <w:lvl w:ilvl="0">
      <w:numFmt w:val="decimal"/>
      <w:pStyle w:val="MMTopic1"/>
      <w:suff w:val="space"/>
      <w:lvlText w:val="%1"/>
      <w:lvlJc w:val="left"/>
      <w:pPr>
        <w:ind w:left="708" w:firstLine="0"/>
      </w:pPr>
      <w:rPr>
        <w:rFonts w:hint="default"/>
      </w:rPr>
    </w:lvl>
    <w:lvl w:ilvl="1">
      <w:start w:val="1"/>
      <w:numFmt w:val="decimal"/>
      <w:pStyle w:val="MMTopic2"/>
      <w:suff w:val="space"/>
      <w:lvlText w:val="%1.%2"/>
      <w:lvlJc w:val="left"/>
      <w:pPr>
        <w:ind w:left="708" w:firstLine="0"/>
      </w:pPr>
      <w:rPr>
        <w:rFonts w:hint="default"/>
      </w:rPr>
    </w:lvl>
    <w:lvl w:ilvl="2">
      <w:start w:val="1"/>
      <w:numFmt w:val="decimal"/>
      <w:pStyle w:val="MMTopic3"/>
      <w:suff w:val="space"/>
      <w:lvlText w:val="%1.%2.%3"/>
      <w:lvlJc w:val="left"/>
      <w:pPr>
        <w:ind w:left="708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8" w:hanging="360"/>
      </w:pPr>
      <w:rPr>
        <w:rFonts w:hint="default"/>
      </w:rPr>
    </w:lvl>
  </w:abstractNum>
  <w:abstractNum w:abstractNumId="2" w15:restartNumberingAfterBreak="0">
    <w:nsid w:val="2E8A27DB"/>
    <w:multiLevelType w:val="hybridMultilevel"/>
    <w:tmpl w:val="BC6AA670"/>
    <w:lvl w:ilvl="0" w:tplc="A69E802C">
      <w:start w:val="1"/>
      <w:numFmt w:val="decimal"/>
      <w:pStyle w:val="FrageAudit"/>
      <w:lvlText w:val="1.%1"/>
      <w:lvlJc w:val="left"/>
      <w:pPr>
        <w:ind w:left="36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50F48CA"/>
    <w:multiLevelType w:val="hybridMultilevel"/>
    <w:tmpl w:val="ABD22944"/>
    <w:lvl w:ilvl="0" w:tplc="2386583A">
      <w:start w:val="1"/>
      <w:numFmt w:val="bullet"/>
      <w:pStyle w:val="Listenabsat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7A53CC"/>
    <w:multiLevelType w:val="hybridMultilevel"/>
    <w:tmpl w:val="023AD7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925C24"/>
    <w:multiLevelType w:val="hybridMultilevel"/>
    <w:tmpl w:val="1038A1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2C0618"/>
    <w:multiLevelType w:val="hybridMultilevel"/>
    <w:tmpl w:val="E800D1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5E1F0A"/>
    <w:multiLevelType w:val="hybridMultilevel"/>
    <w:tmpl w:val="821ABFA4"/>
    <w:lvl w:ilvl="0" w:tplc="5A60B1AC">
      <w:start w:val="1"/>
      <w:numFmt w:val="decimal"/>
      <w:pStyle w:val="Listenabsatz3"/>
      <w:lvlText w:val="2.%1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7"/>
  </w:num>
  <w:num w:numId="5">
    <w:abstractNumId w:val="5"/>
  </w:num>
  <w:num w:numId="6">
    <w:abstractNumId w:val="3"/>
  </w:num>
  <w:num w:numId="7">
    <w:abstractNumId w:val="6"/>
  </w:num>
  <w:num w:numId="8">
    <w:abstractNumId w:val="4"/>
  </w:num>
  <w:num w:numId="9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attachedTemplate r:id="rId1"/>
  <w:doNotTrackFormatting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DF1"/>
    <w:rsid w:val="00000168"/>
    <w:rsid w:val="00001BEB"/>
    <w:rsid w:val="00005A2C"/>
    <w:rsid w:val="00014897"/>
    <w:rsid w:val="00027E3F"/>
    <w:rsid w:val="00031F80"/>
    <w:rsid w:val="00034615"/>
    <w:rsid w:val="00036FCD"/>
    <w:rsid w:val="00050238"/>
    <w:rsid w:val="000506E2"/>
    <w:rsid w:val="0005158B"/>
    <w:rsid w:val="000541EB"/>
    <w:rsid w:val="00074846"/>
    <w:rsid w:val="00075D50"/>
    <w:rsid w:val="0008569C"/>
    <w:rsid w:val="00085CB4"/>
    <w:rsid w:val="00091574"/>
    <w:rsid w:val="0009282F"/>
    <w:rsid w:val="00095810"/>
    <w:rsid w:val="000A0F23"/>
    <w:rsid w:val="000A39DB"/>
    <w:rsid w:val="000C3578"/>
    <w:rsid w:val="000C7E65"/>
    <w:rsid w:val="000D437E"/>
    <w:rsid w:val="000D6ECC"/>
    <w:rsid w:val="000F2565"/>
    <w:rsid w:val="000F5082"/>
    <w:rsid w:val="0010028E"/>
    <w:rsid w:val="0010438E"/>
    <w:rsid w:val="00105B45"/>
    <w:rsid w:val="00110ACB"/>
    <w:rsid w:val="00126881"/>
    <w:rsid w:val="00143A26"/>
    <w:rsid w:val="00161315"/>
    <w:rsid w:val="00163BC6"/>
    <w:rsid w:val="00165A1E"/>
    <w:rsid w:val="00171C96"/>
    <w:rsid w:val="0017481D"/>
    <w:rsid w:val="0018392F"/>
    <w:rsid w:val="00183E86"/>
    <w:rsid w:val="001A4BAA"/>
    <w:rsid w:val="001B7E65"/>
    <w:rsid w:val="001C10BF"/>
    <w:rsid w:val="001D2BB9"/>
    <w:rsid w:val="001E185C"/>
    <w:rsid w:val="001F6847"/>
    <w:rsid w:val="00200881"/>
    <w:rsid w:val="00212A11"/>
    <w:rsid w:val="00215D63"/>
    <w:rsid w:val="002337FD"/>
    <w:rsid w:val="00236DB4"/>
    <w:rsid w:val="00255C94"/>
    <w:rsid w:val="0026349D"/>
    <w:rsid w:val="0026440A"/>
    <w:rsid w:val="002A08AE"/>
    <w:rsid w:val="002A2B45"/>
    <w:rsid w:val="002B12C5"/>
    <w:rsid w:val="002B44F7"/>
    <w:rsid w:val="002B7937"/>
    <w:rsid w:val="002D4281"/>
    <w:rsid w:val="002D465F"/>
    <w:rsid w:val="002E525B"/>
    <w:rsid w:val="002E5646"/>
    <w:rsid w:val="002E6432"/>
    <w:rsid w:val="00302882"/>
    <w:rsid w:val="0030582B"/>
    <w:rsid w:val="0030683F"/>
    <w:rsid w:val="003119B9"/>
    <w:rsid w:val="003124FF"/>
    <w:rsid w:val="00316048"/>
    <w:rsid w:val="003272FD"/>
    <w:rsid w:val="0033066E"/>
    <w:rsid w:val="00344864"/>
    <w:rsid w:val="003774AA"/>
    <w:rsid w:val="00386103"/>
    <w:rsid w:val="00397DBD"/>
    <w:rsid w:val="003A7AC3"/>
    <w:rsid w:val="003B47C0"/>
    <w:rsid w:val="003B61DF"/>
    <w:rsid w:val="003C36E3"/>
    <w:rsid w:val="003D5533"/>
    <w:rsid w:val="003E1B0D"/>
    <w:rsid w:val="003E1BFA"/>
    <w:rsid w:val="003F6F5C"/>
    <w:rsid w:val="0040325E"/>
    <w:rsid w:val="00405972"/>
    <w:rsid w:val="00406559"/>
    <w:rsid w:val="0041077F"/>
    <w:rsid w:val="00435149"/>
    <w:rsid w:val="004461B7"/>
    <w:rsid w:val="004662E8"/>
    <w:rsid w:val="00471BC6"/>
    <w:rsid w:val="00487F11"/>
    <w:rsid w:val="004A085E"/>
    <w:rsid w:val="004B3D66"/>
    <w:rsid w:val="004B5B41"/>
    <w:rsid w:val="004D3AC7"/>
    <w:rsid w:val="004E7B2D"/>
    <w:rsid w:val="004F4725"/>
    <w:rsid w:val="005079D2"/>
    <w:rsid w:val="00522418"/>
    <w:rsid w:val="005338A1"/>
    <w:rsid w:val="00540AEA"/>
    <w:rsid w:val="00540ECE"/>
    <w:rsid w:val="00544C4D"/>
    <w:rsid w:val="00566990"/>
    <w:rsid w:val="00577200"/>
    <w:rsid w:val="00586AC6"/>
    <w:rsid w:val="00593842"/>
    <w:rsid w:val="005940B9"/>
    <w:rsid w:val="005A1A0D"/>
    <w:rsid w:val="005A4D5B"/>
    <w:rsid w:val="005A7E15"/>
    <w:rsid w:val="005B07A1"/>
    <w:rsid w:val="005B27C1"/>
    <w:rsid w:val="005C0BAA"/>
    <w:rsid w:val="005E5AD1"/>
    <w:rsid w:val="005F22D1"/>
    <w:rsid w:val="005F2D7F"/>
    <w:rsid w:val="005F4FC5"/>
    <w:rsid w:val="006002A9"/>
    <w:rsid w:val="00601259"/>
    <w:rsid w:val="00614EB4"/>
    <w:rsid w:val="00624552"/>
    <w:rsid w:val="0063228B"/>
    <w:rsid w:val="00641922"/>
    <w:rsid w:val="00641CCF"/>
    <w:rsid w:val="006637B3"/>
    <w:rsid w:val="00665F99"/>
    <w:rsid w:val="00670039"/>
    <w:rsid w:val="00672C68"/>
    <w:rsid w:val="00677F8B"/>
    <w:rsid w:val="00681D76"/>
    <w:rsid w:val="00691CB3"/>
    <w:rsid w:val="00695B34"/>
    <w:rsid w:val="006A19DF"/>
    <w:rsid w:val="006B65EF"/>
    <w:rsid w:val="006C01F5"/>
    <w:rsid w:val="006C527D"/>
    <w:rsid w:val="006C5D9F"/>
    <w:rsid w:val="006C60BE"/>
    <w:rsid w:val="006D164D"/>
    <w:rsid w:val="006D3EC3"/>
    <w:rsid w:val="006D77B8"/>
    <w:rsid w:val="006F05B1"/>
    <w:rsid w:val="006F3A7E"/>
    <w:rsid w:val="006F40D6"/>
    <w:rsid w:val="006F4369"/>
    <w:rsid w:val="00705D32"/>
    <w:rsid w:val="0073474A"/>
    <w:rsid w:val="0074692A"/>
    <w:rsid w:val="00752F24"/>
    <w:rsid w:val="00765B3B"/>
    <w:rsid w:val="00773427"/>
    <w:rsid w:val="00791C3F"/>
    <w:rsid w:val="0079508B"/>
    <w:rsid w:val="00795821"/>
    <w:rsid w:val="007A17D4"/>
    <w:rsid w:val="007A7756"/>
    <w:rsid w:val="007E41A7"/>
    <w:rsid w:val="007F1AFB"/>
    <w:rsid w:val="007F7577"/>
    <w:rsid w:val="00801E5D"/>
    <w:rsid w:val="00803B9B"/>
    <w:rsid w:val="0081062C"/>
    <w:rsid w:val="00815B93"/>
    <w:rsid w:val="00824F74"/>
    <w:rsid w:val="00825063"/>
    <w:rsid w:val="00831F12"/>
    <w:rsid w:val="00832E5F"/>
    <w:rsid w:val="008338C9"/>
    <w:rsid w:val="008723A6"/>
    <w:rsid w:val="008723F3"/>
    <w:rsid w:val="008800E1"/>
    <w:rsid w:val="0088488E"/>
    <w:rsid w:val="008A3E3C"/>
    <w:rsid w:val="008C03B4"/>
    <w:rsid w:val="008C4C60"/>
    <w:rsid w:val="008C5925"/>
    <w:rsid w:val="008E2AC4"/>
    <w:rsid w:val="008E2E41"/>
    <w:rsid w:val="00903F89"/>
    <w:rsid w:val="00904598"/>
    <w:rsid w:val="0091305B"/>
    <w:rsid w:val="00926A1C"/>
    <w:rsid w:val="0093353C"/>
    <w:rsid w:val="0093419E"/>
    <w:rsid w:val="009415FF"/>
    <w:rsid w:val="00943146"/>
    <w:rsid w:val="00954072"/>
    <w:rsid w:val="00963518"/>
    <w:rsid w:val="0096674B"/>
    <w:rsid w:val="009944A8"/>
    <w:rsid w:val="009A4C63"/>
    <w:rsid w:val="009B45F8"/>
    <w:rsid w:val="009D6FD7"/>
    <w:rsid w:val="009E2131"/>
    <w:rsid w:val="009F39F2"/>
    <w:rsid w:val="009F695F"/>
    <w:rsid w:val="00A03A78"/>
    <w:rsid w:val="00A05718"/>
    <w:rsid w:val="00A06CFA"/>
    <w:rsid w:val="00A14316"/>
    <w:rsid w:val="00A2157F"/>
    <w:rsid w:val="00A21A1C"/>
    <w:rsid w:val="00A32A42"/>
    <w:rsid w:val="00A32D86"/>
    <w:rsid w:val="00A40021"/>
    <w:rsid w:val="00A414AC"/>
    <w:rsid w:val="00A433FC"/>
    <w:rsid w:val="00A47AAA"/>
    <w:rsid w:val="00A765F7"/>
    <w:rsid w:val="00A928CD"/>
    <w:rsid w:val="00A9741F"/>
    <w:rsid w:val="00AA18F2"/>
    <w:rsid w:val="00AA2043"/>
    <w:rsid w:val="00AD0821"/>
    <w:rsid w:val="00AF67AD"/>
    <w:rsid w:val="00B010FE"/>
    <w:rsid w:val="00B015EC"/>
    <w:rsid w:val="00B04D54"/>
    <w:rsid w:val="00B053B4"/>
    <w:rsid w:val="00B17628"/>
    <w:rsid w:val="00B205F4"/>
    <w:rsid w:val="00B21B18"/>
    <w:rsid w:val="00B27C7D"/>
    <w:rsid w:val="00B30420"/>
    <w:rsid w:val="00B30C89"/>
    <w:rsid w:val="00B35664"/>
    <w:rsid w:val="00B43BC8"/>
    <w:rsid w:val="00B524E6"/>
    <w:rsid w:val="00B643F7"/>
    <w:rsid w:val="00B65366"/>
    <w:rsid w:val="00B6759F"/>
    <w:rsid w:val="00B67B36"/>
    <w:rsid w:val="00B84440"/>
    <w:rsid w:val="00B85FAA"/>
    <w:rsid w:val="00B8671D"/>
    <w:rsid w:val="00B87C02"/>
    <w:rsid w:val="00B9121C"/>
    <w:rsid w:val="00B926D7"/>
    <w:rsid w:val="00BB0531"/>
    <w:rsid w:val="00BB38A8"/>
    <w:rsid w:val="00BB4CAC"/>
    <w:rsid w:val="00BC3622"/>
    <w:rsid w:val="00BC6404"/>
    <w:rsid w:val="00BE129E"/>
    <w:rsid w:val="00BE529B"/>
    <w:rsid w:val="00BE631F"/>
    <w:rsid w:val="00BF1B4A"/>
    <w:rsid w:val="00BF1CB3"/>
    <w:rsid w:val="00BF29B1"/>
    <w:rsid w:val="00BF4CA9"/>
    <w:rsid w:val="00C055BC"/>
    <w:rsid w:val="00C12876"/>
    <w:rsid w:val="00C242CB"/>
    <w:rsid w:val="00C25AD9"/>
    <w:rsid w:val="00C31E10"/>
    <w:rsid w:val="00C33F77"/>
    <w:rsid w:val="00C373B2"/>
    <w:rsid w:val="00C55675"/>
    <w:rsid w:val="00C60DB4"/>
    <w:rsid w:val="00C702F8"/>
    <w:rsid w:val="00C70CA0"/>
    <w:rsid w:val="00C87CC0"/>
    <w:rsid w:val="00CB2C9E"/>
    <w:rsid w:val="00CB53FF"/>
    <w:rsid w:val="00CF1FF0"/>
    <w:rsid w:val="00CF2C36"/>
    <w:rsid w:val="00CF79EC"/>
    <w:rsid w:val="00D06E14"/>
    <w:rsid w:val="00D12B10"/>
    <w:rsid w:val="00D140DF"/>
    <w:rsid w:val="00D31C7A"/>
    <w:rsid w:val="00D320A6"/>
    <w:rsid w:val="00D420A9"/>
    <w:rsid w:val="00D64CAF"/>
    <w:rsid w:val="00D7035D"/>
    <w:rsid w:val="00D70383"/>
    <w:rsid w:val="00D74225"/>
    <w:rsid w:val="00D82A9D"/>
    <w:rsid w:val="00D838C1"/>
    <w:rsid w:val="00D90E49"/>
    <w:rsid w:val="00DB03CD"/>
    <w:rsid w:val="00DB3957"/>
    <w:rsid w:val="00DD5DC0"/>
    <w:rsid w:val="00DE0528"/>
    <w:rsid w:val="00DE247C"/>
    <w:rsid w:val="00DF6599"/>
    <w:rsid w:val="00DF78BD"/>
    <w:rsid w:val="00E00A31"/>
    <w:rsid w:val="00E01800"/>
    <w:rsid w:val="00E07E2A"/>
    <w:rsid w:val="00E276BF"/>
    <w:rsid w:val="00E378DA"/>
    <w:rsid w:val="00E43020"/>
    <w:rsid w:val="00E4740B"/>
    <w:rsid w:val="00E51471"/>
    <w:rsid w:val="00E51C72"/>
    <w:rsid w:val="00E52DF1"/>
    <w:rsid w:val="00E546D6"/>
    <w:rsid w:val="00E55B1B"/>
    <w:rsid w:val="00E576FE"/>
    <w:rsid w:val="00E867DD"/>
    <w:rsid w:val="00E87D98"/>
    <w:rsid w:val="00E95376"/>
    <w:rsid w:val="00EA01D2"/>
    <w:rsid w:val="00EA027F"/>
    <w:rsid w:val="00EA4A60"/>
    <w:rsid w:val="00EB1D01"/>
    <w:rsid w:val="00EB79ED"/>
    <w:rsid w:val="00EC3E72"/>
    <w:rsid w:val="00EE1FB1"/>
    <w:rsid w:val="00EE4E69"/>
    <w:rsid w:val="00EF46CE"/>
    <w:rsid w:val="00EF649F"/>
    <w:rsid w:val="00F05DF1"/>
    <w:rsid w:val="00F07AE9"/>
    <w:rsid w:val="00F22803"/>
    <w:rsid w:val="00F232C0"/>
    <w:rsid w:val="00F24662"/>
    <w:rsid w:val="00F26128"/>
    <w:rsid w:val="00F30D02"/>
    <w:rsid w:val="00F30E7F"/>
    <w:rsid w:val="00F338D7"/>
    <w:rsid w:val="00F43F1F"/>
    <w:rsid w:val="00F514CE"/>
    <w:rsid w:val="00F55369"/>
    <w:rsid w:val="00F609C9"/>
    <w:rsid w:val="00F6580E"/>
    <w:rsid w:val="00F773BB"/>
    <w:rsid w:val="00F86E23"/>
    <w:rsid w:val="00F97D92"/>
    <w:rsid w:val="00FB1C22"/>
    <w:rsid w:val="00FC3D89"/>
    <w:rsid w:val="00FD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65509F"/>
  <w15:docId w15:val="{3E0EC2C2-FCD5-4D2B-B9D6-B77F22D7F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A3E3C"/>
    <w:rPr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F68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Listenabsatz"/>
    <w:next w:val="Standard"/>
    <w:link w:val="berschrift2Zchn"/>
    <w:autoRedefine/>
    <w:uiPriority w:val="9"/>
    <w:unhideWhenUsed/>
    <w:qFormat/>
    <w:rsid w:val="00F338D7"/>
    <w:pPr>
      <w:numPr>
        <w:numId w:val="0"/>
      </w:numPr>
      <w:tabs>
        <w:tab w:val="left" w:pos="3402"/>
      </w:tabs>
      <w:spacing w:before="200" w:after="0"/>
      <w:outlineLvl w:val="1"/>
    </w:pPr>
    <w:rPr>
      <w:rFonts w:eastAsiaTheme="majorEastAsia" w:cstheme="majorBidi"/>
      <w:b/>
      <w:bCs/>
      <w:color w:val="1F497D" w:themeColor="text2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D082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F68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338D7"/>
    <w:rPr>
      <w:rFonts w:eastAsiaTheme="majorEastAsia" w:cstheme="majorBidi"/>
      <w:b/>
      <w:bCs/>
      <w:color w:val="1F497D" w:themeColor="text2"/>
      <w:sz w:val="26"/>
      <w:szCs w:val="26"/>
    </w:rPr>
  </w:style>
  <w:style w:type="paragraph" w:styleId="Listenabsatz">
    <w:name w:val="List Paragraph"/>
    <w:basedOn w:val="Standard"/>
    <w:next w:val="Standard"/>
    <w:link w:val="ListenabsatzZchn"/>
    <w:autoRedefine/>
    <w:uiPriority w:val="34"/>
    <w:qFormat/>
    <w:rsid w:val="006F4369"/>
    <w:pPr>
      <w:numPr>
        <w:numId w:val="6"/>
      </w:numPr>
      <w:spacing w:after="120" w:line="240" w:lineRule="auto"/>
      <w:contextualSpacing/>
    </w:pPr>
    <w:rPr>
      <w:rFonts w:cstheme="minorHAnsi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5F2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F2D7F"/>
  </w:style>
  <w:style w:type="paragraph" w:styleId="Fuzeile">
    <w:name w:val="footer"/>
    <w:basedOn w:val="Standard"/>
    <w:link w:val="FuzeileZchn"/>
    <w:uiPriority w:val="99"/>
    <w:unhideWhenUsed/>
    <w:rsid w:val="005F2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F2D7F"/>
  </w:style>
  <w:style w:type="table" w:styleId="Tabellenraster">
    <w:name w:val="Table Grid"/>
    <w:basedOn w:val="NormaleTabelle"/>
    <w:uiPriority w:val="59"/>
    <w:rsid w:val="005F2D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HelleSchattierung-Akzent11">
    <w:name w:val="Helle Schattierung - Akzent 11"/>
    <w:basedOn w:val="NormaleTabelle"/>
    <w:uiPriority w:val="60"/>
    <w:rsid w:val="0052241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MittlereSchattierung1-Akzent11">
    <w:name w:val="Mittlere Schattierung 1 - Akzent 11"/>
    <w:basedOn w:val="NormaleTabelle"/>
    <w:uiPriority w:val="63"/>
    <w:rsid w:val="00522418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26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26128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20A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20A6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20A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20A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20A6"/>
    <w:rPr>
      <w:b/>
      <w:bCs/>
      <w:sz w:val="20"/>
      <w:szCs w:val="20"/>
    </w:rPr>
  </w:style>
  <w:style w:type="table" w:styleId="MittlereListe2-Akzent3">
    <w:name w:val="Medium List 2 Accent 3"/>
    <w:basedOn w:val="NormaleTabelle"/>
    <w:uiPriority w:val="66"/>
    <w:rsid w:val="005B07A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MMTopic1">
    <w:name w:val="MM Topic 1"/>
    <w:basedOn w:val="berschrift1"/>
    <w:rsid w:val="00AD0821"/>
    <w:pPr>
      <w:numPr>
        <w:numId w:val="1"/>
      </w:numPr>
    </w:pPr>
    <w:rPr>
      <w:rFonts w:ascii="Cambria" w:eastAsia="Times New Roman" w:hAnsi="Cambria" w:cs="Times New Roman"/>
      <w:color w:val="365F91"/>
    </w:rPr>
  </w:style>
  <w:style w:type="paragraph" w:customStyle="1" w:styleId="MMTopic2">
    <w:name w:val="MM Topic 2"/>
    <w:basedOn w:val="berschrift2"/>
    <w:rsid w:val="00AD0821"/>
    <w:pPr>
      <w:numPr>
        <w:ilvl w:val="1"/>
        <w:numId w:val="1"/>
      </w:numPr>
    </w:pPr>
    <w:rPr>
      <w:rFonts w:ascii="Cambria" w:eastAsia="Times New Roman" w:hAnsi="Cambria" w:cs="Times New Roman"/>
      <w:color w:val="4F81BD"/>
    </w:rPr>
  </w:style>
  <w:style w:type="paragraph" w:customStyle="1" w:styleId="MMTopic3">
    <w:name w:val="MM Topic 3"/>
    <w:basedOn w:val="berschrift3"/>
    <w:rsid w:val="00AD0821"/>
    <w:pPr>
      <w:numPr>
        <w:ilvl w:val="2"/>
        <w:numId w:val="1"/>
      </w:numPr>
      <w:ind w:left="2160" w:hanging="180"/>
    </w:pPr>
    <w:rPr>
      <w:rFonts w:ascii="Cambria" w:eastAsia="Times New Roman" w:hAnsi="Cambria" w:cs="Times New Roman"/>
      <w:color w:val="4F81BD"/>
    </w:rPr>
  </w:style>
  <w:style w:type="paragraph" w:customStyle="1" w:styleId="HB-berschrift1">
    <w:name w:val="HB-Überschrift1"/>
    <w:basedOn w:val="MMTopic1"/>
    <w:link w:val="HB-berschrift1Zchn"/>
    <w:qFormat/>
    <w:rsid w:val="00AD0821"/>
  </w:style>
  <w:style w:type="character" w:customStyle="1" w:styleId="HB-berschrift1Zchn">
    <w:name w:val="HB-Überschrift1 Zchn"/>
    <w:basedOn w:val="Absatz-Standardschriftart"/>
    <w:link w:val="HB-berschrift1"/>
    <w:rsid w:val="00AD082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MittlereListe1-Akzent3">
    <w:name w:val="Medium List 1 Accent 3"/>
    <w:basedOn w:val="NormaleTabelle"/>
    <w:uiPriority w:val="65"/>
    <w:rsid w:val="00AD082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D082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Platzhaltertext">
    <w:name w:val="Placeholder Text"/>
    <w:basedOn w:val="Absatz-Standardschriftart"/>
    <w:uiPriority w:val="99"/>
    <w:semiHidden/>
    <w:rsid w:val="008338C9"/>
    <w:rPr>
      <w:color w:val="808080"/>
    </w:rPr>
  </w:style>
  <w:style w:type="table" w:styleId="HelleSchattierung-Akzent1">
    <w:name w:val="Light Shading Accent 1"/>
    <w:basedOn w:val="NormaleTabelle"/>
    <w:uiPriority w:val="60"/>
    <w:rsid w:val="0034486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">
    <w:name w:val="Light Shading"/>
    <w:basedOn w:val="NormaleTabelle"/>
    <w:uiPriority w:val="60"/>
    <w:rsid w:val="0034486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Liste-Akzent3">
    <w:name w:val="Light List Accent 3"/>
    <w:basedOn w:val="NormaleTabelle"/>
    <w:uiPriority w:val="61"/>
    <w:rsid w:val="003448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sRaster-Akzent3">
    <w:name w:val="Light Grid Accent 3"/>
    <w:basedOn w:val="NormaleTabelle"/>
    <w:uiPriority w:val="62"/>
    <w:rsid w:val="003448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customStyle="1" w:styleId="FrageAudit">
    <w:name w:val="Frage Audit"/>
    <w:basedOn w:val="Standard"/>
    <w:next w:val="Standard"/>
    <w:link w:val="FrageAuditZchn"/>
    <w:qFormat/>
    <w:rsid w:val="00215D63"/>
    <w:pPr>
      <w:numPr>
        <w:numId w:val="3"/>
      </w:numPr>
      <w:spacing w:before="200" w:after="120"/>
      <w:ind w:left="425" w:hanging="425"/>
      <w:outlineLvl w:val="1"/>
    </w:pPr>
    <w:rPr>
      <w:rFonts w:ascii="Calibri" w:eastAsia="Times New Roman" w:hAnsi="Calibri" w:cs="Times New Roman"/>
      <w:b/>
      <w:bCs/>
      <w:iCs/>
    </w:rPr>
  </w:style>
  <w:style w:type="character" w:customStyle="1" w:styleId="FrageAuditZchn">
    <w:name w:val="Frage Audit Zchn"/>
    <w:basedOn w:val="Absatz-Standardschriftart"/>
    <w:link w:val="FrageAudit"/>
    <w:rsid w:val="00215D63"/>
    <w:rPr>
      <w:rFonts w:ascii="Calibri" w:eastAsia="Times New Roman" w:hAnsi="Calibri" w:cs="Times New Roman"/>
      <w:b/>
      <w:bCs/>
      <w:iCs/>
      <w:sz w:val="20"/>
    </w:rPr>
  </w:style>
  <w:style w:type="paragraph" w:customStyle="1" w:styleId="Input">
    <w:name w:val="Input"/>
    <w:basedOn w:val="Standard"/>
    <w:link w:val="InputZchn"/>
    <w:autoRedefine/>
    <w:qFormat/>
    <w:rsid w:val="008A3E3C"/>
    <w:pPr>
      <w:spacing w:before="60" w:after="0"/>
      <w:contextualSpacing/>
    </w:pPr>
    <w:rPr>
      <w:rFonts w:cstheme="minorHAnsi"/>
      <w:szCs w:val="20"/>
    </w:rPr>
  </w:style>
  <w:style w:type="character" w:customStyle="1" w:styleId="InputZchn">
    <w:name w:val="Input Zchn"/>
    <w:basedOn w:val="Absatz-Standardschriftart"/>
    <w:link w:val="Input"/>
    <w:rsid w:val="008A3E3C"/>
    <w:rPr>
      <w:rFonts w:cstheme="minorHAnsi"/>
      <w:sz w:val="20"/>
      <w:szCs w:val="20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6F4369"/>
    <w:rPr>
      <w:rFonts w:cstheme="minorHAnsi"/>
      <w:sz w:val="20"/>
      <w:szCs w:val="20"/>
    </w:rPr>
  </w:style>
  <w:style w:type="paragraph" w:customStyle="1" w:styleId="Listenabsatz3">
    <w:name w:val="Listenabsatz3"/>
    <w:basedOn w:val="Listenabsatz"/>
    <w:next w:val="Standard"/>
    <w:link w:val="Listenabsatz3Zchn"/>
    <w:qFormat/>
    <w:rsid w:val="00215D63"/>
    <w:pPr>
      <w:numPr>
        <w:numId w:val="4"/>
      </w:numPr>
    </w:pPr>
  </w:style>
  <w:style w:type="character" w:customStyle="1" w:styleId="Listenabsatz3Zchn">
    <w:name w:val="Listenabsatz3 Zchn"/>
    <w:basedOn w:val="ListenabsatzZchn"/>
    <w:link w:val="Listenabsatz3"/>
    <w:rsid w:val="00215D63"/>
    <w:rPr>
      <w:rFonts w:cstheme="minorHAnsi"/>
      <w:sz w:val="20"/>
      <w:szCs w:val="20"/>
    </w:rPr>
  </w:style>
  <w:style w:type="paragraph" w:customStyle="1" w:styleId="green-dot">
    <w:name w:val="green-dot"/>
    <w:basedOn w:val="Standard"/>
    <w:link w:val="green-dotZchn"/>
    <w:qFormat/>
    <w:rsid w:val="00EA027F"/>
    <w:pPr>
      <w:spacing w:before="120" w:after="0"/>
    </w:pPr>
    <w:rPr>
      <w:rFonts w:ascii="Calibri" w:hAnsi="Calibri"/>
      <w:color w:val="00B050"/>
      <w:sz w:val="48"/>
      <w:szCs w:val="32"/>
    </w:rPr>
  </w:style>
  <w:style w:type="paragraph" w:customStyle="1" w:styleId="yellow-dot">
    <w:name w:val="yellow-dot"/>
    <w:basedOn w:val="green-dot"/>
    <w:link w:val="yellow-dotZchn"/>
    <w:qFormat/>
    <w:rsid w:val="0017481D"/>
    <w:rPr>
      <w:color w:val="FFFF00"/>
    </w:rPr>
  </w:style>
  <w:style w:type="character" w:customStyle="1" w:styleId="green-dotZchn">
    <w:name w:val="green-dot Zchn"/>
    <w:basedOn w:val="Absatz-Standardschriftart"/>
    <w:link w:val="green-dot"/>
    <w:rsid w:val="00EA027F"/>
    <w:rPr>
      <w:rFonts w:ascii="Calibri" w:hAnsi="Calibri"/>
      <w:color w:val="00B050"/>
      <w:sz w:val="48"/>
      <w:szCs w:val="32"/>
    </w:rPr>
  </w:style>
  <w:style w:type="paragraph" w:customStyle="1" w:styleId="red-dot">
    <w:name w:val="red-dot"/>
    <w:basedOn w:val="green-dot"/>
    <w:link w:val="red-dotZchn"/>
    <w:qFormat/>
    <w:rsid w:val="0017481D"/>
    <w:rPr>
      <w:color w:val="FF0000"/>
    </w:rPr>
  </w:style>
  <w:style w:type="character" w:customStyle="1" w:styleId="yellow-dotZchn">
    <w:name w:val="yellow-dot Zchn"/>
    <w:basedOn w:val="green-dotZchn"/>
    <w:link w:val="yellow-dot"/>
    <w:rsid w:val="0017481D"/>
    <w:rPr>
      <w:rFonts w:ascii="Calibri" w:hAnsi="Calibri"/>
      <w:color w:val="FFFF00"/>
      <w:sz w:val="48"/>
      <w:szCs w:val="32"/>
    </w:rPr>
  </w:style>
  <w:style w:type="paragraph" w:customStyle="1" w:styleId="Themenfeld">
    <w:name w:val="Themenfeld"/>
    <w:basedOn w:val="Listenabsatz3"/>
    <w:next w:val="Standard"/>
    <w:link w:val="ThemenfeldZchn"/>
    <w:qFormat/>
    <w:rsid w:val="0008569C"/>
    <w:pPr>
      <w:shd w:val="clear" w:color="auto" w:fill="DBE5F1" w:themeFill="accent1" w:themeFillTint="33"/>
      <w:spacing w:after="360"/>
      <w:ind w:left="510" w:hanging="510"/>
      <w:jc w:val="center"/>
    </w:pPr>
    <w:rPr>
      <w:b/>
      <w:color w:val="1F497D" w:themeColor="text2"/>
      <w:sz w:val="26"/>
      <w:szCs w:val="24"/>
    </w:rPr>
  </w:style>
  <w:style w:type="character" w:customStyle="1" w:styleId="red-dotZchn">
    <w:name w:val="red-dot Zchn"/>
    <w:basedOn w:val="green-dotZchn"/>
    <w:link w:val="red-dot"/>
    <w:rsid w:val="0017481D"/>
    <w:rPr>
      <w:rFonts w:ascii="Calibri" w:hAnsi="Calibri"/>
      <w:color w:val="FF0000"/>
      <w:sz w:val="48"/>
      <w:szCs w:val="32"/>
    </w:rPr>
  </w:style>
  <w:style w:type="character" w:customStyle="1" w:styleId="ThemenfeldZchn">
    <w:name w:val="Themenfeld Zchn"/>
    <w:basedOn w:val="Listenabsatz3Zchn"/>
    <w:link w:val="Themenfeld"/>
    <w:rsid w:val="0008569C"/>
    <w:rPr>
      <w:rFonts w:cstheme="minorHAnsi"/>
      <w:b/>
      <w:color w:val="1F497D" w:themeColor="text2"/>
      <w:sz w:val="26"/>
      <w:szCs w:val="24"/>
      <w:shd w:val="clear" w:color="auto" w:fill="DBE5F1" w:themeFill="accent1" w:themeFillTint="33"/>
    </w:rPr>
  </w:style>
  <w:style w:type="paragraph" w:customStyle="1" w:styleId="Themenfelderauswahl">
    <w:name w:val="Themenfelderauswahl"/>
    <w:basedOn w:val="Standard"/>
    <w:link w:val="ThemenfelderauswahlZchn"/>
    <w:qFormat/>
    <w:rsid w:val="00302882"/>
    <w:rPr>
      <w:sz w:val="16"/>
    </w:rPr>
  </w:style>
  <w:style w:type="character" w:customStyle="1" w:styleId="ThemenfelderauswahlZchn">
    <w:name w:val="Themenfelderauswahl Zchn"/>
    <w:basedOn w:val="Absatz-Standardschriftart"/>
    <w:link w:val="Themenfelderauswahl"/>
    <w:rsid w:val="00302882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5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3987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017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279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241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535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619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58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9327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03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59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892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212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wmf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5" Type="http://schemas.openxmlformats.org/officeDocument/2006/relationships/image" Target="media/image6.png"/><Relationship Id="rId4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ervicestelle\Arbeitsmaterialien\9_Kommunikatio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FDD852D70D048CD9D6C5DAE70B1A60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9E22A08-7F8B-4810-92B9-0C1213E2425C}"/>
      </w:docPartPr>
      <w:docPartBody>
        <w:p w:rsidR="002C3963" w:rsidRDefault="00E405B5">
          <w:pPr>
            <w:pStyle w:val="9FDD852D70D048CD9D6C5DAE70B1A601"/>
          </w:pPr>
          <w:r>
            <w:rPr>
              <w:rStyle w:val="Platzhaltertext"/>
              <w:sz w:val="18"/>
              <w:szCs w:val="18"/>
            </w:rPr>
            <w:t>Wen / welche Beschäftigtengruppen werden Sie über den Demografie-Prozess und dessen Ergebnisse informieren?</w:t>
          </w:r>
        </w:p>
      </w:docPartBody>
    </w:docPart>
    <w:docPart>
      <w:docPartPr>
        <w:name w:val="8DCDDD99B8AF4CF4A8075FA8EADB50F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BB61143-603A-40A3-B545-5D9439B35E05}"/>
      </w:docPartPr>
      <w:docPartBody>
        <w:p w:rsidR="002C3963" w:rsidRDefault="00E405B5">
          <w:pPr>
            <w:pStyle w:val="8DCDDD99B8AF4CF4A8075FA8EADB50F2"/>
          </w:pPr>
          <w:r>
            <w:rPr>
              <w:rStyle w:val="Platzhaltertext"/>
              <w:sz w:val="18"/>
              <w:szCs w:val="18"/>
            </w:rPr>
            <w:t>Was werden Sie den Zielgruppen mitteilen?</w:t>
          </w:r>
        </w:p>
      </w:docPartBody>
    </w:docPart>
    <w:docPart>
      <w:docPartPr>
        <w:name w:val="0F7BBBFDA0E24D1CB1E7800AFB28211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3604210-020C-4BBE-8DA1-B66278504071}"/>
      </w:docPartPr>
      <w:docPartBody>
        <w:p w:rsidR="002C3963" w:rsidRDefault="00E405B5">
          <w:pPr>
            <w:pStyle w:val="0F7BBBFDA0E24D1CB1E7800AFB282111"/>
          </w:pPr>
          <w:r>
            <w:rPr>
              <w:rStyle w:val="Platzhaltertext"/>
              <w:sz w:val="18"/>
              <w:szCs w:val="18"/>
            </w:rPr>
            <w:t>Welche Medien (z.B. Firmenzeitschrift, Intranet, Teamsitzungen) werden Sie dafür nutzen?</w:t>
          </w:r>
        </w:p>
      </w:docPartBody>
    </w:docPart>
    <w:docPart>
      <w:docPartPr>
        <w:name w:val="521691631501443B97A9011781B04C3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B889923-CB62-485F-8D51-236475CF89D8}"/>
      </w:docPartPr>
      <w:docPartBody>
        <w:p w:rsidR="002C3963" w:rsidRDefault="00E405B5">
          <w:pPr>
            <w:pStyle w:val="521691631501443B97A9011781B04C35"/>
          </w:pPr>
          <w:r>
            <w:rPr>
              <w:rStyle w:val="Platzhaltertext"/>
              <w:sz w:val="18"/>
              <w:szCs w:val="18"/>
            </w:rPr>
            <w:t>In welchen Schritten werden Sie vorgehen, um die Informationen zu verteilen?</w:t>
          </w:r>
        </w:p>
      </w:docPartBody>
    </w:docPart>
    <w:docPart>
      <w:docPartPr>
        <w:name w:val="646C90274B0E496DB8B7532C9F04DDA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B75F760-8CA1-46E3-BC7D-8AFEFE259ECB}"/>
      </w:docPartPr>
      <w:docPartBody>
        <w:p w:rsidR="002C3963" w:rsidRDefault="00E405B5">
          <w:pPr>
            <w:pStyle w:val="646C90274B0E496DB8B7532C9F04DDA3"/>
          </w:pPr>
          <w:r>
            <w:rPr>
              <w:rStyle w:val="Platzhaltertext"/>
              <w:sz w:val="18"/>
              <w:szCs w:val="18"/>
            </w:rPr>
            <w:t>Namen</w:t>
          </w:r>
        </w:p>
      </w:docPartBody>
    </w:docPart>
    <w:docPart>
      <w:docPartPr>
        <w:name w:val="EBBA0E887B6D4A3F91BA0A840A7CA6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04A9B83-31BC-4DD4-B87E-54D5BC2FAD18}"/>
      </w:docPartPr>
      <w:docPartBody>
        <w:p w:rsidR="002C3963" w:rsidRDefault="00E405B5">
          <w:pPr>
            <w:pStyle w:val="EBBA0E887B6D4A3F91BA0A840A7CA6E2"/>
          </w:pPr>
          <w:r w:rsidRPr="00110ACB">
            <w:rPr>
              <w:rStyle w:val="Platzhaltertext"/>
              <w:sz w:val="18"/>
              <w:szCs w:val="18"/>
            </w:rPr>
            <w:t>Name</w:t>
          </w:r>
        </w:p>
      </w:docPartBody>
    </w:docPart>
    <w:docPart>
      <w:docPartPr>
        <w:name w:val="EAC82368F4D34DE49D7FCD8A18194B3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5D0319B-ACF2-493E-B93A-1408AF2BD6D2}"/>
      </w:docPartPr>
      <w:docPartBody>
        <w:p w:rsidR="002C3963" w:rsidRDefault="00E405B5">
          <w:pPr>
            <w:pStyle w:val="EAC82368F4D34DE49D7FCD8A18194B33"/>
          </w:pPr>
          <w:r>
            <w:rPr>
              <w:rStyle w:val="Platzhaltertext"/>
            </w:rPr>
            <w:t>Datum</w:t>
          </w:r>
        </w:p>
      </w:docPartBody>
    </w:docPart>
    <w:docPart>
      <w:docPartPr>
        <w:name w:val="9E1EF04015594D88876BEC827884E77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AFB396-B849-47C0-BECE-42FDF92BE939}"/>
      </w:docPartPr>
      <w:docPartBody>
        <w:p w:rsidR="002C3963" w:rsidRDefault="00E405B5">
          <w:pPr>
            <w:pStyle w:val="9E1EF04015594D88876BEC827884E775"/>
          </w:pPr>
          <w:r>
            <w:rPr>
              <w:rStyle w:val="Platzhaltertext"/>
            </w:rPr>
            <w:t>Namen</w:t>
          </w:r>
        </w:p>
      </w:docPartBody>
    </w:docPart>
    <w:docPart>
      <w:docPartPr>
        <w:name w:val="D77B531BC7E44352A37BB758B61B8EB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8DEC5B-5637-4896-A249-0DB3E0DC7490}"/>
      </w:docPartPr>
      <w:docPartBody>
        <w:p w:rsidR="002C3963" w:rsidRDefault="00E405B5">
          <w:pPr>
            <w:pStyle w:val="D77B531BC7E44352A37BB758B61B8EBC"/>
          </w:pPr>
          <w:r>
            <w:rPr>
              <w:rStyle w:val="Platzhaltertext"/>
            </w:rPr>
            <w:t>Datum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5B5"/>
    <w:rsid w:val="002C3963"/>
    <w:rsid w:val="00721AD3"/>
    <w:rsid w:val="00E40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9FDD852D70D048CD9D6C5DAE70B1A601">
    <w:name w:val="9FDD852D70D048CD9D6C5DAE70B1A601"/>
  </w:style>
  <w:style w:type="paragraph" w:customStyle="1" w:styleId="8DCDDD99B8AF4CF4A8075FA8EADB50F2">
    <w:name w:val="8DCDDD99B8AF4CF4A8075FA8EADB50F2"/>
  </w:style>
  <w:style w:type="paragraph" w:customStyle="1" w:styleId="0F7BBBFDA0E24D1CB1E7800AFB282111">
    <w:name w:val="0F7BBBFDA0E24D1CB1E7800AFB282111"/>
  </w:style>
  <w:style w:type="paragraph" w:customStyle="1" w:styleId="521691631501443B97A9011781B04C35">
    <w:name w:val="521691631501443B97A9011781B04C35"/>
  </w:style>
  <w:style w:type="paragraph" w:customStyle="1" w:styleId="646C90274B0E496DB8B7532C9F04DDA3">
    <w:name w:val="646C90274B0E496DB8B7532C9F04DDA3"/>
  </w:style>
  <w:style w:type="paragraph" w:customStyle="1" w:styleId="EBBA0E887B6D4A3F91BA0A840A7CA6E2">
    <w:name w:val="EBBA0E887B6D4A3F91BA0A840A7CA6E2"/>
  </w:style>
  <w:style w:type="paragraph" w:customStyle="1" w:styleId="EAC82368F4D34DE49D7FCD8A18194B33">
    <w:name w:val="EAC82368F4D34DE49D7FCD8A18194B33"/>
  </w:style>
  <w:style w:type="paragraph" w:customStyle="1" w:styleId="9E1EF04015594D88876BEC827884E775">
    <w:name w:val="9E1EF04015594D88876BEC827884E775"/>
  </w:style>
  <w:style w:type="paragraph" w:customStyle="1" w:styleId="D77B531BC7E44352A37BB758B61B8EBC">
    <w:name w:val="D77B531BC7E44352A37BB758B61B8EB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kesCount xmlns="http://schemas.microsoft.com/sharepoint/v3" xsi:nil="true"/>
    <Ratings xmlns="http://schemas.microsoft.com/sharepoint/v3" xsi:nil="true"/>
    <SeoKeywords xmlns="http://schemas.microsoft.com/sharepoint/v3">Arbeitsmaterialien</SeoKeywords>
    <DocumentSetDescription xmlns="http://schemas.microsoft.com/sharepoint/v3">Formulare zur Dokumentation eines Demografie-Prozesses</DocumentSetDescription>
    <TaxCatchAll xmlns="ac55d254-e436-4b2f-ae49-2a5e200d046d"/>
    <g09145f204d040129e074f4a3472b47c xmlns="7bf375fd-c16a-428e-90f5-962475562e5e">
      <Terms xmlns="http://schemas.microsoft.com/office/infopath/2007/PartnerControls"/>
    </g09145f204d040129e074f4a3472b47c>
    <RatingCount xmlns="http://schemas.microsoft.com/sharepoint/v3" xsi:nil="true"/>
    <LikedBy xmlns="http://schemas.microsoft.com/sharepoint/v3">
      <UserInfo>
        <DisplayName/>
        <AccountId xsi:nil="true"/>
        <AccountType/>
      </UserInfo>
    </LikedBy>
    <AverageRating xmlns="http://schemas.microsoft.com/sharepoint/v3" xsi:nil="true"/>
    <RatedBy xmlns="http://schemas.microsoft.com/sharepoint/v3">
      <UserInfo>
        <DisplayName/>
        <AccountId xsi:nil="true"/>
        <AccountType/>
      </UserInfo>
    </RatedBy>
    <_dlc_DocId xmlns="ac55d254-e436-4b2f-ae49-2a5e200d046d">MCXR3SKWZVN3-50-739</_dlc_DocId>
    <_dlc_DocIdUrl xmlns="ac55d254-e436-4b2f-ae49-2a5e200d046d">
      <Url>https://sp.tbs-nrw.de/Projekte/DemoAktiv/_layouts/15/DocIdRedir.aspx?ID=MCXR3SKWZVN3-50-739</Url>
      <Description>MCXR3SKWZVN3-50-739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ACF44EAE3C8444816A313C806F4F46" ma:contentTypeVersion="30" ma:contentTypeDescription="Ein neues Dokument erstellen." ma:contentTypeScope="" ma:versionID="585fd598cfb1cbabe98ee509d8c0d008">
  <xsd:schema xmlns:xsd="http://www.w3.org/2001/XMLSchema" xmlns:xs="http://www.w3.org/2001/XMLSchema" xmlns:p="http://schemas.microsoft.com/office/2006/metadata/properties" xmlns:ns1="http://schemas.microsoft.com/sharepoint/v3" xmlns:ns2="ac55d254-e436-4b2f-ae49-2a5e200d046d" xmlns:ns3="7bf375fd-c16a-428e-90f5-962475562e5e" targetNamespace="http://schemas.microsoft.com/office/2006/metadata/properties" ma:root="true" ma:fieldsID="ead424e9eca073de1f898bba33aad6fb" ns1:_="" ns2:_="" ns3:_="">
    <xsd:import namespace="http://schemas.microsoft.com/sharepoint/v3"/>
    <xsd:import namespace="ac55d254-e436-4b2f-ae49-2a5e200d046d"/>
    <xsd:import namespace="7bf375fd-c16a-428e-90f5-962475562e5e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1:SeoKeywords" minOccurs="0"/>
                <xsd:element ref="ns3:g09145f204d040129e074f4a3472b47c" minOccurs="0"/>
                <xsd:element ref="ns2:_dlc_DocId" minOccurs="0"/>
                <xsd:element ref="ns2:_dlc_DocIdUrl" minOccurs="0"/>
                <xsd:element ref="ns2:_dlc_DocIdPersistId" minOccurs="0"/>
                <xsd:element ref="ns1:DocumentSet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9" nillable="true" ma:displayName="Bewertung (0 - 5)" ma:decimals="2" ma:description="Mittelwert aller Bewertungen, die abgegeben wurden." ma:hidden="true" ma:internalName="AverageRating" ma:readOnly="false">
      <xsd:simpleType>
        <xsd:restriction base="dms:Number"/>
      </xsd:simpleType>
    </xsd:element>
    <xsd:element name="RatingCount" ma:index="10" nillable="true" ma:displayName="Anzahl Bewertungen" ma:decimals="0" ma:description="Anzahl abgegebener Bewertungen" ma:hidden="true" ma:internalName="RatingCount" ma:readOnly="false">
      <xsd:simpleType>
        <xsd:restriction base="dms:Number"/>
      </xsd:simpleType>
    </xsd:element>
    <xsd:element name="RatedBy" ma:index="11" nillable="true" ma:displayName="Bewertet von" ma:description="Benutzer haben das Element bewertet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2" nillable="true" ma:displayName="Benutzerbewertungen" ma:description="Bewertungen für das Element" ma:hidden="true" ma:internalName="Ratings">
      <xsd:simpleType>
        <xsd:restriction base="dms:Note"/>
      </xsd:simpleType>
    </xsd:element>
    <xsd:element name="LikesCount" ma:index="13" nillable="true" ma:displayName="Anzahl 'Gefällt mir'" ma:hidden="true" ma:internalName="LikesCount" ma:readOnly="false">
      <xsd:simpleType>
        <xsd:restriction base="dms:Unknown"/>
      </xsd:simpleType>
    </xsd:element>
    <xsd:element name="LikedBy" ma:index="14" nillable="true" ma:displayName="Gefällt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eoKeywords" ma:index="15" nillable="true" ma:displayName="Schlüsselwort" ma:description="Schlüsselwort" ma:hidden="true" ma:internalName="SeoKeywords">
      <xsd:simpleType>
        <xsd:restriction base="dms:Text"/>
      </xsd:simpleType>
    </xsd:element>
    <xsd:element name="DocumentSetDescription" ma:index="21" nillable="true" ma:displayName="Beschreibung" ma:description="Eine Beschreibung der Dokumentenmappe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5d254-e436-4b2f-ae49-2a5e200d046d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iespalte &quot;Alle abfangen&quot;" ma:hidden="true" ma:list="{0521226e-e5e2-42e6-aa45-28d3bb72619b}" ma:internalName="TaxCatchAll" ma:showField="CatchAllData" ma:web="ac55d254-e436-4b2f-ae49-2a5e200d04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1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f375fd-c16a-428e-90f5-962475562e5e" elementFormDefault="qualified">
    <xsd:import namespace="http://schemas.microsoft.com/office/2006/documentManagement/types"/>
    <xsd:import namespace="http://schemas.microsoft.com/office/infopath/2007/PartnerControls"/>
    <xsd:element name="g09145f204d040129e074f4a3472b47c" ma:index="17" nillable="true" ma:taxonomy="true" ma:internalName="g09145f204d040129e074f4a3472b47c" ma:taxonomyFieldName="Thema" ma:displayName="DokumentTyp" ma:default="" ma:fieldId="{009145f2-04d0-4012-9e07-4f4a3472b47c}" ma:taxonomyMulti="true" ma:sspId="11499e37-d308-4901-996c-eb6d626bbc7c" ma:termSetId="bb780794-2b62-43d2-96d1-0e26f7812cb6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BB203-9E3F-4BE2-A994-9FAB67BC4FF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c55d254-e436-4b2f-ae49-2a5e200d046d"/>
    <ds:schemaRef ds:uri="7bf375fd-c16a-428e-90f5-962475562e5e"/>
  </ds:schemaRefs>
</ds:datastoreItem>
</file>

<file path=customXml/itemProps2.xml><?xml version="1.0" encoding="utf-8"?>
<ds:datastoreItem xmlns:ds="http://schemas.openxmlformats.org/officeDocument/2006/customXml" ds:itemID="{1A8AB7C1-551E-4C1A-A854-8932B461C3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0CBBD4-6124-413D-9570-E76D68D5A47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3D7E6F4-9F7B-4EAC-87F4-3E4B23D551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c55d254-e436-4b2f-ae49-2a5e200d046d"/>
    <ds:schemaRef ds:uri="7bf375fd-c16a-428e-90f5-962475562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817D205-CCA2-42D5-AE4B-A81F38B8C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9_Kommunikation</Template>
  <TotalTime>0</TotalTime>
  <Pages>1</Pages>
  <Words>95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w.lensing</dc:creator>
  <cp:lastModifiedBy>Birte Föhse</cp:lastModifiedBy>
  <cp:revision>3</cp:revision>
  <cp:lastPrinted>2016-04-18T07:52:00Z</cp:lastPrinted>
  <dcterms:created xsi:type="dcterms:W3CDTF">2016-05-31T07:44:00Z</dcterms:created>
  <dcterms:modified xsi:type="dcterms:W3CDTF">2018-02-07T12:54:00Z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0x01010048ACF44EAE3C8444816A313C806F4F46</vt:lpwstr>
  </property>
  <property fmtid="{D5CDD505-2E9C-101B-9397-08002B2CF9AE}" pid="3" name="Letzter Bearbeiter/in">
    <vt:lpwstr/>
  </property>
  <property fmtid="{D5CDD505-2E9C-101B-9397-08002B2CF9AE}" pid="4" name="Thema">
    <vt:lpwstr/>
  </property>
  <property fmtid="{D5CDD505-2E9C-101B-9397-08002B2CF9AE}" pid="5" name="_dlc_DocIdItemGuid">
    <vt:lpwstr>1080621f-3b88-4d25-bba5-e69ad3f837b1</vt:lpwstr>
  </property>
</Properties>
</file>